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637F6" w14:textId="406129CE" w:rsidR="00D3488D" w:rsidRDefault="00934740" w:rsidP="00D3488D">
      <w:pPr>
        <w:pStyle w:val="Heading1"/>
      </w:pPr>
      <w:bookmarkStart w:id="0" w:name="_Toc511220124"/>
      <w:r>
        <w:t>Project assessment – prepare samples</w:t>
      </w:r>
    </w:p>
    <w:p w14:paraId="6D7772B9" w14:textId="4711E219" w:rsidR="00FB3A5F" w:rsidRPr="00FB3A5F" w:rsidRDefault="00FB3A5F" w:rsidP="00FB3A5F">
      <w:pPr>
        <w:rPr>
          <w:b/>
          <w:bCs/>
          <w:lang w:eastAsia="en-AU"/>
        </w:rPr>
      </w:pPr>
      <w:r w:rsidRPr="00FB3A5F">
        <w:rPr>
          <w:b/>
          <w:bCs/>
          <w:lang w:eastAsia="en-AU"/>
        </w:rPr>
        <w:t>Assessment event 3 of 3</w:t>
      </w:r>
    </w:p>
    <w:bookmarkEnd w:id="0"/>
    <w:p w14:paraId="63AD9582" w14:textId="77777777" w:rsidR="00D3488D" w:rsidRPr="00A56627" w:rsidRDefault="00D3488D" w:rsidP="00D3488D">
      <w:pPr>
        <w:pStyle w:val="Heading2"/>
      </w:pPr>
      <w:r w:rsidRPr="00A56627">
        <w:t>Criteria</w:t>
      </w:r>
    </w:p>
    <w:p w14:paraId="154D7E76" w14:textId="77777777" w:rsidR="00D3488D" w:rsidRDefault="00D3488D" w:rsidP="00D3488D">
      <w:pPr>
        <w:pStyle w:val="Heading3"/>
      </w:pPr>
      <w:r w:rsidRPr="007A6B4A">
        <w:t>Unit code, name and release number</w:t>
      </w:r>
    </w:p>
    <w:p w14:paraId="58F938D3" w14:textId="77777777" w:rsidR="00D3488D" w:rsidRPr="00D83795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MSL953003 - Receive and prepare samples for testing (1)</w:t>
      </w:r>
      <w:bookmarkEnd w:id="1"/>
    </w:p>
    <w:p w14:paraId="6C05ED30" w14:textId="77777777" w:rsidR="00D3488D" w:rsidRPr="00D83795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A6931EA" w14:textId="77777777" w:rsidR="00D3488D" w:rsidRDefault="00D3488D" w:rsidP="00D3488D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91F56E9" w14:textId="04EE2E09" w:rsidR="00163F45" w:rsidRDefault="00383248" w:rsidP="00163F4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MSL40118 - </w:t>
      </w:r>
      <w:r w:rsidR="00163F45">
        <w:rPr>
          <w:sz w:val="22"/>
          <w:szCs w:val="22"/>
          <w:lang w:eastAsia="en-AU"/>
        </w:rPr>
        <w:t>Certificate IV in Laboratory Techn</w:t>
      </w:r>
      <w:r>
        <w:rPr>
          <w:sz w:val="22"/>
          <w:szCs w:val="22"/>
          <w:lang w:eastAsia="en-AU"/>
        </w:rPr>
        <w:t>iques (1)</w:t>
      </w:r>
    </w:p>
    <w:p w14:paraId="3255E663" w14:textId="50D49DA9" w:rsidR="00163F45" w:rsidRDefault="00383248" w:rsidP="00163F4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MSL30118 - </w:t>
      </w:r>
      <w:r w:rsidR="00163F45">
        <w:rPr>
          <w:sz w:val="22"/>
          <w:szCs w:val="22"/>
          <w:lang w:eastAsia="en-AU"/>
        </w:rPr>
        <w:t>Certific</w:t>
      </w:r>
      <w:r>
        <w:rPr>
          <w:sz w:val="22"/>
          <w:szCs w:val="22"/>
          <w:lang w:eastAsia="en-AU"/>
        </w:rPr>
        <w:t>ate III in Laboratory Skills (1)</w:t>
      </w:r>
    </w:p>
    <w:p w14:paraId="2C359B98" w14:textId="59188A4C" w:rsidR="00D3488D" w:rsidRPr="00D83795" w:rsidRDefault="00163F45" w:rsidP="00163F4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1F9ED7C9" w14:textId="77777777" w:rsidR="00D3488D" w:rsidRPr="00A56627" w:rsidRDefault="00D3488D" w:rsidP="00D3488D">
      <w:pPr>
        <w:pStyle w:val="Heading2"/>
      </w:pPr>
      <w:r w:rsidRPr="00A56627">
        <w:t>Student details</w:t>
      </w:r>
    </w:p>
    <w:p w14:paraId="2BC8EB06" w14:textId="77777777" w:rsidR="00D3488D" w:rsidRDefault="00D3488D" w:rsidP="00D3488D">
      <w:pPr>
        <w:pStyle w:val="Heading3"/>
      </w:pPr>
      <w:r w:rsidRPr="00AA18CF">
        <w:t>Student number</w:t>
      </w:r>
    </w:p>
    <w:p w14:paraId="55ED1713" w14:textId="77777777" w:rsidR="00D3488D" w:rsidRPr="00D83795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39B2233" w14:textId="77777777" w:rsidR="00D3488D" w:rsidRDefault="00D3488D" w:rsidP="00D3488D">
      <w:pPr>
        <w:pStyle w:val="Heading3"/>
      </w:pPr>
      <w:r w:rsidRPr="00AA18CF">
        <w:t xml:space="preserve">Student </w:t>
      </w:r>
      <w:r>
        <w:t>name</w:t>
      </w:r>
    </w:p>
    <w:p w14:paraId="717BC063" w14:textId="77777777" w:rsidR="00D3488D" w:rsidRPr="00D83795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908935" w14:textId="77777777" w:rsidR="00D3488D" w:rsidRPr="00A56627" w:rsidRDefault="00D3488D" w:rsidP="00D3488D">
      <w:pPr>
        <w:pStyle w:val="Heading2"/>
      </w:pPr>
      <w:r w:rsidRPr="00A56627">
        <w:t>Assessment Declaration</w:t>
      </w:r>
    </w:p>
    <w:p w14:paraId="4AEC77D1" w14:textId="77777777" w:rsidR="00D3488D" w:rsidRPr="00FF3AA4" w:rsidRDefault="00D3488D" w:rsidP="00D3488D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6CBD644A" w14:textId="77777777" w:rsidR="00D3488D" w:rsidRPr="00FF3AA4" w:rsidRDefault="00D3488D" w:rsidP="00D3488D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38BD6325" w14:textId="10506567" w:rsidR="00D3488D" w:rsidRPr="00FF3AA4" w:rsidRDefault="00D3488D" w:rsidP="00D3488D">
      <w:pPr>
        <w:pStyle w:val="Bulletlist"/>
      </w:pPr>
      <w:r w:rsidRPr="00FF3AA4">
        <w:t xml:space="preserve">I understand that plagiarism is the presentation of the work, idea or creation of </w:t>
      </w:r>
      <w:r>
        <w:t>a</w:t>
      </w:r>
      <w:r w:rsidRPr="00FF3AA4">
        <w:t xml:space="preserve">nother person as though it is </w:t>
      </w:r>
      <w:r w:rsidR="00297017">
        <w:t xml:space="preserve">my </w:t>
      </w:r>
      <w:r w:rsidRPr="00FF3AA4">
        <w:t>own. Plagiarism occurs when the origin of the material used is not appropriately cited. No part of this assessment is plagiarised.</w:t>
      </w:r>
    </w:p>
    <w:p w14:paraId="54914A72" w14:textId="77777777" w:rsidR="00D3488D" w:rsidRDefault="00D3488D" w:rsidP="00D3488D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64E1E69B" w14:textId="77777777" w:rsidR="00D3488D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958B76D" w14:textId="77777777" w:rsidR="00D3488D" w:rsidRPr="00D83795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A2003F4" w14:textId="77777777" w:rsidR="00D3488D" w:rsidRDefault="00D3488D" w:rsidP="00D3488D">
      <w:pPr>
        <w:rPr>
          <w:lang w:eastAsia="en-AU"/>
        </w:rPr>
        <w:sectPr w:rsidR="00D3488D" w:rsidSect="00D3488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794468E6" w14:textId="77777777" w:rsidR="00D3488D" w:rsidRPr="003166D8" w:rsidRDefault="00D3488D" w:rsidP="00D3488D">
      <w:pPr>
        <w:pStyle w:val="SmallerText-Black"/>
        <w:tabs>
          <w:tab w:val="left" w:pos="2127"/>
        </w:tabs>
      </w:pPr>
      <w:r w:rsidRPr="00B5747B">
        <w:lastRenderedPageBreak/>
        <w:t>Version:</w:t>
      </w:r>
      <w:r w:rsidRPr="00B5747B">
        <w:tab/>
      </w:r>
      <w:r w:rsidRPr="003166D8">
        <w:t>1.0</w:t>
      </w:r>
    </w:p>
    <w:p w14:paraId="507947C6" w14:textId="052EEE9A" w:rsidR="00D3488D" w:rsidRPr="00B5747B" w:rsidRDefault="00163F45" w:rsidP="00D3488D">
      <w:pPr>
        <w:pStyle w:val="SmallerText-Black"/>
        <w:tabs>
          <w:tab w:val="left" w:pos="2127"/>
        </w:tabs>
      </w:pPr>
      <w:r w:rsidRPr="00B5747B">
        <w:t>Date created:</w:t>
      </w:r>
      <w:r w:rsidRPr="00B5747B">
        <w:tab/>
      </w:r>
      <w:r w:rsidRPr="003166D8">
        <w:t xml:space="preserve">18/07/2019 </w:t>
      </w:r>
    </w:p>
    <w:p w14:paraId="57C35976" w14:textId="3060769B" w:rsidR="00D3488D" w:rsidRPr="00B5747B" w:rsidRDefault="00D3488D" w:rsidP="00D3488D">
      <w:pPr>
        <w:pStyle w:val="SmallerText-Black"/>
        <w:tabs>
          <w:tab w:val="left" w:pos="2127"/>
        </w:tabs>
      </w:pPr>
      <w:r w:rsidRPr="00B5747B">
        <w:t>Date modified:</w:t>
      </w:r>
      <w:r w:rsidRPr="00B5747B">
        <w:tab/>
      </w:r>
      <w:r w:rsidRPr="003166D8">
        <w:fldChar w:fldCharType="begin"/>
      </w:r>
      <w:r w:rsidRPr="003166D8">
        <w:instrText xml:space="preserve"> DATE  \@ "dd/MM/yyyy"  \* MERGEFORMAT </w:instrText>
      </w:r>
      <w:r w:rsidRPr="003166D8">
        <w:fldChar w:fldCharType="separate"/>
      </w:r>
      <w:r w:rsidR="004E0D0E">
        <w:rPr>
          <w:noProof/>
        </w:rPr>
        <w:t>12/02/2020</w:t>
      </w:r>
      <w:r w:rsidRPr="003166D8">
        <w:fldChar w:fldCharType="end"/>
      </w:r>
    </w:p>
    <w:p w14:paraId="7C4BD83C" w14:textId="77777777" w:rsidR="00D3488D" w:rsidRPr="00B5747B" w:rsidRDefault="00D3488D" w:rsidP="00D3488D">
      <w:pPr>
        <w:pStyle w:val="SmallerText-Black"/>
      </w:pPr>
    </w:p>
    <w:p w14:paraId="04B363DF" w14:textId="77777777" w:rsidR="00D3488D" w:rsidRPr="00B5747B" w:rsidRDefault="00D3488D" w:rsidP="00D3488D">
      <w:r w:rsidRPr="00B5747B">
        <w:t>For queries, please contact:</w:t>
      </w:r>
    </w:p>
    <w:p w14:paraId="53C3F68A" w14:textId="77777777" w:rsidR="00163F45" w:rsidRPr="003166D8" w:rsidRDefault="00163F45" w:rsidP="00D3488D">
      <w:pPr>
        <w:pStyle w:val="SmallerText-Black"/>
      </w:pPr>
      <w:r w:rsidRPr="003166D8">
        <w:t xml:space="preserve">Innovative Manufacturing, Robotics and Science SkillsPoint </w:t>
      </w:r>
    </w:p>
    <w:p w14:paraId="302D9B21" w14:textId="79B9461E" w:rsidR="00163F45" w:rsidRPr="003166D8" w:rsidRDefault="00163F45" w:rsidP="00D3488D">
      <w:pPr>
        <w:pStyle w:val="SmallerText-Black"/>
      </w:pPr>
      <w:r w:rsidRPr="003166D8">
        <w:t>Hamilton Campus</w:t>
      </w:r>
    </w:p>
    <w:p w14:paraId="3401226C" w14:textId="29401774" w:rsidR="00D3488D" w:rsidRPr="000301F0" w:rsidRDefault="00383248" w:rsidP="00D3488D">
      <w:pPr>
        <w:pStyle w:val="SmallerText-Black"/>
        <w:spacing w:before="1440"/>
      </w:pPr>
      <w:r>
        <w:t>© 2020</w:t>
      </w:r>
      <w:r w:rsidR="00D3488D" w:rsidRPr="000301F0">
        <w:t xml:space="preserve"> TAFE NSW, Sydney</w:t>
      </w:r>
      <w:r w:rsidR="00D3488D" w:rsidRPr="000301F0">
        <w:rPr>
          <w:noProof/>
          <w:lang w:eastAsia="en-AU"/>
        </w:rPr>
        <w:br/>
      </w:r>
      <w:r w:rsidR="00D3488D" w:rsidRPr="000301F0">
        <w:t>RTO Provider Number 90003 | CRICOS Provider Code: 00591E</w:t>
      </w:r>
    </w:p>
    <w:p w14:paraId="2A925D9B" w14:textId="77777777" w:rsidR="00D3488D" w:rsidRPr="00D23A6C" w:rsidRDefault="00D3488D" w:rsidP="00D3488D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4C1DCB04" w14:textId="0E088424" w:rsidR="00D3488D" w:rsidRPr="000301F0" w:rsidRDefault="00D3488D" w:rsidP="00D3488D">
      <w:pPr>
        <w:pStyle w:val="SmallerText-Black"/>
      </w:pPr>
      <w:r w:rsidRPr="000301F0">
        <w:t xml:space="preserve">The contents </w:t>
      </w:r>
      <w:r w:rsidR="00163F45">
        <w:t>of</w:t>
      </w:r>
      <w:r w:rsidRPr="000301F0">
        <w:t xml:space="preserve"> this docum</w:t>
      </w:r>
      <w:r>
        <w:t xml:space="preserve">ent </w:t>
      </w:r>
      <w:r w:rsidR="00163F45">
        <w:t>are</w:t>
      </w:r>
      <w:r w:rsidR="00383248">
        <w:t xml:space="preserve"> copyright © TAFE NSW 2020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4E0D0E">
        <w:rPr>
          <w:noProof/>
        </w:rPr>
        <w:t>12 February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5B821DB9" w14:textId="77777777" w:rsidR="00D3488D" w:rsidRDefault="00D3488D">
      <w:pPr>
        <w:tabs>
          <w:tab w:val="clear" w:pos="284"/>
        </w:tabs>
        <w:spacing w:before="0" w:after="200" w:line="276" w:lineRule="auto"/>
        <w:rPr>
          <w:sz w:val="22"/>
          <w:szCs w:val="22"/>
        </w:rPr>
        <w:sectPr w:rsidR="00D3488D" w:rsidSect="00D3488D">
          <w:headerReference w:type="even" r:id="rId18"/>
          <w:footerReference w:type="even" r:id="rId19"/>
          <w:headerReference w:type="first" r:id="rId20"/>
          <w:footerReference w:type="first" r:id="rId21"/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29BB324D" w14:textId="77777777" w:rsidR="00D3488D" w:rsidRPr="008F6497" w:rsidRDefault="00D3488D" w:rsidP="00D3488D">
      <w:pPr>
        <w:pStyle w:val="Heading2"/>
      </w:pPr>
      <w:r w:rsidRPr="008F6497">
        <w:lastRenderedPageBreak/>
        <w:t>Assessment instructions</w:t>
      </w:r>
    </w:p>
    <w:p w14:paraId="0D8583A0" w14:textId="77777777" w:rsidR="00D3488D" w:rsidRDefault="00D3488D" w:rsidP="00D3488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F030CE">
        <w:t>Assessment instructions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2405"/>
        <w:gridCol w:w="6655"/>
      </w:tblGrid>
      <w:tr w:rsidR="000843D7" w14:paraId="5278E516" w14:textId="77777777" w:rsidTr="000843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27" w:type="pct"/>
            <w:vAlign w:val="top"/>
          </w:tcPr>
          <w:p w14:paraId="561747D2" w14:textId="77777777" w:rsidR="00D3488D" w:rsidRDefault="00D3488D" w:rsidP="00D3488D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3673" w:type="pct"/>
            <w:vAlign w:val="top"/>
          </w:tcPr>
          <w:p w14:paraId="562B340E" w14:textId="77777777" w:rsidR="00D3488D" w:rsidRDefault="00D3488D" w:rsidP="00D3488D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0843D7" w14:paraId="0B20CC8F" w14:textId="77777777" w:rsidTr="000843D7">
        <w:tc>
          <w:tcPr>
            <w:tcW w:w="1327" w:type="pct"/>
            <w:vAlign w:val="top"/>
          </w:tcPr>
          <w:p w14:paraId="02F95B55" w14:textId="77777777" w:rsidR="00D3488D" w:rsidRPr="00505992" w:rsidRDefault="00D3488D" w:rsidP="00D3488D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505992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3673" w:type="pct"/>
            <w:vAlign w:val="top"/>
          </w:tcPr>
          <w:p w14:paraId="3331734B" w14:textId="77777777" w:rsidR="00D3488D" w:rsidRPr="00454FB7" w:rsidRDefault="00D3488D" w:rsidP="00F80CD4">
            <w:pPr>
              <w:pStyle w:val="Body"/>
              <w:rPr>
                <w:i/>
                <w:color w:val="FF0000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The objective of this assessment is to assess your </w:t>
            </w:r>
            <w:r>
              <w:rPr>
                <w:sz w:val="22"/>
                <w:szCs w:val="22"/>
                <w:lang w:eastAsia="en-AU"/>
              </w:rPr>
              <w:t>knowledge and performance</w:t>
            </w:r>
            <w:r w:rsidRPr="00C325C1">
              <w:rPr>
                <w:sz w:val="22"/>
                <w:szCs w:val="22"/>
                <w:lang w:eastAsia="en-AU"/>
              </w:rPr>
              <w:t xml:space="preserve"> as would be required to </w:t>
            </w:r>
            <w:r w:rsidR="00F80CD4">
              <w:rPr>
                <w:sz w:val="22"/>
                <w:szCs w:val="22"/>
                <w:lang w:eastAsia="en-AU"/>
              </w:rPr>
              <w:t>receive and prepare samples for testing.</w:t>
            </w:r>
          </w:p>
        </w:tc>
      </w:tr>
      <w:tr w:rsidR="000843D7" w:rsidRPr="00E14F07" w14:paraId="0A246F05" w14:textId="77777777" w:rsidTr="000843D7">
        <w:tc>
          <w:tcPr>
            <w:tcW w:w="1327" w:type="pct"/>
            <w:vAlign w:val="top"/>
          </w:tcPr>
          <w:p w14:paraId="045438EF" w14:textId="77777777" w:rsidR="00D3488D" w:rsidRPr="00E14F07" w:rsidRDefault="00D3488D" w:rsidP="00D3488D">
            <w:pPr>
              <w:pStyle w:val="Body"/>
            </w:pPr>
            <w:r w:rsidRPr="00E14F07"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3673" w:type="pct"/>
            <w:vAlign w:val="top"/>
          </w:tcPr>
          <w:p w14:paraId="2E18D808" w14:textId="78545DEA" w:rsidR="00D3488D" w:rsidRPr="00E14F07" w:rsidRDefault="00B5747B" w:rsidP="00D3488D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</w:t>
            </w:r>
            <w:r w:rsidR="00D3488D" w:rsidRPr="00E14F07">
              <w:rPr>
                <w:sz w:val="22"/>
                <w:szCs w:val="22"/>
                <w:lang w:eastAsia="en-AU"/>
              </w:rPr>
              <w:t xml:space="preserve"> of</w:t>
            </w:r>
            <w:r w:rsidR="00ED5C19">
              <w:rPr>
                <w:sz w:val="22"/>
                <w:szCs w:val="22"/>
                <w:lang w:eastAsia="en-AU"/>
              </w:rPr>
              <w:t xml:space="preserve"> 3</w:t>
            </w:r>
          </w:p>
        </w:tc>
      </w:tr>
      <w:tr w:rsidR="000843D7" w14:paraId="7C3BEC11" w14:textId="77777777" w:rsidTr="000843D7">
        <w:tc>
          <w:tcPr>
            <w:tcW w:w="1327" w:type="pct"/>
            <w:vAlign w:val="top"/>
          </w:tcPr>
          <w:p w14:paraId="32C3CA90" w14:textId="77777777" w:rsidR="00D3488D" w:rsidRPr="00505992" w:rsidRDefault="00D3488D" w:rsidP="00D3488D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>Instructions for this  assessment</w:t>
            </w:r>
          </w:p>
        </w:tc>
        <w:tc>
          <w:tcPr>
            <w:tcW w:w="3673" w:type="pct"/>
            <w:vAlign w:val="top"/>
          </w:tcPr>
          <w:p w14:paraId="1C3ED58D" w14:textId="77777777" w:rsidR="00D3488D" w:rsidRPr="00C325C1" w:rsidRDefault="00D3488D" w:rsidP="00D3488D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  <w:lang w:eastAsia="en-AU"/>
              </w:rPr>
              <w:t>This is a</w:t>
            </w:r>
            <w:r>
              <w:rPr>
                <w:sz w:val="22"/>
                <w:szCs w:val="22"/>
                <w:lang w:eastAsia="en-AU"/>
              </w:rPr>
              <w:t xml:space="preserve"> project based </w:t>
            </w:r>
            <w:r w:rsidRPr="00C325C1">
              <w:rPr>
                <w:sz w:val="22"/>
                <w:szCs w:val="22"/>
                <w:lang w:eastAsia="en-AU"/>
              </w:rPr>
              <w:t xml:space="preserve">assessment and will be assessing </w:t>
            </w:r>
            <w:r>
              <w:rPr>
                <w:sz w:val="22"/>
                <w:szCs w:val="22"/>
                <w:lang w:eastAsia="en-AU"/>
              </w:rPr>
              <w:t xml:space="preserve">you on </w:t>
            </w:r>
            <w:r w:rsidRPr="00C325C1">
              <w:rPr>
                <w:sz w:val="22"/>
                <w:szCs w:val="22"/>
                <w:lang w:eastAsia="en-AU"/>
              </w:rPr>
              <w:t>you</w:t>
            </w:r>
            <w:r>
              <w:rPr>
                <w:sz w:val="22"/>
                <w:szCs w:val="22"/>
                <w:lang w:eastAsia="en-AU"/>
              </w:rPr>
              <w:t>r knowledge and performance of the u</w:t>
            </w:r>
            <w:r w:rsidRPr="00C325C1">
              <w:rPr>
                <w:sz w:val="22"/>
                <w:szCs w:val="22"/>
                <w:lang w:eastAsia="en-AU"/>
              </w:rPr>
              <w:t>nit.</w:t>
            </w:r>
          </w:p>
          <w:p w14:paraId="31933088" w14:textId="172A2877" w:rsidR="00D3488D" w:rsidRDefault="00D3488D" w:rsidP="00D3488D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</w:rPr>
              <w:t xml:space="preserve">This assessment is in </w:t>
            </w:r>
            <w:r w:rsidR="00E24568">
              <w:rPr>
                <w:sz w:val="22"/>
                <w:szCs w:val="22"/>
              </w:rPr>
              <w:t>6</w:t>
            </w:r>
            <w:r w:rsidR="00A97A9D" w:rsidRPr="00C325C1">
              <w:rPr>
                <w:sz w:val="22"/>
                <w:szCs w:val="22"/>
              </w:rPr>
              <w:t xml:space="preserve"> </w:t>
            </w:r>
            <w:r w:rsidRPr="00C325C1">
              <w:rPr>
                <w:sz w:val="22"/>
                <w:szCs w:val="22"/>
              </w:rPr>
              <w:t>parts</w:t>
            </w:r>
            <w:r w:rsidR="00420E84">
              <w:rPr>
                <w:sz w:val="22"/>
                <w:szCs w:val="22"/>
              </w:rPr>
              <w:t>:</w:t>
            </w:r>
          </w:p>
          <w:p w14:paraId="76B98E9F" w14:textId="561E3698" w:rsidR="00E14F07" w:rsidRPr="00CD0D18" w:rsidRDefault="00A07BDE" w:rsidP="00D9232A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/>
              <w:ind w:hanging="360"/>
            </w:pPr>
            <w:r w:rsidRPr="00CD0D18">
              <w:t>Receive samples for testing</w:t>
            </w:r>
          </w:p>
          <w:p w14:paraId="54219B36" w14:textId="33050145" w:rsidR="00A97A9D" w:rsidRPr="00CD0D18" w:rsidRDefault="00A07BDE" w:rsidP="00D9232A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/>
              <w:ind w:hanging="360"/>
            </w:pPr>
            <w:r w:rsidRPr="00CD0D18">
              <w:t>Water sample preparation</w:t>
            </w:r>
          </w:p>
          <w:p w14:paraId="76CDC65F" w14:textId="7799489D" w:rsidR="00A97A9D" w:rsidRDefault="00A07BDE" w:rsidP="00CD0D18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/>
              <w:ind w:hanging="360"/>
            </w:pPr>
            <w:r w:rsidRPr="00CD0D18">
              <w:t>Food sample preparation</w:t>
            </w:r>
          </w:p>
          <w:p w14:paraId="069907B2" w14:textId="62CD8882" w:rsidR="00A97A9D" w:rsidRDefault="00A07BDE" w:rsidP="00CD0D18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/>
              <w:ind w:hanging="360"/>
            </w:pPr>
            <w:r w:rsidRPr="00CD0D18">
              <w:t>Pathology sample preparation</w:t>
            </w:r>
          </w:p>
          <w:p w14:paraId="01FAD353" w14:textId="67B0E4D9" w:rsidR="00420E84" w:rsidRDefault="00420E84" w:rsidP="00CD0D18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/>
              <w:ind w:hanging="360"/>
            </w:pPr>
            <w:r>
              <w:t>Assessment Checklist</w:t>
            </w:r>
          </w:p>
          <w:p w14:paraId="4D2E172D" w14:textId="032E721A" w:rsidR="00D3488D" w:rsidRPr="00E14F07" w:rsidRDefault="00420E84" w:rsidP="00420E84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186"/>
              <w:ind w:hanging="360"/>
            </w:pPr>
            <w:r>
              <w:t>Assessment Feedback</w:t>
            </w:r>
          </w:p>
        </w:tc>
      </w:tr>
      <w:tr w:rsidR="000843D7" w14:paraId="076CD489" w14:textId="77777777" w:rsidTr="000843D7">
        <w:tc>
          <w:tcPr>
            <w:tcW w:w="1327" w:type="pct"/>
            <w:vAlign w:val="top"/>
          </w:tcPr>
          <w:p w14:paraId="21DC3666" w14:textId="77777777" w:rsidR="00D3488D" w:rsidRPr="00505992" w:rsidRDefault="00D3488D" w:rsidP="00D3488D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3673" w:type="pct"/>
            <w:vAlign w:val="top"/>
          </w:tcPr>
          <w:p w14:paraId="181FA207" w14:textId="77777777" w:rsidR="00D3488D" w:rsidRPr="003404F1" w:rsidRDefault="00D3488D" w:rsidP="00D3488D">
            <w:pPr>
              <w:pStyle w:val="Body"/>
              <w:rPr>
                <w:sz w:val="22"/>
                <w:szCs w:val="22"/>
                <w:lang w:eastAsia="en-AU"/>
              </w:rPr>
            </w:pPr>
            <w:r w:rsidRPr="003404F1">
              <w:rPr>
                <w:sz w:val="22"/>
                <w:szCs w:val="22"/>
                <w:lang w:eastAsia="en-AU"/>
              </w:rPr>
              <w:t>On completion of this assessment, you are required to upload it or hand it to your assessor for marking.</w:t>
            </w:r>
          </w:p>
          <w:p w14:paraId="10979826" w14:textId="77777777" w:rsidR="00D3488D" w:rsidRPr="003404F1" w:rsidRDefault="00D3488D" w:rsidP="00D3488D">
            <w:pPr>
              <w:pStyle w:val="Body"/>
              <w:rPr>
                <w:sz w:val="22"/>
                <w:szCs w:val="22"/>
                <w:lang w:eastAsia="en-AU"/>
              </w:rPr>
            </w:pPr>
            <w:r w:rsidRPr="003404F1">
              <w:rPr>
                <w:sz w:val="22"/>
                <w:szCs w:val="22"/>
                <w:lang w:eastAsia="en-AU"/>
              </w:rPr>
              <w:t>Ensure you have written your name at the bottom of each page of this assessment.</w:t>
            </w:r>
          </w:p>
          <w:p w14:paraId="22B4A6B9" w14:textId="77777777" w:rsidR="00D3488D" w:rsidRPr="003404F1" w:rsidRDefault="00D3488D" w:rsidP="00D3488D">
            <w:pPr>
              <w:pStyle w:val="Body"/>
              <w:rPr>
                <w:i/>
                <w:lang w:eastAsia="en-AU"/>
              </w:rPr>
            </w:pPr>
            <w:r w:rsidRPr="003404F1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 and complete the assessment declaration when submitting the assessment.</w:t>
            </w:r>
          </w:p>
        </w:tc>
      </w:tr>
      <w:tr w:rsidR="000843D7" w14:paraId="735D1E9C" w14:textId="77777777" w:rsidTr="000843D7">
        <w:tc>
          <w:tcPr>
            <w:tcW w:w="1327" w:type="pct"/>
            <w:vAlign w:val="top"/>
          </w:tcPr>
          <w:p w14:paraId="752250A0" w14:textId="77777777" w:rsidR="00D3488D" w:rsidRPr="00505992" w:rsidRDefault="00D3488D" w:rsidP="00D3488D">
            <w:pPr>
              <w:pStyle w:val="Body"/>
              <w:rPr>
                <w:b/>
                <w:sz w:val="22"/>
                <w:szCs w:val="22"/>
              </w:rPr>
            </w:pPr>
            <w:r w:rsidRPr="00505992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3673" w:type="pct"/>
            <w:vAlign w:val="top"/>
          </w:tcPr>
          <w:p w14:paraId="407C078E" w14:textId="77777777" w:rsidR="00D3488D" w:rsidRPr="003404F1" w:rsidRDefault="00D3488D" w:rsidP="00D3488D">
            <w:pPr>
              <w:pStyle w:val="Body"/>
              <w:rPr>
                <w:sz w:val="22"/>
                <w:szCs w:val="22"/>
              </w:rPr>
            </w:pPr>
            <w:r w:rsidRPr="003404F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  <w:p w14:paraId="713AAF1F" w14:textId="77777777" w:rsidR="0047798A" w:rsidRPr="00486CF6" w:rsidRDefault="0047798A" w:rsidP="00D3488D">
            <w:pPr>
              <w:pStyle w:val="Body"/>
              <w:rPr>
                <w:sz w:val="22"/>
                <w:szCs w:val="22"/>
                <w:lang w:eastAsia="en-AU"/>
              </w:rPr>
            </w:pPr>
            <w:r w:rsidRPr="00486CF6">
              <w:rPr>
                <w:sz w:val="22"/>
                <w:szCs w:val="22"/>
                <w:lang w:eastAsia="en-AU"/>
              </w:rPr>
              <w:t>Follow the specific task instructions below and complete all sections correctly and in full to achieve a satisfactory result.</w:t>
            </w:r>
          </w:p>
        </w:tc>
      </w:tr>
      <w:tr w:rsidR="00133034" w14:paraId="73E8EB9E" w14:textId="77777777" w:rsidTr="000843D7">
        <w:tc>
          <w:tcPr>
            <w:tcW w:w="1327" w:type="pct"/>
            <w:vAlign w:val="top"/>
          </w:tcPr>
          <w:p w14:paraId="566C4BAB" w14:textId="77777777" w:rsidR="00133034" w:rsidRPr="007D3C4B" w:rsidRDefault="00133034" w:rsidP="00133034">
            <w:pPr>
              <w:pStyle w:val="Body"/>
              <w:rPr>
                <w:b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3673" w:type="pct"/>
            <w:vAlign w:val="top"/>
          </w:tcPr>
          <w:p w14:paraId="139FC8D9" w14:textId="4400C8FC" w:rsidR="00133034" w:rsidRPr="000412B1" w:rsidRDefault="00133034" w:rsidP="00133034">
            <w:pPr>
              <w:pStyle w:val="Body"/>
              <w:rPr>
                <w:sz w:val="22"/>
                <w:szCs w:val="22"/>
              </w:rPr>
            </w:pPr>
            <w:r w:rsidRPr="00CA06E5">
              <w:rPr>
                <w:color w:val="000000" w:themeColor="text1"/>
                <w:sz w:val="22"/>
                <w:szCs w:val="22"/>
              </w:rPr>
              <w:t xml:space="preserve">Pens, appropriate clothing </w:t>
            </w:r>
            <w:r>
              <w:rPr>
                <w:color w:val="000000" w:themeColor="text1"/>
                <w:sz w:val="22"/>
                <w:szCs w:val="22"/>
              </w:rPr>
              <w:t xml:space="preserve">and PPE </w:t>
            </w:r>
            <w:r w:rsidRPr="00CA06E5">
              <w:rPr>
                <w:color w:val="000000" w:themeColor="text1"/>
                <w:sz w:val="22"/>
                <w:szCs w:val="22"/>
              </w:rPr>
              <w:t>for laboratory work</w:t>
            </w:r>
            <w:r>
              <w:rPr>
                <w:color w:val="000000" w:themeColor="text1"/>
                <w:sz w:val="22"/>
                <w:szCs w:val="22"/>
              </w:rPr>
              <w:t xml:space="preserve"> including: enclosed shoes, long sleeves and pants and long hair tied back</w:t>
            </w:r>
          </w:p>
        </w:tc>
      </w:tr>
      <w:tr w:rsidR="000843D7" w14:paraId="5388EDDE" w14:textId="77777777" w:rsidTr="000843D7">
        <w:tc>
          <w:tcPr>
            <w:tcW w:w="1327" w:type="pct"/>
            <w:vAlign w:val="top"/>
          </w:tcPr>
          <w:p w14:paraId="49A414D8" w14:textId="77777777" w:rsidR="00D3488D" w:rsidRPr="00D977EB" w:rsidRDefault="00D3488D" w:rsidP="00D3488D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What the assessor will provide?</w:t>
            </w:r>
          </w:p>
        </w:tc>
        <w:tc>
          <w:tcPr>
            <w:tcW w:w="3673" w:type="pct"/>
            <w:vAlign w:val="top"/>
          </w:tcPr>
          <w:p w14:paraId="31B2A0B2" w14:textId="44E9C1DA" w:rsidR="00E52745" w:rsidRPr="003404F1" w:rsidRDefault="00E52745" w:rsidP="00CD0D18">
            <w:pPr>
              <w:rPr>
                <w:sz w:val="22"/>
                <w:szCs w:val="22"/>
              </w:rPr>
            </w:pPr>
            <w:r w:rsidRPr="003404F1">
              <w:rPr>
                <w:sz w:val="22"/>
                <w:szCs w:val="22"/>
              </w:rPr>
              <w:t>This assessment task and all related documentation</w:t>
            </w:r>
          </w:p>
          <w:p w14:paraId="447EE7A1" w14:textId="0039757F" w:rsidR="00BD195B" w:rsidRPr="003404F1" w:rsidRDefault="00E52745" w:rsidP="00CD0D18">
            <w:r w:rsidRPr="003404F1">
              <w:rPr>
                <w:sz w:val="22"/>
                <w:szCs w:val="22"/>
              </w:rPr>
              <w:t>A laboratory suitable for this assessment task</w:t>
            </w:r>
          </w:p>
        </w:tc>
      </w:tr>
      <w:tr w:rsidR="00133034" w14:paraId="573B0D5B" w14:textId="77777777" w:rsidTr="000843D7">
        <w:tc>
          <w:tcPr>
            <w:tcW w:w="1327" w:type="pct"/>
            <w:vAlign w:val="top"/>
          </w:tcPr>
          <w:p w14:paraId="471A4A72" w14:textId="77777777" w:rsidR="00133034" w:rsidRPr="00C21A7D" w:rsidRDefault="00133034" w:rsidP="00133034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Due date and </w:t>
            </w:r>
            <w:r w:rsidRPr="00C21A7D"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3673" w:type="pct"/>
            <w:vAlign w:val="top"/>
          </w:tcPr>
          <w:p w14:paraId="56A6C75D" w14:textId="58BD6EC3" w:rsidR="00133034" w:rsidRPr="003404F1" w:rsidRDefault="00AC2B19" w:rsidP="00133034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3</w:t>
            </w:r>
            <w:r w:rsidR="00151B4C" w:rsidRPr="003404F1">
              <w:rPr>
                <w:sz w:val="22"/>
                <w:szCs w:val="22"/>
              </w:rPr>
              <w:t xml:space="preserve"> hours</w:t>
            </w:r>
          </w:p>
        </w:tc>
      </w:tr>
      <w:tr w:rsidR="000843D7" w14:paraId="72673F0E" w14:textId="77777777" w:rsidTr="000843D7">
        <w:tc>
          <w:tcPr>
            <w:tcW w:w="1327" w:type="pct"/>
            <w:vAlign w:val="top"/>
          </w:tcPr>
          <w:p w14:paraId="0F7C3C58" w14:textId="77777777" w:rsidR="00D3488D" w:rsidRPr="00C21A7D" w:rsidRDefault="00D3488D" w:rsidP="00D3488D">
            <w:pPr>
              <w:pStyle w:val="Body"/>
              <w:rPr>
                <w:b/>
                <w:sz w:val="22"/>
                <w:szCs w:val="22"/>
              </w:rPr>
            </w:pPr>
            <w:r w:rsidRPr="00C21A7D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3673" w:type="pct"/>
            <w:vAlign w:val="top"/>
          </w:tcPr>
          <w:p w14:paraId="7202A5FD" w14:textId="77777777" w:rsidR="00383248" w:rsidRPr="00A71413" w:rsidRDefault="00383248" w:rsidP="00383248">
            <w:pPr>
              <w:pStyle w:val="Body"/>
              <w:rPr>
                <w:sz w:val="22"/>
                <w:szCs w:val="22"/>
              </w:rPr>
            </w:pPr>
            <w:r w:rsidRPr="00A71413">
              <w:rPr>
                <w:sz w:val="22"/>
                <w:szCs w:val="22"/>
              </w:rPr>
              <w:t xml:space="preserve">In accordance with the TAFE NSW policy </w:t>
            </w:r>
            <w:r w:rsidRPr="00A71413">
              <w:rPr>
                <w:i/>
                <w:iCs/>
                <w:sz w:val="22"/>
                <w:szCs w:val="22"/>
              </w:rPr>
              <w:t xml:space="preserve">Manage Assessment Appeals, </w:t>
            </w:r>
            <w:r w:rsidRPr="00A71413">
              <w:rPr>
                <w:sz w:val="22"/>
                <w:szCs w:val="22"/>
              </w:rPr>
              <w:t xml:space="preserve">all students have the right to appeal an assessment decision in relation to how the assessment was conducted and the outcome of the assessment. Appeals must be lodged within </w:t>
            </w:r>
            <w:r w:rsidRPr="00A71413">
              <w:rPr>
                <w:b/>
                <w:bCs/>
                <w:sz w:val="22"/>
                <w:szCs w:val="22"/>
              </w:rPr>
              <w:t>14 working days</w:t>
            </w:r>
            <w:r w:rsidRPr="00A71413">
              <w:rPr>
                <w:sz w:val="22"/>
                <w:szCs w:val="22"/>
              </w:rPr>
              <w:t xml:space="preserve"> of the formal notification of the result of the assessment. </w:t>
            </w:r>
          </w:p>
          <w:p w14:paraId="6AA6E17B" w14:textId="77777777" w:rsidR="00383248" w:rsidRPr="00A71413" w:rsidRDefault="00383248" w:rsidP="00383248">
            <w:pPr>
              <w:pStyle w:val="Body"/>
              <w:rPr>
                <w:sz w:val="22"/>
                <w:szCs w:val="22"/>
              </w:rPr>
            </w:pPr>
            <w:r w:rsidRPr="00A71413">
              <w:rPr>
                <w:sz w:val="22"/>
                <w:szCs w:val="22"/>
              </w:rPr>
              <w:t>If you would like to request a review of your results or if you have any concerns about your results, contact your Teacher or Head Teacher.  If they are unavailable, contact the Student Administration Officer.</w:t>
            </w:r>
          </w:p>
          <w:p w14:paraId="2C23BF1B" w14:textId="1F250E37" w:rsidR="00D3488D" w:rsidRPr="00E2658C" w:rsidRDefault="00383248" w:rsidP="00383248">
            <w:pPr>
              <w:pStyle w:val="Body"/>
              <w:rPr>
                <w:lang w:eastAsia="en-AU"/>
              </w:rPr>
            </w:pPr>
            <w:r w:rsidRPr="00A71413">
              <w:rPr>
                <w:sz w:val="22"/>
                <w:szCs w:val="22"/>
              </w:rPr>
              <w:t>Contact your Head Teacher for the assessment appeals procedures at your college/campus.</w:t>
            </w:r>
          </w:p>
        </w:tc>
      </w:tr>
    </w:tbl>
    <w:p w14:paraId="7DEAEA87" w14:textId="77777777" w:rsidR="00D3488D" w:rsidRPr="008F6497" w:rsidRDefault="00D3488D" w:rsidP="00D3488D">
      <w:pPr>
        <w:pStyle w:val="Heading2"/>
      </w:pPr>
      <w:r w:rsidRPr="008F6497">
        <w:t>Specific task instructions</w:t>
      </w:r>
    </w:p>
    <w:p w14:paraId="3834335B" w14:textId="77777777" w:rsidR="00D3488D" w:rsidRPr="002C058F" w:rsidRDefault="00D3488D" w:rsidP="00D3488D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instructions and the </w:t>
      </w:r>
      <w:r w:rsidRPr="002C058F">
        <w:rPr>
          <w:sz w:val="22"/>
          <w:szCs w:val="22"/>
          <w:lang w:eastAsia="en-AU"/>
        </w:rPr>
        <w:t xml:space="preserve">criteria in the tasks and activities below will be used by the assessor to determine </w:t>
      </w:r>
      <w:r>
        <w:rPr>
          <w:sz w:val="22"/>
          <w:szCs w:val="22"/>
          <w:lang w:eastAsia="en-AU"/>
        </w:rPr>
        <w:t>if you have satisfactorily completed this assessment event</w:t>
      </w:r>
      <w:r w:rsidRPr="002C058F">
        <w:rPr>
          <w:sz w:val="22"/>
          <w:szCs w:val="22"/>
          <w:lang w:eastAsia="en-AU"/>
        </w:rPr>
        <w:t xml:space="preserve">. Use these </w:t>
      </w:r>
      <w:r>
        <w:rPr>
          <w:sz w:val="22"/>
          <w:szCs w:val="22"/>
          <w:lang w:eastAsia="en-AU"/>
        </w:rPr>
        <w:t>instructions as a guide</w:t>
      </w:r>
      <w:r w:rsidRPr="002C058F">
        <w:rPr>
          <w:sz w:val="22"/>
          <w:szCs w:val="22"/>
          <w:lang w:eastAsia="en-AU"/>
        </w:rPr>
        <w:t xml:space="preserve"> to ensure you demonstrate the required knowledge.</w:t>
      </w:r>
    </w:p>
    <w:p w14:paraId="55AC99F9" w14:textId="77777777" w:rsidR="00F352F3" w:rsidRDefault="00F352F3">
      <w:pPr>
        <w:tabs>
          <w:tab w:val="clear" w:pos="284"/>
        </w:tabs>
        <w:spacing w:before="0" w:after="200" w:line="276" w:lineRule="auto"/>
      </w:pPr>
    </w:p>
    <w:p w14:paraId="6C48C381" w14:textId="54EDC74D" w:rsidR="00F352F3" w:rsidRPr="00383248" w:rsidRDefault="00F352F3">
      <w:pPr>
        <w:tabs>
          <w:tab w:val="clear" w:pos="284"/>
        </w:tabs>
        <w:spacing w:before="0" w:after="200" w:line="276" w:lineRule="auto"/>
        <w:rPr>
          <w:sz w:val="22"/>
        </w:rPr>
      </w:pPr>
      <w:r w:rsidRPr="00383248">
        <w:rPr>
          <w:sz w:val="22"/>
        </w:rPr>
        <w:t>Specific task instructions are listed under each Part.</w:t>
      </w:r>
    </w:p>
    <w:p w14:paraId="45A2FCB4" w14:textId="58706E6A" w:rsidR="00D3488D" w:rsidRDefault="00D3488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A80DA8E" w14:textId="77777777" w:rsidR="003B0150" w:rsidRPr="008F6497" w:rsidRDefault="003B0150" w:rsidP="003B0150">
      <w:pPr>
        <w:pStyle w:val="Heading2"/>
        <w:spacing w:before="120"/>
        <w:contextualSpacing w:val="0"/>
      </w:pPr>
      <w:bookmarkStart w:id="2" w:name="_Hlk8197666"/>
      <w:r>
        <w:lastRenderedPageBreak/>
        <w:t>Part 1: Receive samples for testing</w:t>
      </w:r>
    </w:p>
    <w:p w14:paraId="2C4D51C7" w14:textId="1787680B" w:rsidR="003B0150" w:rsidRPr="00442193" w:rsidRDefault="003B0150" w:rsidP="003B0150">
      <w:pPr>
        <w:spacing w:line="240" w:lineRule="auto"/>
        <w:rPr>
          <w:szCs w:val="24"/>
          <w:lang w:eastAsia="en-AU"/>
        </w:rPr>
      </w:pPr>
      <w:r w:rsidRPr="00442193">
        <w:rPr>
          <w:szCs w:val="24"/>
          <w:lang w:eastAsia="en-AU"/>
        </w:rPr>
        <w:t>To complete this part of the assessment, you will be required to receive three different sample types</w:t>
      </w:r>
      <w:r w:rsidR="00A41985">
        <w:rPr>
          <w:szCs w:val="24"/>
          <w:lang w:eastAsia="en-AU"/>
        </w:rPr>
        <w:t xml:space="preserve"> and</w:t>
      </w:r>
      <w:r w:rsidRPr="00442193">
        <w:rPr>
          <w:szCs w:val="24"/>
          <w:lang w:eastAsia="en-AU"/>
        </w:rPr>
        <w:t xml:space="preserve"> enter them into the LIMS </w:t>
      </w:r>
      <w:r w:rsidR="00A41985">
        <w:rPr>
          <w:szCs w:val="24"/>
          <w:lang w:eastAsia="en-AU"/>
        </w:rPr>
        <w:t>spreadsheet.</w:t>
      </w:r>
    </w:p>
    <w:p w14:paraId="2D47111E" w14:textId="77777777" w:rsidR="003B0150" w:rsidRPr="00442193" w:rsidRDefault="003B0150" w:rsidP="003B0150">
      <w:pPr>
        <w:spacing w:line="240" w:lineRule="auto"/>
        <w:rPr>
          <w:i/>
          <w:iCs/>
          <w:color w:val="808080"/>
          <w:szCs w:val="24"/>
          <w:lang w:eastAsia="en-AU"/>
        </w:rPr>
      </w:pPr>
      <w:r w:rsidRPr="00442193">
        <w:rPr>
          <w:szCs w:val="24"/>
          <w:lang w:eastAsia="en-AU"/>
        </w:rPr>
        <w:t>Using the information below and the criteria listed on the assessment checklist you are required to complete the task below.</w:t>
      </w:r>
    </w:p>
    <w:p w14:paraId="1A686CDD" w14:textId="77777777" w:rsidR="003B0150" w:rsidRPr="00442193" w:rsidRDefault="003B0150" w:rsidP="003B0150">
      <w:pPr>
        <w:spacing w:line="240" w:lineRule="auto"/>
        <w:rPr>
          <w:szCs w:val="24"/>
          <w:lang w:eastAsia="en-AU"/>
        </w:rPr>
      </w:pPr>
      <w:r w:rsidRPr="00442193">
        <w:rPr>
          <w:szCs w:val="24"/>
          <w:lang w:eastAsia="en-AU"/>
        </w:rPr>
        <w:t>Once completed you will need to submit this assessment to your assessor for marking.</w:t>
      </w:r>
    </w:p>
    <w:p w14:paraId="33252045" w14:textId="77777777" w:rsidR="003B0150" w:rsidRPr="00442193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spacing w:line="240" w:lineRule="auto"/>
        <w:rPr>
          <w:b/>
          <w:color w:val="FFFFFF" w:themeColor="background1"/>
          <w:szCs w:val="24"/>
          <w:lang w:eastAsia="en-AU"/>
        </w:rPr>
      </w:pPr>
      <w:r w:rsidRPr="00442193">
        <w:rPr>
          <w:b/>
          <w:color w:val="FFFFFF" w:themeColor="background1"/>
          <w:szCs w:val="24"/>
          <w:lang w:eastAsia="en-AU"/>
        </w:rPr>
        <w:t>Your task</w:t>
      </w:r>
    </w:p>
    <w:p w14:paraId="3253C392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 w:rsidRPr="00442193">
        <w:rPr>
          <w:szCs w:val="24"/>
        </w:rPr>
        <w:t>You have received a set of three samples that require some form of pre-treatment prior to testing. Each of the three samples are to be entered into the LIMS, labelled, preserved and sub-sampled.</w:t>
      </w:r>
    </w:p>
    <w:p w14:paraId="52827CF9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73013A7D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 w:rsidRPr="00442193">
        <w:rPr>
          <w:b/>
          <w:i/>
          <w:szCs w:val="24"/>
        </w:rPr>
        <w:t>To complete this task, you will be provided:</w:t>
      </w:r>
    </w:p>
    <w:p w14:paraId="112DCC0B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 xml:space="preserve">2 separate </w:t>
      </w:r>
      <w:r>
        <w:rPr>
          <w:szCs w:val="24"/>
        </w:rPr>
        <w:t>c</w:t>
      </w:r>
      <w:r w:rsidRPr="00442193">
        <w:rPr>
          <w:szCs w:val="24"/>
        </w:rPr>
        <w:t xml:space="preserve">hain of </w:t>
      </w:r>
      <w:r>
        <w:rPr>
          <w:szCs w:val="24"/>
        </w:rPr>
        <w:t>c</w:t>
      </w:r>
      <w:r w:rsidRPr="00442193">
        <w:rPr>
          <w:szCs w:val="24"/>
        </w:rPr>
        <w:t>ustody</w:t>
      </w:r>
      <w:r>
        <w:rPr>
          <w:szCs w:val="24"/>
        </w:rPr>
        <w:t xml:space="preserve"> forms</w:t>
      </w:r>
    </w:p>
    <w:p w14:paraId="24F97493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1 pathology request form</w:t>
      </w:r>
    </w:p>
    <w:p w14:paraId="10F9F62F" w14:textId="77777777" w:rsidR="003B0150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3 separate sample types – water, food and pathology</w:t>
      </w:r>
    </w:p>
    <w:p w14:paraId="60662730" w14:textId="77777777" w:rsidR="003B0150" w:rsidRPr="00BD3BD6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i/>
          <w:szCs w:val="24"/>
        </w:rPr>
      </w:pPr>
      <w:r>
        <w:rPr>
          <w:szCs w:val="24"/>
        </w:rPr>
        <w:t xml:space="preserve">Access to the Excel file </w:t>
      </w:r>
      <w:r>
        <w:rPr>
          <w:i/>
          <w:szCs w:val="24"/>
        </w:rPr>
        <w:t xml:space="preserve">F100: </w:t>
      </w:r>
      <w:r w:rsidRPr="00A424B5">
        <w:rPr>
          <w:i/>
          <w:iCs/>
          <w:szCs w:val="24"/>
          <w:lang w:eastAsia="en-AU"/>
        </w:rPr>
        <w:t>Laboratory Information Management System</w:t>
      </w:r>
    </w:p>
    <w:p w14:paraId="49FA4C88" w14:textId="77777777" w:rsidR="003B0150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i/>
          <w:szCs w:val="24"/>
        </w:rPr>
      </w:pPr>
      <w:r>
        <w:rPr>
          <w:szCs w:val="24"/>
        </w:rPr>
        <w:t>Access to the laboratory computer/s</w:t>
      </w:r>
    </w:p>
    <w:p w14:paraId="2256CD0F" w14:textId="77777777" w:rsidR="003B0150" w:rsidRPr="00BC62FA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BD3BD6">
        <w:rPr>
          <w:szCs w:val="24"/>
        </w:rPr>
        <w:t>Access to the printer</w:t>
      </w:r>
    </w:p>
    <w:p w14:paraId="77056F25" w14:textId="77777777" w:rsidR="003B0150" w:rsidRPr="00495D8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2685CF36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b/>
          <w:i/>
          <w:szCs w:val="24"/>
        </w:rPr>
      </w:pPr>
      <w:bookmarkStart w:id="3" w:name="_Hlk25302759"/>
      <w:r w:rsidRPr="00442193">
        <w:rPr>
          <w:b/>
          <w:i/>
          <w:szCs w:val="24"/>
        </w:rPr>
        <w:t>Step 1: WHS</w:t>
      </w:r>
    </w:p>
    <w:p w14:paraId="766B0C54" w14:textId="6BCA2303" w:rsidR="003B0150" w:rsidRDefault="003B0150" w:rsidP="00C84C6B">
      <w:pPr>
        <w:pStyle w:val="ListParagraph"/>
        <w:numPr>
          <w:ilvl w:val="0"/>
          <w:numId w:val="6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Ensure you are wearin</w:t>
      </w:r>
      <w:r w:rsidR="00FF15A3">
        <w:rPr>
          <w:szCs w:val="24"/>
        </w:rPr>
        <w:t>g appropriate PPE for this task</w:t>
      </w:r>
    </w:p>
    <w:p w14:paraId="03C4D7D3" w14:textId="77777777" w:rsidR="003B0150" w:rsidRPr="00495D8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31985CF2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 w:rsidRPr="00442193">
        <w:rPr>
          <w:b/>
          <w:i/>
          <w:szCs w:val="24"/>
        </w:rPr>
        <w:t>Step 2: Preparation</w:t>
      </w:r>
    </w:p>
    <w:p w14:paraId="3D327898" w14:textId="77777777" w:rsidR="003B0150" w:rsidRPr="00442193" w:rsidRDefault="003B0150" w:rsidP="00C84C6B">
      <w:pPr>
        <w:pStyle w:val="ListParagraph"/>
        <w:numPr>
          <w:ilvl w:val="0"/>
          <w:numId w:val="10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Read all documentation thoroughly</w:t>
      </w:r>
    </w:p>
    <w:p w14:paraId="54494066" w14:textId="3A7D5CDB" w:rsidR="003B0150" w:rsidRDefault="003B0150" w:rsidP="00C84C6B">
      <w:pPr>
        <w:pStyle w:val="ListParagraph"/>
        <w:numPr>
          <w:ilvl w:val="0"/>
          <w:numId w:val="10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 xml:space="preserve">Make sure </w:t>
      </w:r>
      <w:r w:rsidR="003413D8">
        <w:rPr>
          <w:szCs w:val="24"/>
        </w:rPr>
        <w:t>the food sample match the food chain of custod</w:t>
      </w:r>
      <w:r w:rsidR="00CB51A6">
        <w:rPr>
          <w:szCs w:val="24"/>
        </w:rPr>
        <w:t>y form</w:t>
      </w:r>
    </w:p>
    <w:p w14:paraId="6D074E1F" w14:textId="5D6BECE0" w:rsidR="003413D8" w:rsidRDefault="003413D8" w:rsidP="00C84C6B">
      <w:pPr>
        <w:pStyle w:val="ListParagraph"/>
        <w:numPr>
          <w:ilvl w:val="0"/>
          <w:numId w:val="10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Make sure the water sample match the water chain of custod</w:t>
      </w:r>
      <w:r w:rsidR="00CB51A6">
        <w:rPr>
          <w:szCs w:val="24"/>
        </w:rPr>
        <w:t>y form</w:t>
      </w:r>
    </w:p>
    <w:p w14:paraId="0CB4D2FA" w14:textId="7B0E2C2A" w:rsidR="003413D8" w:rsidRDefault="003413D8" w:rsidP="00C84C6B">
      <w:pPr>
        <w:pStyle w:val="ListParagraph"/>
        <w:numPr>
          <w:ilvl w:val="0"/>
          <w:numId w:val="10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Make sure the pathology sample match the pathology request form</w:t>
      </w:r>
    </w:p>
    <w:p w14:paraId="19387973" w14:textId="77777777" w:rsidR="003B0150" w:rsidRDefault="003B0150" w:rsidP="00C84C6B">
      <w:pPr>
        <w:pStyle w:val="ListParagraph"/>
        <w:numPr>
          <w:ilvl w:val="0"/>
          <w:numId w:val="10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Sign and date the chain of custody / pathology forms</w:t>
      </w:r>
    </w:p>
    <w:p w14:paraId="2697F5F0" w14:textId="5B83E6B5" w:rsidR="004D576B" w:rsidRDefault="004D576B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2EC2C4C4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b/>
          <w:i/>
          <w:szCs w:val="24"/>
        </w:rPr>
      </w:pPr>
      <w:r>
        <w:rPr>
          <w:b/>
          <w:bCs/>
          <w:i/>
          <w:iCs/>
          <w:szCs w:val="24"/>
        </w:rPr>
        <w:lastRenderedPageBreak/>
        <w:t xml:space="preserve">Step 3: </w:t>
      </w:r>
      <w:r w:rsidRPr="00442193">
        <w:rPr>
          <w:b/>
          <w:i/>
          <w:szCs w:val="24"/>
        </w:rPr>
        <w:t>Log samples</w:t>
      </w:r>
    </w:p>
    <w:p w14:paraId="01035F1C" w14:textId="1AB6BBDD" w:rsidR="003B0150" w:rsidRDefault="003B0150" w:rsidP="00C84C6B">
      <w:pPr>
        <w:pStyle w:val="ListParagraph"/>
        <w:numPr>
          <w:ilvl w:val="0"/>
          <w:numId w:val="11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 xml:space="preserve">Open the Excel file </w:t>
      </w:r>
      <w:r>
        <w:rPr>
          <w:i/>
          <w:iCs/>
          <w:szCs w:val="24"/>
        </w:rPr>
        <w:t>F100: Laboratory Information Management System</w:t>
      </w:r>
      <w:r>
        <w:rPr>
          <w:szCs w:val="24"/>
        </w:rPr>
        <w:t xml:space="preserve"> and follow the instructions on the following sheet: </w:t>
      </w:r>
      <w:r>
        <w:rPr>
          <w:i/>
          <w:iCs/>
          <w:szCs w:val="24"/>
        </w:rPr>
        <w:t>1. Log samples</w:t>
      </w:r>
      <w:r>
        <w:rPr>
          <w:szCs w:val="24"/>
        </w:rPr>
        <w:t xml:space="preserve">. This is the only sheet you are required </w:t>
      </w:r>
      <w:r w:rsidR="00FF15A3">
        <w:rPr>
          <w:szCs w:val="24"/>
        </w:rPr>
        <w:t>to use for this assessment task</w:t>
      </w:r>
    </w:p>
    <w:p w14:paraId="796468B8" w14:textId="725420F4" w:rsidR="003B0150" w:rsidRPr="00A424B5" w:rsidRDefault="003B0150" w:rsidP="003B0150">
      <w:pPr>
        <w:pStyle w:val="ListParagraph"/>
        <w:tabs>
          <w:tab w:val="clear" w:pos="284"/>
        </w:tabs>
        <w:spacing w:line="240" w:lineRule="auto"/>
        <w:contextualSpacing w:val="0"/>
        <w:rPr>
          <w:i/>
          <w:iCs/>
          <w:szCs w:val="24"/>
        </w:rPr>
      </w:pPr>
      <w:r>
        <w:rPr>
          <w:i/>
          <w:iCs/>
          <w:szCs w:val="24"/>
        </w:rPr>
        <w:t>Remember to m</w:t>
      </w:r>
      <w:r w:rsidRPr="00A424B5">
        <w:rPr>
          <w:i/>
          <w:iCs/>
          <w:szCs w:val="24"/>
        </w:rPr>
        <w:t>ake adjustments to the due date for any urgent samples to ensure they are processed</w:t>
      </w:r>
      <w:r w:rsidR="00FF15A3">
        <w:rPr>
          <w:i/>
          <w:iCs/>
          <w:szCs w:val="24"/>
        </w:rPr>
        <w:t xml:space="preserve"> within an acceptable timeframe</w:t>
      </w:r>
    </w:p>
    <w:p w14:paraId="5A756E86" w14:textId="27BDC95C" w:rsidR="004D576B" w:rsidRDefault="003B0150" w:rsidP="00C84C6B">
      <w:pPr>
        <w:pStyle w:val="ListParagraph"/>
        <w:numPr>
          <w:ilvl w:val="0"/>
          <w:numId w:val="11"/>
        </w:numPr>
        <w:tabs>
          <w:tab w:val="clear" w:pos="284"/>
        </w:tabs>
        <w:spacing w:before="0" w:after="200" w:line="276" w:lineRule="auto"/>
        <w:contextualSpacing w:val="0"/>
        <w:rPr>
          <w:szCs w:val="24"/>
        </w:rPr>
      </w:pPr>
      <w:r w:rsidRPr="001E1757">
        <w:rPr>
          <w:szCs w:val="24"/>
        </w:rPr>
        <w:t xml:space="preserve">Print out the sheet: </w:t>
      </w:r>
      <w:r w:rsidRPr="001E1757">
        <w:rPr>
          <w:i/>
          <w:iCs/>
          <w:szCs w:val="24"/>
        </w:rPr>
        <w:t>1. Log samples</w:t>
      </w:r>
      <w:r w:rsidRPr="001E1757">
        <w:rPr>
          <w:szCs w:val="24"/>
        </w:rPr>
        <w:t xml:space="preserve"> and wr</w:t>
      </w:r>
      <w:r w:rsidR="00FF15A3">
        <w:rPr>
          <w:szCs w:val="24"/>
        </w:rPr>
        <w:t>ite your name, sign and date it</w:t>
      </w:r>
    </w:p>
    <w:p w14:paraId="0AC176D2" w14:textId="77777777" w:rsidR="004D576B" w:rsidRPr="004D576B" w:rsidRDefault="004D576B" w:rsidP="004D576B">
      <w:pPr>
        <w:tabs>
          <w:tab w:val="clear" w:pos="284"/>
        </w:tabs>
        <w:spacing w:before="0" w:after="200" w:line="276" w:lineRule="auto"/>
        <w:rPr>
          <w:szCs w:val="24"/>
        </w:rPr>
      </w:pPr>
    </w:p>
    <w:p w14:paraId="070DBAB8" w14:textId="1266BF31" w:rsidR="003B0150" w:rsidRPr="001E1757" w:rsidRDefault="003B0150" w:rsidP="004D576B">
      <w:pPr>
        <w:tabs>
          <w:tab w:val="clear" w:pos="284"/>
        </w:tabs>
        <w:spacing w:before="0" w:after="200" w:line="276" w:lineRule="auto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Step 4: Housekeeping</w:t>
      </w:r>
    </w:p>
    <w:p w14:paraId="34C0D300" w14:textId="6639BD5F" w:rsidR="003B0150" w:rsidRDefault="003B0150" w:rsidP="00C84C6B">
      <w:pPr>
        <w:pStyle w:val="ListParagraph"/>
        <w:numPr>
          <w:ilvl w:val="0"/>
          <w:numId w:val="24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Place the water sample and pathology samples back into the fridge</w:t>
      </w:r>
    </w:p>
    <w:p w14:paraId="5022C5DE" w14:textId="477A92A7" w:rsidR="003413D8" w:rsidRDefault="003413D8" w:rsidP="00C84C6B">
      <w:pPr>
        <w:pStyle w:val="ListParagraph"/>
        <w:numPr>
          <w:ilvl w:val="0"/>
          <w:numId w:val="24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Keep the food sample out for Part 2</w:t>
      </w:r>
    </w:p>
    <w:p w14:paraId="646B7CA4" w14:textId="00F14D0C" w:rsidR="003B0150" w:rsidRDefault="003B0150" w:rsidP="00C84C6B">
      <w:pPr>
        <w:pStyle w:val="ListParagraph"/>
        <w:numPr>
          <w:ilvl w:val="0"/>
          <w:numId w:val="24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Wipe down your workstation so that it is clean an</w:t>
      </w:r>
      <w:r w:rsidR="00FF15A3">
        <w:rPr>
          <w:szCs w:val="24"/>
        </w:rPr>
        <w:t>d tidy</w:t>
      </w:r>
      <w:r w:rsidR="00E24568">
        <w:rPr>
          <w:szCs w:val="24"/>
        </w:rPr>
        <w:t>, including cleaning up any splashes and spills</w:t>
      </w:r>
      <w:r w:rsidR="00FF15A3">
        <w:rPr>
          <w:szCs w:val="24"/>
        </w:rPr>
        <w:t xml:space="preserve"> before commencing Part 2</w:t>
      </w:r>
    </w:p>
    <w:bookmarkEnd w:id="3"/>
    <w:p w14:paraId="0A999106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405D46CE" w14:textId="77777777" w:rsidR="003B0150" w:rsidRPr="00442193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spacing w:line="240" w:lineRule="auto"/>
        <w:rPr>
          <w:b/>
          <w:color w:val="FFFFFF" w:themeColor="background1"/>
          <w:szCs w:val="24"/>
          <w:lang w:eastAsia="en-AU"/>
        </w:rPr>
      </w:pPr>
      <w:r w:rsidRPr="00442193">
        <w:rPr>
          <w:b/>
          <w:color w:val="FFFFFF" w:themeColor="background1"/>
          <w:szCs w:val="24"/>
          <w:lang w:eastAsia="en-AU"/>
        </w:rPr>
        <w:t>Physical evidence required:</w:t>
      </w:r>
    </w:p>
    <w:p w14:paraId="55722C72" w14:textId="77777777" w:rsidR="003B0150" w:rsidRPr="00BC62FA" w:rsidRDefault="003B0150" w:rsidP="00C84C6B">
      <w:pPr>
        <w:pStyle w:val="ListParagraph"/>
        <w:numPr>
          <w:ilvl w:val="0"/>
          <w:numId w:val="12"/>
        </w:numPr>
        <w:spacing w:line="240" w:lineRule="auto"/>
        <w:contextualSpacing w:val="0"/>
        <w:rPr>
          <w:b/>
          <w:bCs/>
          <w:szCs w:val="24"/>
        </w:rPr>
      </w:pPr>
      <w:r w:rsidRPr="00BC62FA">
        <w:rPr>
          <w:b/>
          <w:bCs/>
          <w:szCs w:val="24"/>
        </w:rPr>
        <w:t>Chain of custody / Pathology request forms</w:t>
      </w:r>
    </w:p>
    <w:p w14:paraId="181FE290" w14:textId="77777777" w:rsidR="003B0150" w:rsidRDefault="003B0150" w:rsidP="00C84C6B">
      <w:pPr>
        <w:pStyle w:val="ListParagraph"/>
        <w:numPr>
          <w:ilvl w:val="1"/>
          <w:numId w:val="12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Forms signed and dated</w:t>
      </w:r>
    </w:p>
    <w:p w14:paraId="1A437D4A" w14:textId="77777777" w:rsidR="003B0150" w:rsidRPr="00BC62FA" w:rsidRDefault="003B0150" w:rsidP="00C84C6B">
      <w:pPr>
        <w:pStyle w:val="ListParagraph"/>
        <w:numPr>
          <w:ilvl w:val="0"/>
          <w:numId w:val="12"/>
        </w:numPr>
        <w:spacing w:line="240" w:lineRule="auto"/>
        <w:contextualSpacing w:val="0"/>
        <w:rPr>
          <w:b/>
          <w:bCs/>
          <w:szCs w:val="24"/>
        </w:rPr>
      </w:pPr>
      <w:r w:rsidRPr="00BC62FA">
        <w:rPr>
          <w:b/>
          <w:bCs/>
          <w:i/>
          <w:iCs/>
          <w:szCs w:val="24"/>
        </w:rPr>
        <w:t>F100: Laboratory information management system</w:t>
      </w:r>
      <w:r w:rsidRPr="00BC62FA">
        <w:rPr>
          <w:b/>
          <w:bCs/>
          <w:szCs w:val="24"/>
        </w:rPr>
        <w:t>:</w:t>
      </w:r>
    </w:p>
    <w:p w14:paraId="2A2A4498" w14:textId="77777777" w:rsidR="003B0150" w:rsidRDefault="003B0150" w:rsidP="00C84C6B">
      <w:pPr>
        <w:pStyle w:val="ListParagraph"/>
        <w:numPr>
          <w:ilvl w:val="1"/>
          <w:numId w:val="12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 xml:space="preserve">Sheet </w:t>
      </w:r>
      <w:r w:rsidRPr="00890D0B">
        <w:rPr>
          <w:i/>
          <w:iCs/>
          <w:szCs w:val="24"/>
        </w:rPr>
        <w:t>1. Log samples</w:t>
      </w:r>
      <w:r>
        <w:rPr>
          <w:szCs w:val="24"/>
        </w:rPr>
        <w:t xml:space="preserve"> completed and printed</w:t>
      </w:r>
    </w:p>
    <w:p w14:paraId="3296445A" w14:textId="77777777" w:rsidR="003B0150" w:rsidRPr="00326117" w:rsidRDefault="003B0150" w:rsidP="00C84C6B">
      <w:pPr>
        <w:pStyle w:val="ListParagraph"/>
        <w:numPr>
          <w:ilvl w:val="1"/>
          <w:numId w:val="12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Student’s name, signature and date completed</w:t>
      </w:r>
    </w:p>
    <w:p w14:paraId="49C8EEF6" w14:textId="77777777" w:rsidR="003B0150" w:rsidRPr="005E6C5F" w:rsidRDefault="003B0150" w:rsidP="00C84C6B">
      <w:pPr>
        <w:pStyle w:val="ListParagraph"/>
        <w:numPr>
          <w:ilvl w:val="0"/>
          <w:numId w:val="12"/>
        </w:numPr>
        <w:spacing w:line="240" w:lineRule="auto"/>
        <w:contextualSpacing w:val="0"/>
        <w:rPr>
          <w:szCs w:val="24"/>
        </w:rPr>
      </w:pPr>
      <w:r>
        <w:rPr>
          <w:b/>
          <w:bCs/>
          <w:szCs w:val="24"/>
        </w:rPr>
        <w:t>Samples:</w:t>
      </w:r>
    </w:p>
    <w:p w14:paraId="3C842B09" w14:textId="77777777" w:rsidR="003B0150" w:rsidRPr="00B44764" w:rsidRDefault="003B0150" w:rsidP="00C84C6B">
      <w:pPr>
        <w:pStyle w:val="ListParagraph"/>
        <w:numPr>
          <w:ilvl w:val="1"/>
          <w:numId w:val="12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B44764">
        <w:rPr>
          <w:szCs w:val="24"/>
        </w:rPr>
        <w:t>Water and pathology samples have been refrigerated</w:t>
      </w:r>
    </w:p>
    <w:p w14:paraId="3573BFAD" w14:textId="77777777" w:rsidR="003B0150" w:rsidRPr="005E6C5F" w:rsidRDefault="003B0150" w:rsidP="00C84C6B">
      <w:pPr>
        <w:pStyle w:val="ListParagraph"/>
        <w:numPr>
          <w:ilvl w:val="0"/>
          <w:numId w:val="12"/>
        </w:numPr>
        <w:spacing w:line="240" w:lineRule="auto"/>
        <w:contextualSpacing w:val="0"/>
        <w:rPr>
          <w:szCs w:val="24"/>
        </w:rPr>
      </w:pPr>
      <w:r>
        <w:rPr>
          <w:b/>
          <w:bCs/>
          <w:szCs w:val="24"/>
        </w:rPr>
        <w:t>Housekeeping:</w:t>
      </w:r>
    </w:p>
    <w:p w14:paraId="348D2DA9" w14:textId="77777777" w:rsidR="003B0150" w:rsidRDefault="003B0150" w:rsidP="00C84C6B">
      <w:pPr>
        <w:pStyle w:val="ListParagraph"/>
        <w:numPr>
          <w:ilvl w:val="1"/>
          <w:numId w:val="12"/>
        </w:numPr>
        <w:spacing w:line="240" w:lineRule="auto"/>
        <w:contextualSpacing w:val="0"/>
        <w:rPr>
          <w:szCs w:val="24"/>
        </w:rPr>
      </w:pPr>
      <w:r w:rsidRPr="005E6C5F">
        <w:rPr>
          <w:szCs w:val="24"/>
        </w:rPr>
        <w:t>Bench has been wiped down</w:t>
      </w:r>
    </w:p>
    <w:p w14:paraId="271D6FC2" w14:textId="77777777" w:rsidR="003B0150" w:rsidRPr="00B44764" w:rsidRDefault="003B0150" w:rsidP="00C84C6B">
      <w:pPr>
        <w:pStyle w:val="ListParagraph"/>
        <w:numPr>
          <w:ilvl w:val="1"/>
          <w:numId w:val="12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Rubbish has been placed into the waste bin, recycling, or hazardous waste containers, as required</w:t>
      </w:r>
    </w:p>
    <w:p w14:paraId="2F552445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705D26C8" w14:textId="77777777" w:rsidR="003B0150" w:rsidRDefault="003B0150" w:rsidP="003B0150">
      <w:pPr>
        <w:tabs>
          <w:tab w:val="clear" w:pos="284"/>
        </w:tabs>
        <w:spacing w:line="240" w:lineRule="auto"/>
      </w:pPr>
      <w:r>
        <w:br w:type="page"/>
      </w:r>
    </w:p>
    <w:p w14:paraId="40A5BDF1" w14:textId="77777777" w:rsidR="003B0150" w:rsidRPr="008F6497" w:rsidRDefault="003B0150" w:rsidP="003B0150">
      <w:pPr>
        <w:pStyle w:val="Heading2"/>
        <w:spacing w:before="120"/>
        <w:contextualSpacing w:val="0"/>
      </w:pPr>
      <w:r>
        <w:lastRenderedPageBreak/>
        <w:t>Part 2: Food sample preparation</w:t>
      </w:r>
    </w:p>
    <w:p w14:paraId="3174A6FC" w14:textId="77777777" w:rsidR="003B0150" w:rsidRPr="00442193" w:rsidRDefault="003B0150" w:rsidP="003B0150">
      <w:pPr>
        <w:spacing w:line="240" w:lineRule="auto"/>
        <w:rPr>
          <w:szCs w:val="24"/>
          <w:lang w:eastAsia="en-AU"/>
        </w:rPr>
      </w:pPr>
      <w:r w:rsidRPr="00442193">
        <w:rPr>
          <w:szCs w:val="24"/>
          <w:lang w:eastAsia="en-AU"/>
        </w:rPr>
        <w:t>To complete this part of the assessment, you will be required to perform a pre-testing task on your food sample from Part 1.</w:t>
      </w:r>
    </w:p>
    <w:p w14:paraId="6336E29E" w14:textId="77777777" w:rsidR="003B0150" w:rsidRPr="00442193" w:rsidRDefault="003B0150" w:rsidP="003B0150">
      <w:pPr>
        <w:spacing w:line="240" w:lineRule="auto"/>
        <w:rPr>
          <w:i/>
          <w:iCs/>
          <w:color w:val="808080"/>
          <w:szCs w:val="24"/>
          <w:lang w:eastAsia="en-AU"/>
        </w:rPr>
      </w:pPr>
      <w:r w:rsidRPr="00442193">
        <w:rPr>
          <w:szCs w:val="24"/>
          <w:lang w:eastAsia="en-AU"/>
        </w:rPr>
        <w:t>Using the information below and the criteria listed on the assessment checklist you are required to complete the task below.</w:t>
      </w:r>
    </w:p>
    <w:p w14:paraId="4BA0B5C4" w14:textId="77777777" w:rsidR="003B0150" w:rsidRPr="00442193" w:rsidRDefault="003B0150" w:rsidP="003B0150">
      <w:pPr>
        <w:spacing w:line="240" w:lineRule="auto"/>
        <w:rPr>
          <w:szCs w:val="24"/>
          <w:lang w:eastAsia="en-AU"/>
        </w:rPr>
      </w:pPr>
      <w:r w:rsidRPr="00442193">
        <w:rPr>
          <w:szCs w:val="24"/>
          <w:lang w:eastAsia="en-AU"/>
        </w:rPr>
        <w:t>Once completed you will need to submit this assessment to your assessor for marking.</w:t>
      </w:r>
    </w:p>
    <w:p w14:paraId="6F6A0F65" w14:textId="77777777" w:rsidR="003B0150" w:rsidRPr="00442193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spacing w:line="240" w:lineRule="auto"/>
        <w:rPr>
          <w:b/>
          <w:color w:val="FFFFFF" w:themeColor="background1"/>
          <w:szCs w:val="24"/>
          <w:lang w:eastAsia="en-AU"/>
        </w:rPr>
      </w:pPr>
      <w:r w:rsidRPr="00442193">
        <w:rPr>
          <w:b/>
          <w:color w:val="FFFFFF" w:themeColor="background1"/>
          <w:szCs w:val="24"/>
          <w:lang w:eastAsia="en-AU"/>
        </w:rPr>
        <w:t>Your task:</w:t>
      </w:r>
    </w:p>
    <w:p w14:paraId="52DD84CF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>
        <w:rPr>
          <w:szCs w:val="24"/>
        </w:rPr>
        <w:t>To c</w:t>
      </w:r>
      <w:r w:rsidRPr="00442193">
        <w:rPr>
          <w:szCs w:val="24"/>
        </w:rPr>
        <w:t>ollect your food sample</w:t>
      </w:r>
      <w:r>
        <w:rPr>
          <w:szCs w:val="24"/>
        </w:rPr>
        <w:t xml:space="preserve"> and matching chain of custody</w:t>
      </w:r>
      <w:r w:rsidRPr="00442193">
        <w:rPr>
          <w:szCs w:val="24"/>
        </w:rPr>
        <w:t xml:space="preserve"> from Part 1 and prepare it for testing.</w:t>
      </w:r>
    </w:p>
    <w:p w14:paraId="173CE16D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15A0DF7A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bookmarkStart w:id="4" w:name="_Hlk25302704"/>
      <w:r w:rsidRPr="00442193">
        <w:rPr>
          <w:b/>
          <w:i/>
          <w:szCs w:val="24"/>
        </w:rPr>
        <w:t>To complete this task, you will be provided:</w:t>
      </w:r>
    </w:p>
    <w:p w14:paraId="57AA0CBB" w14:textId="77777777" w:rsidR="003B0150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Food sample and chain of custody from Part 1</w:t>
      </w:r>
    </w:p>
    <w:p w14:paraId="31B751BA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 xml:space="preserve">Standard operating procedure </w:t>
      </w:r>
      <w:r>
        <w:rPr>
          <w:i/>
          <w:iCs/>
          <w:szCs w:val="24"/>
        </w:rPr>
        <w:t>M133: Determination of calcium in dry foods</w:t>
      </w:r>
    </w:p>
    <w:p w14:paraId="60C726B5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Blank labels</w:t>
      </w:r>
    </w:p>
    <w:p w14:paraId="5324DB4C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Access to fridge</w:t>
      </w:r>
    </w:p>
    <w:p w14:paraId="47FDE1E1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 xml:space="preserve">Sample </w:t>
      </w:r>
      <w:r>
        <w:rPr>
          <w:szCs w:val="24"/>
        </w:rPr>
        <w:t>jars or bags</w:t>
      </w:r>
    </w:p>
    <w:p w14:paraId="71CF4476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Access to digital scales</w:t>
      </w:r>
    </w:p>
    <w:p w14:paraId="378246E6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1BE6ABEA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b/>
          <w:i/>
          <w:szCs w:val="24"/>
        </w:rPr>
      </w:pPr>
      <w:r w:rsidRPr="00442193">
        <w:rPr>
          <w:b/>
          <w:i/>
          <w:szCs w:val="24"/>
        </w:rPr>
        <w:t xml:space="preserve">Step </w:t>
      </w:r>
      <w:r>
        <w:rPr>
          <w:b/>
          <w:i/>
          <w:szCs w:val="24"/>
        </w:rPr>
        <w:t>1</w:t>
      </w:r>
      <w:r w:rsidRPr="00442193">
        <w:rPr>
          <w:b/>
          <w:i/>
          <w:szCs w:val="24"/>
        </w:rPr>
        <w:t xml:space="preserve">: </w:t>
      </w:r>
      <w:r>
        <w:rPr>
          <w:b/>
          <w:i/>
          <w:szCs w:val="24"/>
        </w:rPr>
        <w:t>Sub-sampling</w:t>
      </w:r>
    </w:p>
    <w:p w14:paraId="7B5DF8FC" w14:textId="2C22DACA" w:rsidR="003B0150" w:rsidRDefault="003B0150" w:rsidP="00C84C6B">
      <w:pPr>
        <w:pStyle w:val="ListParagraph"/>
        <w:numPr>
          <w:ilvl w:val="3"/>
          <w:numId w:val="21"/>
        </w:numPr>
        <w:tabs>
          <w:tab w:val="clear" w:pos="284"/>
        </w:tabs>
        <w:spacing w:line="240" w:lineRule="auto"/>
        <w:ind w:left="709"/>
        <w:contextualSpacing w:val="0"/>
        <w:rPr>
          <w:szCs w:val="24"/>
        </w:rPr>
      </w:pPr>
      <w:r w:rsidRPr="00E7048D">
        <w:rPr>
          <w:szCs w:val="24"/>
        </w:rPr>
        <w:t>Follow the workplace procedure below to sub-sample thi</w:t>
      </w:r>
      <w:r w:rsidR="00FF15A3">
        <w:rPr>
          <w:szCs w:val="24"/>
        </w:rPr>
        <w:t>s sample for all tests required</w:t>
      </w:r>
    </w:p>
    <w:p w14:paraId="5F25D89A" w14:textId="77777777" w:rsidR="003B0150" w:rsidRDefault="003B0150" w:rsidP="00C84C6B">
      <w:pPr>
        <w:pStyle w:val="ListParagraph"/>
        <w:numPr>
          <w:ilvl w:val="3"/>
          <w:numId w:val="21"/>
        </w:numPr>
        <w:tabs>
          <w:tab w:val="clear" w:pos="284"/>
        </w:tabs>
        <w:spacing w:line="240" w:lineRule="auto"/>
        <w:ind w:left="709"/>
        <w:contextualSpacing w:val="0"/>
        <w:rPr>
          <w:szCs w:val="24"/>
        </w:rPr>
      </w:pPr>
      <w:r>
        <w:rPr>
          <w:szCs w:val="24"/>
        </w:rPr>
        <w:t>Place the sub-sample for pH in the fridge</w:t>
      </w:r>
    </w:p>
    <w:p w14:paraId="49F36BEE" w14:textId="5985AFF9" w:rsidR="003B0150" w:rsidRDefault="003B0150" w:rsidP="00C84C6B">
      <w:pPr>
        <w:pStyle w:val="ListParagraph"/>
        <w:numPr>
          <w:ilvl w:val="3"/>
          <w:numId w:val="21"/>
        </w:numPr>
        <w:tabs>
          <w:tab w:val="clear" w:pos="284"/>
        </w:tabs>
        <w:spacing w:line="240" w:lineRule="auto"/>
        <w:ind w:left="709"/>
        <w:contextualSpacing w:val="0"/>
        <w:rPr>
          <w:szCs w:val="24"/>
        </w:rPr>
      </w:pPr>
      <w:r>
        <w:rPr>
          <w:szCs w:val="24"/>
        </w:rPr>
        <w:t>Place the sub-samples for moisture and ash at the moisture and</w:t>
      </w:r>
      <w:r w:rsidR="00FF15A3">
        <w:rPr>
          <w:szCs w:val="24"/>
        </w:rPr>
        <w:t xml:space="preserve"> ash stations in the laboratory</w:t>
      </w:r>
    </w:p>
    <w:p w14:paraId="1A805717" w14:textId="77777777" w:rsidR="003B0150" w:rsidRDefault="003B0150" w:rsidP="00C84C6B">
      <w:pPr>
        <w:pStyle w:val="ListParagraph"/>
        <w:numPr>
          <w:ilvl w:val="3"/>
          <w:numId w:val="21"/>
        </w:numPr>
        <w:tabs>
          <w:tab w:val="clear" w:pos="284"/>
        </w:tabs>
        <w:spacing w:line="240" w:lineRule="auto"/>
        <w:ind w:left="709"/>
        <w:contextualSpacing w:val="0"/>
        <w:rPr>
          <w:szCs w:val="24"/>
        </w:rPr>
      </w:pPr>
      <w:r w:rsidRPr="00E2644E">
        <w:rPr>
          <w:szCs w:val="24"/>
        </w:rPr>
        <w:t>Keep the sub-sample for calcium with you for the next step</w:t>
      </w:r>
    </w:p>
    <w:bookmarkEnd w:id="4"/>
    <w:p w14:paraId="4899C7B9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4E8FF127" w14:textId="77777777" w:rsidR="003B0150" w:rsidRPr="001E1757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 w:rsidRPr="001E1757">
        <w:rPr>
          <w:szCs w:val="24"/>
        </w:rPr>
        <w:br w:type="page"/>
      </w:r>
    </w:p>
    <w:p w14:paraId="0323430F" w14:textId="77777777" w:rsidR="003B0150" w:rsidRPr="000139B4" w:rsidRDefault="003B0150" w:rsidP="003B0150">
      <w:pPr>
        <w:tabs>
          <w:tab w:val="clear" w:pos="284"/>
        </w:tabs>
        <w:spacing w:line="240" w:lineRule="auto"/>
        <w:ind w:left="426" w:right="565"/>
        <w:jc w:val="center"/>
        <w:rPr>
          <w:b/>
          <w:sz w:val="32"/>
          <w:szCs w:val="24"/>
          <w:u w:val="single"/>
          <w:lang w:eastAsia="en-AU"/>
        </w:rPr>
      </w:pPr>
      <w:r w:rsidRPr="000139B4">
        <w:rPr>
          <w:b/>
          <w:sz w:val="32"/>
          <w:szCs w:val="24"/>
          <w:u w:val="single"/>
          <w:lang w:eastAsia="en-AU"/>
        </w:rPr>
        <w:lastRenderedPageBreak/>
        <w:t>WORKPLACE PROCEDURES</w:t>
      </w:r>
      <w:r>
        <w:rPr>
          <w:b/>
          <w:sz w:val="32"/>
          <w:szCs w:val="24"/>
          <w:u w:val="single"/>
          <w:lang w:eastAsia="en-AU"/>
        </w:rPr>
        <w:t xml:space="preserve"> – SUB-SAMPLING SOLIDS</w:t>
      </w:r>
    </w:p>
    <w:p w14:paraId="7AD03A69" w14:textId="77777777" w:rsidR="003B0150" w:rsidRDefault="003B0150" w:rsidP="00C84C6B">
      <w:pPr>
        <w:pStyle w:val="ListParagraph"/>
        <w:numPr>
          <w:ilvl w:val="0"/>
          <w:numId w:val="20"/>
        </w:numPr>
        <w:tabs>
          <w:tab w:val="clear" w:pos="284"/>
        </w:tabs>
        <w:spacing w:line="240" w:lineRule="auto"/>
        <w:ind w:left="1560" w:right="1132" w:hanging="567"/>
        <w:contextualSpacing w:val="0"/>
        <w:rPr>
          <w:szCs w:val="24"/>
        </w:rPr>
      </w:pPr>
      <w:r>
        <w:rPr>
          <w:szCs w:val="24"/>
        </w:rPr>
        <w:t>Collect the following items:</w:t>
      </w:r>
    </w:p>
    <w:p w14:paraId="215DD58B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right="1699" w:hanging="425"/>
        <w:contextualSpacing w:val="0"/>
        <w:rPr>
          <w:szCs w:val="24"/>
        </w:rPr>
      </w:pPr>
      <w:r>
        <w:rPr>
          <w:szCs w:val="24"/>
        </w:rPr>
        <w:t>Four 250mL jars</w:t>
      </w:r>
    </w:p>
    <w:p w14:paraId="27D60898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right="1699" w:hanging="425"/>
        <w:contextualSpacing w:val="0"/>
        <w:rPr>
          <w:szCs w:val="24"/>
        </w:rPr>
      </w:pPr>
      <w:r>
        <w:rPr>
          <w:szCs w:val="24"/>
        </w:rPr>
        <w:t>Food sample</w:t>
      </w:r>
    </w:p>
    <w:p w14:paraId="5914738D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right="1699" w:hanging="425"/>
        <w:contextualSpacing w:val="0"/>
        <w:rPr>
          <w:szCs w:val="24"/>
        </w:rPr>
      </w:pPr>
      <w:r>
        <w:rPr>
          <w:szCs w:val="24"/>
        </w:rPr>
        <w:t>Blank labels</w:t>
      </w:r>
    </w:p>
    <w:p w14:paraId="00A1DB3E" w14:textId="77777777" w:rsidR="003B0150" w:rsidRDefault="003B0150" w:rsidP="00C84C6B">
      <w:pPr>
        <w:pStyle w:val="ListParagraph"/>
        <w:numPr>
          <w:ilvl w:val="0"/>
          <w:numId w:val="20"/>
        </w:numPr>
        <w:tabs>
          <w:tab w:val="clear" w:pos="284"/>
        </w:tabs>
        <w:spacing w:line="240" w:lineRule="auto"/>
        <w:ind w:left="1560" w:right="1132" w:hanging="567"/>
        <w:contextualSpacing w:val="0"/>
        <w:rPr>
          <w:szCs w:val="24"/>
        </w:rPr>
      </w:pPr>
      <w:r>
        <w:rPr>
          <w:szCs w:val="24"/>
        </w:rPr>
        <w:t>Write the sample information on each label:</w:t>
      </w:r>
    </w:p>
    <w:p w14:paraId="5C648608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hanging="425"/>
        <w:contextualSpacing w:val="0"/>
        <w:rPr>
          <w:szCs w:val="24"/>
        </w:rPr>
      </w:pPr>
      <w:r>
        <w:rPr>
          <w:szCs w:val="24"/>
        </w:rPr>
        <w:t>Date</w:t>
      </w:r>
    </w:p>
    <w:p w14:paraId="1776B6B4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hanging="425"/>
        <w:contextualSpacing w:val="0"/>
        <w:rPr>
          <w:szCs w:val="24"/>
        </w:rPr>
      </w:pPr>
      <w:r>
        <w:rPr>
          <w:szCs w:val="24"/>
        </w:rPr>
        <w:t>Student name</w:t>
      </w:r>
    </w:p>
    <w:p w14:paraId="404BD582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hanging="425"/>
        <w:contextualSpacing w:val="0"/>
        <w:rPr>
          <w:szCs w:val="24"/>
        </w:rPr>
      </w:pPr>
      <w:r>
        <w:rPr>
          <w:szCs w:val="24"/>
        </w:rPr>
        <w:t>Job ID</w:t>
      </w:r>
    </w:p>
    <w:p w14:paraId="384AA5F5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hanging="425"/>
        <w:contextualSpacing w:val="0"/>
        <w:rPr>
          <w:szCs w:val="24"/>
        </w:rPr>
      </w:pPr>
      <w:r>
        <w:rPr>
          <w:szCs w:val="24"/>
        </w:rPr>
        <w:t>Sample ID (followed by -1, -2, -3… for each sub-sample)</w:t>
      </w:r>
    </w:p>
    <w:p w14:paraId="22CD77A8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hanging="425"/>
        <w:contextualSpacing w:val="0"/>
        <w:rPr>
          <w:szCs w:val="24"/>
        </w:rPr>
      </w:pPr>
      <w:r>
        <w:rPr>
          <w:szCs w:val="24"/>
        </w:rPr>
        <w:t>Sample name</w:t>
      </w:r>
    </w:p>
    <w:p w14:paraId="3F741EBB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hanging="425"/>
        <w:contextualSpacing w:val="0"/>
        <w:rPr>
          <w:szCs w:val="24"/>
        </w:rPr>
      </w:pPr>
      <w:r>
        <w:rPr>
          <w:szCs w:val="24"/>
        </w:rPr>
        <w:t>Test required</w:t>
      </w:r>
    </w:p>
    <w:p w14:paraId="64CBB656" w14:textId="77777777" w:rsidR="003B0150" w:rsidRDefault="003B0150" w:rsidP="00C84C6B">
      <w:pPr>
        <w:pStyle w:val="ListParagraph"/>
        <w:numPr>
          <w:ilvl w:val="1"/>
          <w:numId w:val="20"/>
        </w:numPr>
        <w:tabs>
          <w:tab w:val="clear" w:pos="284"/>
        </w:tabs>
        <w:spacing w:line="240" w:lineRule="auto"/>
        <w:ind w:left="2127" w:hanging="425"/>
        <w:contextualSpacing w:val="0"/>
        <w:rPr>
          <w:szCs w:val="24"/>
        </w:rPr>
      </w:pPr>
      <w:r>
        <w:rPr>
          <w:szCs w:val="24"/>
        </w:rPr>
        <w:t>Sample mass</w:t>
      </w:r>
    </w:p>
    <w:p w14:paraId="761EE93D" w14:textId="77777777" w:rsidR="003B0150" w:rsidRDefault="003B0150" w:rsidP="00C84C6B">
      <w:pPr>
        <w:pStyle w:val="ListParagraph"/>
        <w:numPr>
          <w:ilvl w:val="0"/>
          <w:numId w:val="20"/>
        </w:numPr>
        <w:tabs>
          <w:tab w:val="clear" w:pos="284"/>
        </w:tabs>
        <w:spacing w:line="240" w:lineRule="auto"/>
        <w:ind w:left="1560" w:right="1132" w:hanging="567"/>
        <w:contextualSpacing w:val="0"/>
        <w:rPr>
          <w:szCs w:val="24"/>
        </w:rPr>
      </w:pPr>
      <w:r>
        <w:rPr>
          <w:szCs w:val="24"/>
        </w:rPr>
        <w:t>Stick the labels on the jars</w:t>
      </w:r>
    </w:p>
    <w:p w14:paraId="1AE6CDDC" w14:textId="77777777" w:rsidR="003B0150" w:rsidRDefault="003B0150" w:rsidP="00C84C6B">
      <w:pPr>
        <w:pStyle w:val="ListParagraph"/>
        <w:numPr>
          <w:ilvl w:val="0"/>
          <w:numId w:val="20"/>
        </w:numPr>
        <w:tabs>
          <w:tab w:val="clear" w:pos="284"/>
        </w:tabs>
        <w:spacing w:line="240" w:lineRule="auto"/>
        <w:ind w:left="1560" w:right="1132" w:hanging="567"/>
        <w:contextualSpacing w:val="0"/>
        <w:rPr>
          <w:szCs w:val="24"/>
        </w:rPr>
      </w:pPr>
      <w:r>
        <w:rPr>
          <w:szCs w:val="24"/>
        </w:rPr>
        <w:t>Collect the food sample and separate it into four equal masses (</w:t>
      </w:r>
      <w:r w:rsidRPr="00E2644E">
        <w:rPr>
          <w:szCs w:val="24"/>
          <w:vertAlign w:val="superscript"/>
        </w:rPr>
        <w:t>+</w:t>
      </w:r>
      <w:r>
        <w:rPr>
          <w:sz w:val="20"/>
        </w:rPr>
        <w:t>/</w:t>
      </w:r>
      <w:r w:rsidRPr="00E2644E">
        <w:rPr>
          <w:szCs w:val="24"/>
          <w:vertAlign w:val="subscript"/>
        </w:rPr>
        <w:t>-</w:t>
      </w:r>
      <w:r>
        <w:rPr>
          <w:sz w:val="20"/>
        </w:rPr>
        <w:t xml:space="preserve"> 0.1 gram)</w:t>
      </w:r>
      <w:r>
        <w:rPr>
          <w:szCs w:val="24"/>
        </w:rPr>
        <w:t>, using the 4-decimal place digital scales in your laboratory</w:t>
      </w:r>
    </w:p>
    <w:p w14:paraId="23743EC6" w14:textId="77777777" w:rsidR="003B0150" w:rsidRDefault="003B0150" w:rsidP="00C84C6B">
      <w:pPr>
        <w:pStyle w:val="ListParagraph"/>
        <w:numPr>
          <w:ilvl w:val="0"/>
          <w:numId w:val="20"/>
        </w:numPr>
        <w:tabs>
          <w:tab w:val="clear" w:pos="284"/>
        </w:tabs>
        <w:spacing w:line="240" w:lineRule="auto"/>
        <w:ind w:left="1560" w:right="1132" w:hanging="567"/>
        <w:contextualSpacing w:val="0"/>
        <w:rPr>
          <w:szCs w:val="24"/>
        </w:rPr>
      </w:pPr>
      <w:r>
        <w:rPr>
          <w:szCs w:val="24"/>
        </w:rPr>
        <w:t>Weigh the sample and divide the total by 4. This is the mass you want in each bag</w:t>
      </w:r>
    </w:p>
    <w:p w14:paraId="3D990134" w14:textId="0FED9252" w:rsidR="003B0150" w:rsidRDefault="003B0150" w:rsidP="00C84C6B">
      <w:pPr>
        <w:pStyle w:val="ListParagraph"/>
        <w:numPr>
          <w:ilvl w:val="0"/>
          <w:numId w:val="20"/>
        </w:numPr>
        <w:tabs>
          <w:tab w:val="clear" w:pos="284"/>
        </w:tabs>
        <w:spacing w:line="240" w:lineRule="auto"/>
        <w:ind w:left="1560" w:right="1132" w:hanging="567"/>
        <w:contextualSpacing w:val="0"/>
        <w:rPr>
          <w:szCs w:val="24"/>
        </w:rPr>
      </w:pPr>
      <w:r>
        <w:rPr>
          <w:szCs w:val="24"/>
        </w:rPr>
        <w:t>Unscrew the first jar and place on the scale. Tare the scale and pour in the sample until you reach the desired mass (</w:t>
      </w:r>
      <w:r w:rsidRPr="00E2644E">
        <w:rPr>
          <w:szCs w:val="24"/>
          <w:vertAlign w:val="superscript"/>
        </w:rPr>
        <w:t>+</w:t>
      </w:r>
      <w:r>
        <w:rPr>
          <w:sz w:val="20"/>
        </w:rPr>
        <w:t>/</w:t>
      </w:r>
      <w:r w:rsidRPr="00E2644E">
        <w:rPr>
          <w:szCs w:val="24"/>
          <w:vertAlign w:val="subscript"/>
        </w:rPr>
        <w:t>-</w:t>
      </w:r>
      <w:r>
        <w:rPr>
          <w:sz w:val="20"/>
        </w:rPr>
        <w:t xml:space="preserve"> 0.1 gram)</w:t>
      </w:r>
      <w:r>
        <w:rPr>
          <w:szCs w:val="24"/>
        </w:rPr>
        <w:t>. Write the mass on the container and in th</w:t>
      </w:r>
      <w:r w:rsidR="00FF15A3">
        <w:rPr>
          <w:szCs w:val="24"/>
        </w:rPr>
        <w:t>e mass register, Table 2, below</w:t>
      </w:r>
    </w:p>
    <w:p w14:paraId="31D00879" w14:textId="77777777" w:rsidR="003B0150" w:rsidRPr="001E1757" w:rsidRDefault="003B0150" w:rsidP="00C84C6B">
      <w:pPr>
        <w:pStyle w:val="ListParagraph"/>
        <w:numPr>
          <w:ilvl w:val="0"/>
          <w:numId w:val="20"/>
        </w:numPr>
        <w:tabs>
          <w:tab w:val="clear" w:pos="284"/>
        </w:tabs>
        <w:spacing w:line="240" w:lineRule="auto"/>
        <w:ind w:left="1560" w:right="-2" w:hanging="567"/>
        <w:contextualSpacing w:val="0"/>
        <w:rPr>
          <w:szCs w:val="24"/>
        </w:rPr>
      </w:pPr>
      <w:r w:rsidRPr="001E1757">
        <w:rPr>
          <w:szCs w:val="24"/>
        </w:rPr>
        <w:t>Repeat step 6 for the remaining sub-samples</w:t>
      </w:r>
    </w:p>
    <w:p w14:paraId="14E1E8F8" w14:textId="77777777" w:rsidR="003B0150" w:rsidRDefault="003B0150" w:rsidP="003B0150">
      <w:pPr>
        <w:pBdr>
          <w:top w:val="single" w:sz="4" w:space="1" w:color="2D739F"/>
        </w:pBdr>
        <w:tabs>
          <w:tab w:val="clear" w:pos="284"/>
          <w:tab w:val="left" w:pos="720"/>
        </w:tabs>
        <w:spacing w:line="240" w:lineRule="auto"/>
        <w:rPr>
          <w:b/>
          <w:szCs w:val="24"/>
        </w:rPr>
      </w:pPr>
      <w:r w:rsidRPr="00442193">
        <w:rPr>
          <w:b/>
          <w:szCs w:val="24"/>
        </w:rPr>
        <w:t xml:space="preserve">Table </w:t>
      </w:r>
      <w:r>
        <w:rPr>
          <w:b/>
          <w:szCs w:val="24"/>
        </w:rPr>
        <w:t>2</w:t>
      </w:r>
      <w:r w:rsidRPr="00442193">
        <w:rPr>
          <w:b/>
          <w:szCs w:val="24"/>
        </w:rPr>
        <w:t>: Sample masses</w:t>
      </w:r>
    </w:p>
    <w:p w14:paraId="39B331DC" w14:textId="77777777" w:rsidR="003B0150" w:rsidRPr="00442193" w:rsidRDefault="003B0150" w:rsidP="003B0150">
      <w:pPr>
        <w:pStyle w:val="Caption"/>
        <w:keepNext/>
        <w:spacing w:before="120" w:after="120" w:line="240" w:lineRule="auto"/>
      </w:pPr>
      <w:r w:rsidRPr="00442193">
        <w:t xml:space="preserve">Table </w:t>
      </w:r>
      <w:r w:rsidRPr="00442193">
        <w:rPr>
          <w:noProof/>
        </w:rPr>
        <w:fldChar w:fldCharType="begin"/>
      </w:r>
      <w:r w:rsidRPr="00442193">
        <w:rPr>
          <w:noProof/>
        </w:rPr>
        <w:instrText xml:space="preserve"> SEQ Table \* ARABIC </w:instrText>
      </w:r>
      <w:r w:rsidRPr="00442193">
        <w:rPr>
          <w:noProof/>
        </w:rPr>
        <w:fldChar w:fldCharType="separate"/>
      </w:r>
      <w:r>
        <w:rPr>
          <w:noProof/>
        </w:rPr>
        <w:t>2</w:t>
      </w:r>
      <w:r w:rsidRPr="00442193">
        <w:rPr>
          <w:noProof/>
        </w:rPr>
        <w:fldChar w:fldCharType="end"/>
      </w:r>
      <w:r w:rsidRPr="00442193">
        <w:t xml:space="preserve"> </w:t>
      </w:r>
      <w:r>
        <w:t>sample masses</w:t>
      </w:r>
    </w:p>
    <w:tbl>
      <w:tblPr>
        <w:tblStyle w:val="TableGrid"/>
        <w:tblW w:w="0" w:type="auto"/>
        <w:jc w:val="center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2405"/>
        <w:gridCol w:w="1663"/>
        <w:gridCol w:w="327"/>
        <w:gridCol w:w="1337"/>
        <w:gridCol w:w="1664"/>
        <w:gridCol w:w="1664"/>
      </w:tblGrid>
      <w:tr w:rsidR="003B0150" w:rsidRPr="00AF5FAC" w14:paraId="12FD6CD6" w14:textId="77777777" w:rsidTr="00341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6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single" w:sz="4" w:space="0" w:color="2D739F"/>
            </w:tcBorders>
            <w:shd w:val="clear" w:color="auto" w:fill="auto"/>
          </w:tcPr>
          <w:p w14:paraId="2A8C8E81" w14:textId="77777777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rPr>
                <w:color w:val="auto"/>
                <w:szCs w:val="24"/>
              </w:rPr>
            </w:pPr>
            <w:r w:rsidRPr="001217A4">
              <w:rPr>
                <w:color w:val="auto"/>
                <w:szCs w:val="24"/>
              </w:rPr>
              <w:t>Original sample mass:</w:t>
            </w:r>
          </w:p>
        </w:tc>
        <w:tc>
          <w:tcPr>
            <w:tcW w:w="166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shd w:val="clear" w:color="auto" w:fill="auto"/>
          </w:tcPr>
          <w:p w14:paraId="6D43AC93" w14:textId="7604E77A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b w:val="0"/>
                <w:bCs/>
                <w:color w:val="auto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2D739F"/>
              <w:bottom w:val="nil"/>
              <w:right w:val="nil"/>
            </w:tcBorders>
            <w:shd w:val="clear" w:color="auto" w:fill="auto"/>
          </w:tcPr>
          <w:p w14:paraId="584068B4" w14:textId="77777777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rPr>
                <w:b w:val="0"/>
                <w:szCs w:val="24"/>
              </w:rPr>
            </w:pP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4" w:space="0" w:color="2D739F"/>
            </w:tcBorders>
            <w:shd w:val="clear" w:color="auto" w:fill="auto"/>
          </w:tcPr>
          <w:p w14:paraId="39FDB169" w14:textId="77777777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rPr>
                <w:color w:val="auto"/>
                <w:szCs w:val="24"/>
              </w:rPr>
            </w:pPr>
            <w:r w:rsidRPr="001217A4">
              <w:rPr>
                <w:color w:val="auto"/>
                <w:szCs w:val="24"/>
              </w:rPr>
              <w:t>Original sample mass / 4 =</w:t>
            </w:r>
          </w:p>
        </w:tc>
        <w:tc>
          <w:tcPr>
            <w:tcW w:w="166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shd w:val="clear" w:color="auto" w:fill="auto"/>
          </w:tcPr>
          <w:p w14:paraId="548BD1D3" w14:textId="3531389E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b w:val="0"/>
                <w:bCs/>
                <w:color w:val="FF0000"/>
                <w:szCs w:val="24"/>
              </w:rPr>
            </w:pPr>
          </w:p>
        </w:tc>
      </w:tr>
      <w:tr w:rsidR="003B0150" w:rsidRPr="001217A4" w14:paraId="39450F8F" w14:textId="77777777" w:rsidTr="003413D8">
        <w:trPr>
          <w:trHeight w:val="276"/>
          <w:jc w:val="center"/>
        </w:trPr>
        <w:tc>
          <w:tcPr>
            <w:tcW w:w="2405" w:type="dxa"/>
            <w:tcBorders>
              <w:top w:val="nil"/>
              <w:left w:val="nil"/>
              <w:bottom w:val="single" w:sz="4" w:space="0" w:color="2D739F"/>
              <w:right w:val="nil"/>
            </w:tcBorders>
            <w:shd w:val="clear" w:color="auto" w:fill="auto"/>
          </w:tcPr>
          <w:p w14:paraId="1F4517C6" w14:textId="77777777" w:rsidR="003B0150" w:rsidRPr="001217A4" w:rsidRDefault="003B0150" w:rsidP="003413D8">
            <w:pPr>
              <w:tabs>
                <w:tab w:val="clear" w:pos="284"/>
              </w:tabs>
              <w:spacing w:before="0" w:after="0" w:line="240" w:lineRule="auto"/>
              <w:rPr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2D739F"/>
              <w:left w:val="nil"/>
              <w:bottom w:val="single" w:sz="4" w:space="0" w:color="2D739F"/>
              <w:right w:val="nil"/>
            </w:tcBorders>
            <w:shd w:val="clear" w:color="auto" w:fill="auto"/>
          </w:tcPr>
          <w:p w14:paraId="38ADCC17" w14:textId="77777777" w:rsidR="003B0150" w:rsidRPr="001217A4" w:rsidRDefault="003B0150" w:rsidP="003413D8">
            <w:pPr>
              <w:tabs>
                <w:tab w:val="clear" w:pos="284"/>
              </w:tabs>
              <w:spacing w:before="0"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8" w:type="dxa"/>
            <w:gridSpan w:val="3"/>
            <w:tcBorders>
              <w:top w:val="nil"/>
              <w:left w:val="nil"/>
              <w:bottom w:val="single" w:sz="4" w:space="0" w:color="2D739F"/>
              <w:right w:val="nil"/>
            </w:tcBorders>
            <w:shd w:val="clear" w:color="auto" w:fill="auto"/>
          </w:tcPr>
          <w:p w14:paraId="7E7B5AEE" w14:textId="77777777" w:rsidR="003B0150" w:rsidRPr="001217A4" w:rsidRDefault="003B0150" w:rsidP="003413D8">
            <w:pPr>
              <w:tabs>
                <w:tab w:val="clear" w:pos="284"/>
              </w:tabs>
              <w:spacing w:before="0" w:after="0" w:line="240" w:lineRule="auto"/>
              <w:rPr>
                <w:sz w:val="16"/>
                <w:szCs w:val="16"/>
              </w:rPr>
            </w:pPr>
          </w:p>
        </w:tc>
        <w:tc>
          <w:tcPr>
            <w:tcW w:w="1664" w:type="dxa"/>
            <w:tcBorders>
              <w:top w:val="single" w:sz="4" w:space="0" w:color="2D739F"/>
              <w:left w:val="nil"/>
              <w:bottom w:val="single" w:sz="4" w:space="0" w:color="2D739F"/>
              <w:right w:val="nil"/>
            </w:tcBorders>
            <w:shd w:val="clear" w:color="auto" w:fill="auto"/>
          </w:tcPr>
          <w:p w14:paraId="5D5C4EBA" w14:textId="77777777" w:rsidR="003B0150" w:rsidRPr="001217A4" w:rsidRDefault="003B0150" w:rsidP="003413D8">
            <w:pPr>
              <w:tabs>
                <w:tab w:val="clear" w:pos="284"/>
              </w:tabs>
              <w:spacing w:before="0"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B0150" w:rsidRPr="00AF5FAC" w14:paraId="03CD59D0" w14:textId="77777777" w:rsidTr="003413D8">
        <w:trPr>
          <w:trHeight w:val="856"/>
          <w:jc w:val="center"/>
        </w:trPr>
        <w:tc>
          <w:tcPr>
            <w:tcW w:w="2405" w:type="dxa"/>
            <w:tcBorders>
              <w:top w:val="single" w:sz="4" w:space="0" w:color="2D739F"/>
            </w:tcBorders>
            <w:shd w:val="clear" w:color="auto" w:fill="auto"/>
          </w:tcPr>
          <w:p w14:paraId="2972C08F" w14:textId="77777777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rPr>
                <w:b/>
                <w:bCs/>
                <w:szCs w:val="24"/>
              </w:rPr>
            </w:pPr>
            <w:r w:rsidRPr="001217A4">
              <w:rPr>
                <w:b/>
                <w:bCs/>
                <w:szCs w:val="24"/>
              </w:rPr>
              <w:t>Sample ID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663" w:type="dxa"/>
            <w:tcBorders>
              <w:top w:val="single" w:sz="4" w:space="0" w:color="2D739F"/>
            </w:tcBorders>
            <w:shd w:val="clear" w:color="auto" w:fill="auto"/>
          </w:tcPr>
          <w:p w14:paraId="3251FF19" w14:textId="7870A526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2D739F"/>
            </w:tcBorders>
            <w:shd w:val="clear" w:color="auto" w:fill="auto"/>
          </w:tcPr>
          <w:p w14:paraId="0EB4310F" w14:textId="4443CF33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2D739F"/>
            </w:tcBorders>
            <w:shd w:val="clear" w:color="auto" w:fill="auto"/>
          </w:tcPr>
          <w:p w14:paraId="31CAD129" w14:textId="47207C0D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2D739F"/>
            </w:tcBorders>
            <w:shd w:val="clear" w:color="auto" w:fill="auto"/>
          </w:tcPr>
          <w:p w14:paraId="4CC6DB06" w14:textId="02A9CCBF" w:rsidR="003B0150" w:rsidRPr="001217A4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</w:tr>
      <w:tr w:rsidR="003B0150" w:rsidRPr="00442193" w14:paraId="11EBA012" w14:textId="77777777" w:rsidTr="003413D8">
        <w:trPr>
          <w:trHeight w:val="922"/>
          <w:jc w:val="center"/>
        </w:trPr>
        <w:tc>
          <w:tcPr>
            <w:tcW w:w="2405" w:type="dxa"/>
          </w:tcPr>
          <w:p w14:paraId="77FB31DD" w14:textId="77777777" w:rsidR="003B0150" w:rsidRPr="00AF5FAC" w:rsidRDefault="003B0150" w:rsidP="003413D8">
            <w:pPr>
              <w:tabs>
                <w:tab w:val="clear" w:pos="284"/>
              </w:tabs>
              <w:spacing w:line="240" w:lineRule="auto"/>
              <w:rPr>
                <w:b/>
                <w:bCs/>
                <w:szCs w:val="24"/>
              </w:rPr>
            </w:pPr>
            <w:r w:rsidRPr="00AF5FAC">
              <w:rPr>
                <w:b/>
                <w:bCs/>
                <w:szCs w:val="24"/>
              </w:rPr>
              <w:t>Sub-sample mass:</w:t>
            </w:r>
          </w:p>
        </w:tc>
        <w:tc>
          <w:tcPr>
            <w:tcW w:w="1663" w:type="dxa"/>
          </w:tcPr>
          <w:p w14:paraId="7AB4D90D" w14:textId="2C4F3730" w:rsidR="003B0150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1664" w:type="dxa"/>
            <w:gridSpan w:val="2"/>
          </w:tcPr>
          <w:p w14:paraId="06F7CBFA" w14:textId="39D7F142" w:rsidR="003B0150" w:rsidRPr="00670376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1664" w:type="dxa"/>
          </w:tcPr>
          <w:p w14:paraId="6B58D9DC" w14:textId="0D8EC994" w:rsidR="003B0150" w:rsidRPr="00670376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1664" w:type="dxa"/>
          </w:tcPr>
          <w:p w14:paraId="4AAAB4EC" w14:textId="147CA9E7" w:rsidR="003B0150" w:rsidRPr="00670376" w:rsidRDefault="003B0150" w:rsidP="003413D8">
            <w:pPr>
              <w:tabs>
                <w:tab w:val="clear" w:pos="284"/>
              </w:tabs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</w:tr>
    </w:tbl>
    <w:p w14:paraId="1768A051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>
        <w:rPr>
          <w:szCs w:val="24"/>
        </w:rPr>
        <w:br w:type="page"/>
      </w:r>
    </w:p>
    <w:p w14:paraId="23DB0BBC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b/>
          <w:i/>
          <w:szCs w:val="24"/>
        </w:rPr>
      </w:pPr>
      <w:bookmarkStart w:id="5" w:name="_Hlk25302685"/>
      <w:r w:rsidRPr="00442193">
        <w:rPr>
          <w:b/>
          <w:i/>
          <w:szCs w:val="24"/>
        </w:rPr>
        <w:lastRenderedPageBreak/>
        <w:t xml:space="preserve">Step </w:t>
      </w:r>
      <w:r>
        <w:rPr>
          <w:b/>
          <w:i/>
          <w:szCs w:val="24"/>
        </w:rPr>
        <w:t>2</w:t>
      </w:r>
      <w:r w:rsidRPr="00442193">
        <w:rPr>
          <w:b/>
          <w:i/>
          <w:szCs w:val="24"/>
        </w:rPr>
        <w:t xml:space="preserve">: </w:t>
      </w:r>
      <w:r>
        <w:rPr>
          <w:b/>
          <w:i/>
          <w:szCs w:val="24"/>
        </w:rPr>
        <w:t>Chemical separation of sample</w:t>
      </w:r>
    </w:p>
    <w:p w14:paraId="19EBD9E7" w14:textId="2E41E6B1" w:rsidR="00A41985" w:rsidRPr="001515F2" w:rsidRDefault="00A41985" w:rsidP="00A41985">
      <w:pPr>
        <w:pStyle w:val="ListParagraph"/>
        <w:numPr>
          <w:ilvl w:val="0"/>
          <w:numId w:val="23"/>
        </w:numPr>
        <w:tabs>
          <w:tab w:val="clear" w:pos="284"/>
        </w:tabs>
        <w:spacing w:line="240" w:lineRule="auto"/>
        <w:ind w:left="851"/>
        <w:contextualSpacing w:val="0"/>
        <w:rPr>
          <w:szCs w:val="24"/>
        </w:rPr>
      </w:pPr>
      <w:r w:rsidRPr="001515F2">
        <w:rPr>
          <w:szCs w:val="24"/>
        </w:rPr>
        <w:t xml:space="preserve">Open </w:t>
      </w:r>
      <w:r w:rsidRPr="001515F2">
        <w:rPr>
          <w:i/>
          <w:iCs/>
          <w:szCs w:val="24"/>
        </w:rPr>
        <w:t>M133: Determination of calcium in dry foods</w:t>
      </w:r>
      <w:r w:rsidRPr="001515F2">
        <w:rPr>
          <w:szCs w:val="24"/>
        </w:rPr>
        <w:t xml:space="preserve"> and read through section 7. You are now preparing a sample for </w:t>
      </w:r>
      <w:r w:rsidR="00FF15A3">
        <w:rPr>
          <w:szCs w:val="24"/>
        </w:rPr>
        <w:t>testing via chemical separation</w:t>
      </w:r>
    </w:p>
    <w:p w14:paraId="08132041" w14:textId="77777777" w:rsidR="00A41985" w:rsidRPr="001515F2" w:rsidRDefault="00A41985" w:rsidP="00A41985">
      <w:pPr>
        <w:pStyle w:val="ListParagraph"/>
        <w:numPr>
          <w:ilvl w:val="0"/>
          <w:numId w:val="23"/>
        </w:numPr>
        <w:tabs>
          <w:tab w:val="clear" w:pos="284"/>
        </w:tabs>
        <w:spacing w:line="240" w:lineRule="auto"/>
        <w:ind w:left="851"/>
        <w:contextualSpacing w:val="0"/>
        <w:rPr>
          <w:szCs w:val="24"/>
        </w:rPr>
      </w:pPr>
      <w:r w:rsidRPr="001515F2">
        <w:rPr>
          <w:szCs w:val="24"/>
        </w:rPr>
        <w:t>Collect the materials and equipment you need for the task</w:t>
      </w:r>
    </w:p>
    <w:p w14:paraId="60C90CF7" w14:textId="3D09BC70" w:rsidR="00A41985" w:rsidRPr="001515F2" w:rsidRDefault="00A41985" w:rsidP="00A41985">
      <w:pPr>
        <w:pStyle w:val="ListParagraph"/>
        <w:numPr>
          <w:ilvl w:val="0"/>
          <w:numId w:val="23"/>
        </w:numPr>
        <w:tabs>
          <w:tab w:val="clear" w:pos="284"/>
        </w:tabs>
        <w:spacing w:line="240" w:lineRule="auto"/>
        <w:ind w:left="851"/>
        <w:contextualSpacing w:val="0"/>
        <w:rPr>
          <w:szCs w:val="24"/>
        </w:rPr>
      </w:pPr>
      <w:r w:rsidRPr="001515F2">
        <w:rPr>
          <w:szCs w:val="24"/>
        </w:rPr>
        <w:t xml:space="preserve">Follow </w:t>
      </w:r>
      <w:r w:rsidRPr="001515F2">
        <w:rPr>
          <w:i/>
          <w:iCs/>
          <w:szCs w:val="24"/>
        </w:rPr>
        <w:t>M133: Determination of calcium in dry foods</w:t>
      </w:r>
      <w:r w:rsidRPr="001515F2">
        <w:rPr>
          <w:szCs w:val="24"/>
        </w:rPr>
        <w:t xml:space="preserve"> </w:t>
      </w:r>
      <w:r w:rsidR="00FF15A3">
        <w:rPr>
          <w:szCs w:val="24"/>
        </w:rPr>
        <w:t>section 7 and complete the task</w:t>
      </w:r>
    </w:p>
    <w:p w14:paraId="2A78B2DF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7372D4D9" w14:textId="12AD630A" w:rsidR="003B0150" w:rsidRPr="001E1757" w:rsidRDefault="004E0D0E" w:rsidP="003B0150">
      <w:pPr>
        <w:tabs>
          <w:tab w:val="clear" w:pos="284"/>
        </w:tabs>
        <w:spacing w:line="240" w:lineRule="auto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Step 3</w:t>
      </w:r>
      <w:bookmarkStart w:id="6" w:name="_GoBack"/>
      <w:bookmarkEnd w:id="6"/>
      <w:r w:rsidR="003B0150">
        <w:rPr>
          <w:b/>
          <w:bCs/>
          <w:i/>
          <w:iCs/>
          <w:szCs w:val="24"/>
        </w:rPr>
        <w:t>: Housekeeping</w:t>
      </w:r>
    </w:p>
    <w:p w14:paraId="529D800D" w14:textId="0266B6C1" w:rsidR="003B0150" w:rsidRDefault="003B0150" w:rsidP="00C84C6B">
      <w:pPr>
        <w:pStyle w:val="ListParagraph"/>
        <w:numPr>
          <w:ilvl w:val="0"/>
          <w:numId w:val="25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 xml:space="preserve">Wipe down your workstation so that it is clean and tidy before commencing Part </w:t>
      </w:r>
      <w:r w:rsidR="00FF15A3">
        <w:rPr>
          <w:szCs w:val="24"/>
        </w:rPr>
        <w:t>3</w:t>
      </w:r>
    </w:p>
    <w:p w14:paraId="1274ADFA" w14:textId="3B88C643" w:rsidR="004D576B" w:rsidRDefault="004D576B" w:rsidP="00C84C6B">
      <w:pPr>
        <w:pStyle w:val="ListParagraph"/>
        <w:numPr>
          <w:ilvl w:val="0"/>
          <w:numId w:val="25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Coll</w:t>
      </w:r>
      <w:r w:rsidR="00FF15A3">
        <w:rPr>
          <w:szCs w:val="24"/>
        </w:rPr>
        <w:t>ect the water sample for Part 3</w:t>
      </w:r>
    </w:p>
    <w:bookmarkEnd w:id="5"/>
    <w:p w14:paraId="7F465F5D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49C58186" w14:textId="77777777" w:rsidR="003B0150" w:rsidRPr="00442193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spacing w:line="240" w:lineRule="auto"/>
        <w:rPr>
          <w:b/>
          <w:color w:val="FFFFFF" w:themeColor="background1"/>
          <w:szCs w:val="24"/>
          <w:lang w:eastAsia="en-AU"/>
        </w:rPr>
      </w:pPr>
      <w:r w:rsidRPr="00442193">
        <w:rPr>
          <w:b/>
          <w:color w:val="FFFFFF" w:themeColor="background1"/>
          <w:szCs w:val="24"/>
          <w:lang w:eastAsia="en-AU"/>
        </w:rPr>
        <w:t>Physical evidence required:</w:t>
      </w:r>
    </w:p>
    <w:p w14:paraId="3906CC92" w14:textId="77777777" w:rsidR="003B0150" w:rsidRDefault="003B0150" w:rsidP="00C84C6B">
      <w:pPr>
        <w:pStyle w:val="ListParagraph"/>
        <w:numPr>
          <w:ilvl w:val="0"/>
          <w:numId w:val="22"/>
        </w:numPr>
        <w:spacing w:line="240" w:lineRule="auto"/>
        <w:contextualSpacing w:val="0"/>
        <w:rPr>
          <w:b/>
          <w:bCs/>
          <w:szCs w:val="24"/>
        </w:rPr>
      </w:pPr>
      <w:r>
        <w:rPr>
          <w:b/>
          <w:bCs/>
          <w:szCs w:val="24"/>
        </w:rPr>
        <w:t>Labels and sub-samples:</w:t>
      </w:r>
    </w:p>
    <w:p w14:paraId="54E2BD2D" w14:textId="77777777" w:rsidR="003B0150" w:rsidRDefault="003B0150" w:rsidP="00C84C6B">
      <w:pPr>
        <w:pStyle w:val="ListParagraph"/>
        <w:numPr>
          <w:ilvl w:val="1"/>
          <w:numId w:val="22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A</w:t>
      </w:r>
      <w:r w:rsidRPr="00E7048D">
        <w:rPr>
          <w:szCs w:val="24"/>
        </w:rPr>
        <w:t xml:space="preserve"> correctly written label applied to each sub-sample</w:t>
      </w:r>
    </w:p>
    <w:p w14:paraId="198053C6" w14:textId="77777777" w:rsidR="003B0150" w:rsidRPr="00B44764" w:rsidRDefault="003B0150" w:rsidP="00C84C6B">
      <w:pPr>
        <w:pStyle w:val="ListParagraph"/>
        <w:numPr>
          <w:ilvl w:val="0"/>
          <w:numId w:val="22"/>
        </w:numPr>
        <w:spacing w:line="240" w:lineRule="auto"/>
        <w:contextualSpacing w:val="0"/>
        <w:rPr>
          <w:b/>
          <w:bCs/>
          <w:szCs w:val="24"/>
        </w:rPr>
      </w:pPr>
      <w:r w:rsidRPr="00B44764">
        <w:rPr>
          <w:b/>
          <w:bCs/>
          <w:szCs w:val="24"/>
        </w:rPr>
        <w:t>Sub-samples:</w:t>
      </w:r>
    </w:p>
    <w:p w14:paraId="6B1A8009" w14:textId="77777777" w:rsidR="003B0150" w:rsidRDefault="003B0150" w:rsidP="00C84C6B">
      <w:pPr>
        <w:pStyle w:val="ListParagraph"/>
        <w:numPr>
          <w:ilvl w:val="1"/>
          <w:numId w:val="22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pH sub-sample in fridge</w:t>
      </w:r>
    </w:p>
    <w:p w14:paraId="72AEC071" w14:textId="77777777" w:rsidR="003B0150" w:rsidRDefault="003B0150" w:rsidP="00C84C6B">
      <w:pPr>
        <w:pStyle w:val="ListParagraph"/>
        <w:numPr>
          <w:ilvl w:val="1"/>
          <w:numId w:val="22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Moisture and ash sub-samples at the ash station in the laboratory</w:t>
      </w:r>
    </w:p>
    <w:p w14:paraId="3519B3E6" w14:textId="7EFBAA75" w:rsidR="003B0150" w:rsidRDefault="003B0150" w:rsidP="00C84C6B">
      <w:pPr>
        <w:pStyle w:val="ListParagraph"/>
        <w:numPr>
          <w:ilvl w:val="1"/>
          <w:numId w:val="22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Calcium sub-sample</w:t>
      </w:r>
    </w:p>
    <w:p w14:paraId="36175A58" w14:textId="77777777" w:rsidR="003B0150" w:rsidRPr="005E6C5F" w:rsidRDefault="003B0150" w:rsidP="00C84C6B">
      <w:pPr>
        <w:pStyle w:val="ListParagraph"/>
        <w:numPr>
          <w:ilvl w:val="0"/>
          <w:numId w:val="22"/>
        </w:numPr>
        <w:spacing w:line="240" w:lineRule="auto"/>
        <w:contextualSpacing w:val="0"/>
        <w:rPr>
          <w:szCs w:val="24"/>
        </w:rPr>
      </w:pPr>
      <w:r>
        <w:rPr>
          <w:b/>
          <w:bCs/>
          <w:szCs w:val="24"/>
        </w:rPr>
        <w:t>Housekeeping:</w:t>
      </w:r>
    </w:p>
    <w:p w14:paraId="38F1A900" w14:textId="31D5C17B" w:rsidR="003B0150" w:rsidRDefault="003B0150" w:rsidP="00C84C6B">
      <w:pPr>
        <w:pStyle w:val="ListParagraph"/>
        <w:numPr>
          <w:ilvl w:val="1"/>
          <w:numId w:val="22"/>
        </w:numPr>
        <w:spacing w:line="240" w:lineRule="auto"/>
        <w:contextualSpacing w:val="0"/>
        <w:rPr>
          <w:szCs w:val="24"/>
        </w:rPr>
      </w:pPr>
      <w:r w:rsidRPr="005E6C5F">
        <w:rPr>
          <w:szCs w:val="24"/>
        </w:rPr>
        <w:t>Bench has been wiped down</w:t>
      </w:r>
      <w:r w:rsidR="0022037B">
        <w:rPr>
          <w:szCs w:val="24"/>
        </w:rPr>
        <w:t xml:space="preserve"> and clean up any splashes and spills</w:t>
      </w:r>
    </w:p>
    <w:p w14:paraId="29ED4655" w14:textId="77777777" w:rsidR="003B0150" w:rsidRDefault="003B0150" w:rsidP="00C84C6B">
      <w:pPr>
        <w:pStyle w:val="ListParagraph"/>
        <w:numPr>
          <w:ilvl w:val="1"/>
          <w:numId w:val="22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Rubbish has been placed into the waste bin, recycling, or hazardous waste containers, as required</w:t>
      </w:r>
    </w:p>
    <w:p w14:paraId="0EB002D9" w14:textId="77777777" w:rsidR="003B0150" w:rsidRPr="00A24628" w:rsidRDefault="003B0150" w:rsidP="003B0150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1169FBC0" w14:textId="77777777" w:rsidR="003B0150" w:rsidRPr="008F6497" w:rsidRDefault="003B0150" w:rsidP="003B0150">
      <w:pPr>
        <w:pStyle w:val="Heading2"/>
        <w:spacing w:before="120"/>
        <w:contextualSpacing w:val="0"/>
      </w:pPr>
      <w:r>
        <w:lastRenderedPageBreak/>
        <w:t>Part 3: Water sample preparation</w:t>
      </w:r>
    </w:p>
    <w:p w14:paraId="29EBC214" w14:textId="77777777" w:rsidR="003B0150" w:rsidRPr="00442193" w:rsidRDefault="003B0150" w:rsidP="003B0150">
      <w:pPr>
        <w:spacing w:line="240" w:lineRule="auto"/>
        <w:rPr>
          <w:szCs w:val="24"/>
          <w:lang w:eastAsia="en-AU"/>
        </w:rPr>
      </w:pPr>
      <w:r w:rsidRPr="00442193">
        <w:rPr>
          <w:szCs w:val="24"/>
          <w:lang w:eastAsia="en-AU"/>
        </w:rPr>
        <w:t>To complete this part of the assessment, you will be required to perform a pre-testing task on your water sample from Part 1.</w:t>
      </w:r>
    </w:p>
    <w:p w14:paraId="54813E20" w14:textId="77777777" w:rsidR="003B0150" w:rsidRPr="00442193" w:rsidRDefault="003B0150" w:rsidP="003B0150">
      <w:pPr>
        <w:spacing w:line="240" w:lineRule="auto"/>
        <w:rPr>
          <w:i/>
          <w:iCs/>
          <w:color w:val="808080"/>
          <w:szCs w:val="24"/>
          <w:lang w:eastAsia="en-AU"/>
        </w:rPr>
      </w:pPr>
      <w:r w:rsidRPr="00442193">
        <w:rPr>
          <w:szCs w:val="24"/>
          <w:lang w:eastAsia="en-AU"/>
        </w:rPr>
        <w:t>Using the information below and the criteria listed on the assessment checklist you are required to complete the task below.</w:t>
      </w:r>
    </w:p>
    <w:p w14:paraId="7D3928B0" w14:textId="77777777" w:rsidR="003B0150" w:rsidRPr="00442193" w:rsidRDefault="003B0150" w:rsidP="003B0150">
      <w:pPr>
        <w:spacing w:line="240" w:lineRule="auto"/>
        <w:rPr>
          <w:szCs w:val="24"/>
          <w:lang w:eastAsia="en-AU"/>
        </w:rPr>
      </w:pPr>
      <w:r w:rsidRPr="00442193">
        <w:rPr>
          <w:szCs w:val="24"/>
          <w:lang w:eastAsia="en-AU"/>
        </w:rPr>
        <w:t>Once completed you will need to submit this assessment to your assessor for marking.</w:t>
      </w:r>
    </w:p>
    <w:p w14:paraId="14DAEAB1" w14:textId="77777777" w:rsidR="003B0150" w:rsidRPr="00442193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spacing w:line="240" w:lineRule="auto"/>
        <w:rPr>
          <w:b/>
          <w:color w:val="FFFFFF" w:themeColor="background1"/>
          <w:szCs w:val="24"/>
          <w:lang w:eastAsia="en-AU"/>
        </w:rPr>
      </w:pPr>
      <w:r w:rsidRPr="00442193">
        <w:rPr>
          <w:b/>
          <w:color w:val="FFFFFF" w:themeColor="background1"/>
          <w:szCs w:val="24"/>
          <w:lang w:eastAsia="en-AU"/>
        </w:rPr>
        <w:t>Your task</w:t>
      </w:r>
    </w:p>
    <w:p w14:paraId="2D6A3A6E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 w:rsidRPr="00442193">
        <w:rPr>
          <w:szCs w:val="24"/>
        </w:rPr>
        <w:t>You will need to prepare the sample for</w:t>
      </w:r>
      <w:r>
        <w:rPr>
          <w:szCs w:val="24"/>
        </w:rPr>
        <w:t xml:space="preserve"> s</w:t>
      </w:r>
      <w:r w:rsidRPr="00442193">
        <w:rPr>
          <w:szCs w:val="24"/>
        </w:rPr>
        <w:t>ub-sampling</w:t>
      </w:r>
      <w:r>
        <w:rPr>
          <w:szCs w:val="24"/>
        </w:rPr>
        <w:t>, p</w:t>
      </w:r>
      <w:r w:rsidRPr="00442193">
        <w:rPr>
          <w:szCs w:val="24"/>
        </w:rPr>
        <w:t>reservation</w:t>
      </w:r>
      <w:r>
        <w:rPr>
          <w:szCs w:val="24"/>
        </w:rPr>
        <w:t xml:space="preserve"> and transport.</w:t>
      </w:r>
    </w:p>
    <w:p w14:paraId="5F50554B" w14:textId="77777777" w:rsidR="003B0150" w:rsidRPr="00890D0B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27E4F517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 w:rsidRPr="00442193">
        <w:rPr>
          <w:b/>
          <w:i/>
          <w:szCs w:val="24"/>
        </w:rPr>
        <w:t>To complete this task, you will be provided:</w:t>
      </w:r>
    </w:p>
    <w:p w14:paraId="159B3AD7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The water sample and chain of custody from part 1</w:t>
      </w:r>
    </w:p>
    <w:p w14:paraId="7F2D0884" w14:textId="77777777" w:rsidR="003B0150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Blank labels</w:t>
      </w:r>
    </w:p>
    <w:p w14:paraId="7DACBBEA" w14:textId="77777777" w:rsidR="003B0150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Blank chain of custody</w:t>
      </w:r>
    </w:p>
    <w:p w14:paraId="66B20BE6" w14:textId="77777777" w:rsidR="003B0150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3 x 100mL plastic bottles</w:t>
      </w:r>
    </w:p>
    <w:p w14:paraId="577F5530" w14:textId="77777777" w:rsidR="003B0150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Measuring cylinder</w:t>
      </w:r>
    </w:p>
    <w:p w14:paraId="4AF3FC16" w14:textId="77777777" w:rsidR="003B0150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Esky</w:t>
      </w:r>
    </w:p>
    <w:p w14:paraId="0D1AB62E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Ice bricks</w:t>
      </w:r>
    </w:p>
    <w:p w14:paraId="54CBC28D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27F36BC6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b/>
          <w:i/>
          <w:szCs w:val="24"/>
        </w:rPr>
      </w:pPr>
      <w:r w:rsidRPr="00442193">
        <w:rPr>
          <w:b/>
          <w:i/>
          <w:szCs w:val="24"/>
        </w:rPr>
        <w:t>Step 1: WHS</w:t>
      </w:r>
    </w:p>
    <w:p w14:paraId="407A4885" w14:textId="115B3097" w:rsidR="003B0150" w:rsidRDefault="003B0150" w:rsidP="00C84C6B">
      <w:pPr>
        <w:pStyle w:val="ListParagraph"/>
        <w:numPr>
          <w:ilvl w:val="0"/>
          <w:numId w:val="13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Make sure you are wearin</w:t>
      </w:r>
      <w:r w:rsidR="00FF15A3">
        <w:rPr>
          <w:szCs w:val="24"/>
        </w:rPr>
        <w:t>g appropriate PPE for this task</w:t>
      </w:r>
    </w:p>
    <w:p w14:paraId="2E3CFBFF" w14:textId="77777777" w:rsidR="003B0150" w:rsidRPr="00301835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749C2BC4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b/>
          <w:i/>
          <w:szCs w:val="24"/>
        </w:rPr>
      </w:pPr>
      <w:r w:rsidRPr="00442193">
        <w:rPr>
          <w:b/>
          <w:i/>
          <w:szCs w:val="24"/>
        </w:rPr>
        <w:t xml:space="preserve">Step 2: </w:t>
      </w:r>
      <w:r>
        <w:rPr>
          <w:b/>
          <w:i/>
          <w:szCs w:val="24"/>
        </w:rPr>
        <w:t>Procedure</w:t>
      </w:r>
    </w:p>
    <w:p w14:paraId="2647FF02" w14:textId="51F2013F" w:rsidR="003B0150" w:rsidRDefault="003B0150" w:rsidP="00C84C6B">
      <w:pPr>
        <w:pStyle w:val="ListParagraph"/>
        <w:numPr>
          <w:ilvl w:val="3"/>
          <w:numId w:val="13"/>
        </w:numPr>
        <w:tabs>
          <w:tab w:val="clear" w:pos="284"/>
        </w:tabs>
        <w:spacing w:line="240" w:lineRule="auto"/>
        <w:ind w:left="709" w:hanging="357"/>
        <w:contextualSpacing w:val="0"/>
        <w:rPr>
          <w:szCs w:val="24"/>
        </w:rPr>
      </w:pPr>
      <w:r w:rsidRPr="00E7048D">
        <w:rPr>
          <w:szCs w:val="24"/>
        </w:rPr>
        <w:t>Follow the workplace procedure below to sub-sample this s</w:t>
      </w:r>
      <w:r w:rsidR="00FF15A3">
        <w:rPr>
          <w:szCs w:val="24"/>
        </w:rPr>
        <w:t>ample for all tests required</w:t>
      </w:r>
    </w:p>
    <w:p w14:paraId="330EAC7F" w14:textId="650BBB79" w:rsidR="003B0150" w:rsidRDefault="003B0150" w:rsidP="00C84C6B">
      <w:pPr>
        <w:pStyle w:val="ListParagraph"/>
        <w:numPr>
          <w:ilvl w:val="3"/>
          <w:numId w:val="13"/>
        </w:numPr>
        <w:tabs>
          <w:tab w:val="clear" w:pos="284"/>
        </w:tabs>
        <w:spacing w:line="240" w:lineRule="auto"/>
        <w:ind w:left="709" w:hanging="357"/>
        <w:contextualSpacing w:val="0"/>
        <w:rPr>
          <w:szCs w:val="24"/>
        </w:rPr>
      </w:pPr>
      <w:r w:rsidRPr="00E7048D">
        <w:rPr>
          <w:szCs w:val="24"/>
        </w:rPr>
        <w:t xml:space="preserve">Place the </w:t>
      </w:r>
      <w:r>
        <w:rPr>
          <w:szCs w:val="24"/>
        </w:rPr>
        <w:t>sub-</w:t>
      </w:r>
      <w:r w:rsidRPr="00E7048D">
        <w:rPr>
          <w:szCs w:val="24"/>
        </w:rPr>
        <w:t>samples for pH and conductivity into an esky with so</w:t>
      </w:r>
      <w:r w:rsidR="00FF15A3">
        <w:rPr>
          <w:szCs w:val="24"/>
        </w:rPr>
        <w:t>me ice bricks and close the lid</w:t>
      </w:r>
    </w:p>
    <w:p w14:paraId="54FC4386" w14:textId="04DE5254" w:rsidR="003B0150" w:rsidRDefault="003B0150" w:rsidP="00C84C6B">
      <w:pPr>
        <w:pStyle w:val="ListParagraph"/>
        <w:numPr>
          <w:ilvl w:val="3"/>
          <w:numId w:val="13"/>
        </w:numPr>
        <w:tabs>
          <w:tab w:val="clear" w:pos="284"/>
        </w:tabs>
        <w:spacing w:line="240" w:lineRule="auto"/>
        <w:ind w:left="709" w:hanging="357"/>
        <w:contextualSpacing w:val="0"/>
        <w:rPr>
          <w:szCs w:val="24"/>
        </w:rPr>
      </w:pPr>
      <w:r>
        <w:rPr>
          <w:szCs w:val="24"/>
        </w:rPr>
        <w:t>Complete</w:t>
      </w:r>
      <w:r w:rsidRPr="00E7048D">
        <w:rPr>
          <w:szCs w:val="24"/>
        </w:rPr>
        <w:t xml:space="preserve"> the</w:t>
      </w:r>
      <w:r>
        <w:rPr>
          <w:szCs w:val="24"/>
        </w:rPr>
        <w:t xml:space="preserve"> blank</w:t>
      </w:r>
      <w:r w:rsidRPr="00E7048D">
        <w:rPr>
          <w:szCs w:val="24"/>
        </w:rPr>
        <w:t xml:space="preserve"> chain of custody to send th</w:t>
      </w:r>
      <w:r>
        <w:rPr>
          <w:szCs w:val="24"/>
        </w:rPr>
        <w:t>ese</w:t>
      </w:r>
      <w:r w:rsidRPr="00E7048D">
        <w:rPr>
          <w:szCs w:val="24"/>
        </w:rPr>
        <w:t xml:space="preserve"> sample</w:t>
      </w:r>
      <w:r>
        <w:rPr>
          <w:szCs w:val="24"/>
        </w:rPr>
        <w:t>s</w:t>
      </w:r>
      <w:r w:rsidRPr="00E7048D">
        <w:rPr>
          <w:szCs w:val="24"/>
        </w:rPr>
        <w:t xml:space="preserve"> to an</w:t>
      </w:r>
      <w:r w:rsidR="00FF15A3">
        <w:rPr>
          <w:szCs w:val="24"/>
        </w:rPr>
        <w:t>other laboratory for testing (t</w:t>
      </w:r>
      <w:r w:rsidRPr="00E7048D">
        <w:rPr>
          <w:szCs w:val="24"/>
        </w:rPr>
        <w:t>he customer and laboratory information have been completed for you)</w:t>
      </w:r>
    </w:p>
    <w:p w14:paraId="6CB75F24" w14:textId="62356462" w:rsidR="003B0150" w:rsidRDefault="003B0150" w:rsidP="00C84C6B">
      <w:pPr>
        <w:pStyle w:val="ListParagraph"/>
        <w:numPr>
          <w:ilvl w:val="3"/>
          <w:numId w:val="13"/>
        </w:numPr>
        <w:tabs>
          <w:tab w:val="clear" w:pos="284"/>
        </w:tabs>
        <w:spacing w:line="240" w:lineRule="auto"/>
        <w:ind w:left="709" w:hanging="357"/>
        <w:contextualSpacing w:val="0"/>
        <w:rPr>
          <w:szCs w:val="24"/>
        </w:rPr>
      </w:pPr>
      <w:r>
        <w:rPr>
          <w:szCs w:val="24"/>
        </w:rPr>
        <w:t>Place your turbidity samples at the turb</w:t>
      </w:r>
      <w:r w:rsidR="00FF15A3">
        <w:rPr>
          <w:szCs w:val="24"/>
        </w:rPr>
        <w:t>idity station in the laboratory</w:t>
      </w:r>
    </w:p>
    <w:p w14:paraId="51C9E4C2" w14:textId="1EC8DA0A" w:rsidR="003B0150" w:rsidRPr="00E7048D" w:rsidRDefault="003B0150" w:rsidP="00C84C6B">
      <w:pPr>
        <w:pStyle w:val="ListParagraph"/>
        <w:numPr>
          <w:ilvl w:val="3"/>
          <w:numId w:val="13"/>
        </w:numPr>
        <w:tabs>
          <w:tab w:val="clear" w:pos="284"/>
        </w:tabs>
        <w:spacing w:line="240" w:lineRule="auto"/>
        <w:ind w:left="709" w:hanging="357"/>
        <w:contextualSpacing w:val="0"/>
        <w:rPr>
          <w:szCs w:val="24"/>
        </w:rPr>
      </w:pPr>
      <w:r>
        <w:rPr>
          <w:szCs w:val="24"/>
        </w:rPr>
        <w:t xml:space="preserve">Wipe down your workstation in preparation for Part </w:t>
      </w:r>
      <w:r w:rsidR="004D576B">
        <w:rPr>
          <w:szCs w:val="24"/>
        </w:rPr>
        <w:t>4</w:t>
      </w:r>
    </w:p>
    <w:p w14:paraId="4959C9E8" w14:textId="77777777" w:rsidR="003B0150" w:rsidRDefault="003B0150" w:rsidP="003B0150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14A3A48C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64EC4B79" w14:textId="77777777" w:rsidR="003B0150" w:rsidRPr="000139B4" w:rsidRDefault="003B0150" w:rsidP="003B0150">
      <w:pPr>
        <w:tabs>
          <w:tab w:val="clear" w:pos="284"/>
        </w:tabs>
        <w:spacing w:line="240" w:lineRule="auto"/>
        <w:ind w:left="426" w:right="565"/>
        <w:jc w:val="center"/>
        <w:rPr>
          <w:b/>
          <w:sz w:val="32"/>
          <w:szCs w:val="24"/>
          <w:u w:val="single"/>
          <w:lang w:eastAsia="en-AU"/>
        </w:rPr>
      </w:pPr>
      <w:r w:rsidRPr="000139B4">
        <w:rPr>
          <w:b/>
          <w:sz w:val="32"/>
          <w:szCs w:val="24"/>
          <w:u w:val="single"/>
          <w:lang w:eastAsia="en-AU"/>
        </w:rPr>
        <w:t>WORKPLACE PROCEDURES</w:t>
      </w:r>
      <w:r>
        <w:rPr>
          <w:b/>
          <w:sz w:val="32"/>
          <w:szCs w:val="24"/>
          <w:u w:val="single"/>
          <w:lang w:eastAsia="en-AU"/>
        </w:rPr>
        <w:t xml:space="preserve"> – SUB-SAMPLING LIQUIDS</w:t>
      </w:r>
    </w:p>
    <w:p w14:paraId="58185F23" w14:textId="77777777" w:rsidR="003B0150" w:rsidRDefault="003B0150" w:rsidP="003B0150">
      <w:pPr>
        <w:tabs>
          <w:tab w:val="clear" w:pos="284"/>
          <w:tab w:val="left" w:pos="7797"/>
        </w:tabs>
        <w:spacing w:line="240" w:lineRule="auto"/>
        <w:ind w:left="1560" w:right="565" w:hanging="425"/>
        <w:rPr>
          <w:szCs w:val="24"/>
          <w:lang w:eastAsia="en-AU"/>
        </w:rPr>
      </w:pPr>
    </w:p>
    <w:p w14:paraId="3A06970F" w14:textId="77777777" w:rsidR="003B0150" w:rsidRDefault="003B0150" w:rsidP="00C84C6B">
      <w:pPr>
        <w:pStyle w:val="ListParagraph"/>
        <w:numPr>
          <w:ilvl w:val="0"/>
          <w:numId w:val="16"/>
        </w:numPr>
        <w:tabs>
          <w:tab w:val="clear" w:pos="284"/>
        </w:tabs>
        <w:spacing w:line="240" w:lineRule="auto"/>
        <w:ind w:left="1843" w:right="1699" w:hanging="283"/>
        <w:contextualSpacing w:val="0"/>
        <w:jc w:val="both"/>
        <w:rPr>
          <w:szCs w:val="24"/>
        </w:rPr>
      </w:pPr>
      <w:r>
        <w:rPr>
          <w:szCs w:val="24"/>
        </w:rPr>
        <w:t>Collect the following items:</w:t>
      </w:r>
    </w:p>
    <w:p w14:paraId="29DDF005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Water sample and chain of custody from Part 1</w:t>
      </w:r>
    </w:p>
    <w:p w14:paraId="424DB3ED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Three 100mL clean and dry sample bottles</w:t>
      </w:r>
    </w:p>
    <w:p w14:paraId="39FC6935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100mL clean and dry measuring cylinder</w:t>
      </w:r>
    </w:p>
    <w:p w14:paraId="235CF57D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Small clean and dry funnel</w:t>
      </w:r>
    </w:p>
    <w:p w14:paraId="40429114" w14:textId="77777777" w:rsidR="003B0150" w:rsidRPr="007C7C8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Blank labels</w:t>
      </w:r>
    </w:p>
    <w:p w14:paraId="54C48FD8" w14:textId="77777777" w:rsidR="003B0150" w:rsidRDefault="003B0150" w:rsidP="00C84C6B">
      <w:pPr>
        <w:pStyle w:val="ListParagraph"/>
        <w:numPr>
          <w:ilvl w:val="0"/>
          <w:numId w:val="16"/>
        </w:numPr>
        <w:tabs>
          <w:tab w:val="clear" w:pos="284"/>
        </w:tabs>
        <w:spacing w:line="240" w:lineRule="auto"/>
        <w:ind w:left="1843" w:right="1699" w:hanging="283"/>
        <w:contextualSpacing w:val="0"/>
        <w:jc w:val="both"/>
        <w:rPr>
          <w:szCs w:val="24"/>
        </w:rPr>
      </w:pPr>
      <w:r>
        <w:rPr>
          <w:szCs w:val="24"/>
        </w:rPr>
        <w:t>Write the sample information on each label:</w:t>
      </w:r>
    </w:p>
    <w:p w14:paraId="13CF3AAC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Date</w:t>
      </w:r>
    </w:p>
    <w:p w14:paraId="100A8CDD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Student name</w:t>
      </w:r>
    </w:p>
    <w:p w14:paraId="7FCAAC7C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Job ID</w:t>
      </w:r>
    </w:p>
    <w:p w14:paraId="1D4805B6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Sample ID</w:t>
      </w:r>
    </w:p>
    <w:p w14:paraId="6F0FE9E9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Sample name</w:t>
      </w:r>
    </w:p>
    <w:p w14:paraId="508D84D5" w14:textId="77777777" w:rsidR="003B0150" w:rsidRDefault="003B0150" w:rsidP="00C84C6B">
      <w:pPr>
        <w:pStyle w:val="ListParagraph"/>
        <w:numPr>
          <w:ilvl w:val="1"/>
          <w:numId w:val="16"/>
        </w:numPr>
        <w:tabs>
          <w:tab w:val="clear" w:pos="284"/>
        </w:tabs>
        <w:spacing w:line="240" w:lineRule="auto"/>
        <w:ind w:left="2552" w:right="1699" w:hanging="425"/>
        <w:contextualSpacing w:val="0"/>
        <w:jc w:val="both"/>
        <w:rPr>
          <w:szCs w:val="24"/>
        </w:rPr>
      </w:pPr>
      <w:r>
        <w:rPr>
          <w:szCs w:val="24"/>
        </w:rPr>
        <w:t>Test required</w:t>
      </w:r>
    </w:p>
    <w:p w14:paraId="602DBC83" w14:textId="77777777" w:rsidR="003B0150" w:rsidRDefault="003B0150" w:rsidP="00C84C6B">
      <w:pPr>
        <w:pStyle w:val="ListParagraph"/>
        <w:numPr>
          <w:ilvl w:val="0"/>
          <w:numId w:val="16"/>
        </w:numPr>
        <w:tabs>
          <w:tab w:val="clear" w:pos="284"/>
        </w:tabs>
        <w:spacing w:line="240" w:lineRule="auto"/>
        <w:ind w:left="1985" w:right="1699" w:hanging="425"/>
        <w:contextualSpacing w:val="0"/>
        <w:jc w:val="both"/>
        <w:rPr>
          <w:szCs w:val="24"/>
        </w:rPr>
      </w:pPr>
      <w:r>
        <w:rPr>
          <w:szCs w:val="24"/>
        </w:rPr>
        <w:t>Stick the labels on the bottles</w:t>
      </w:r>
    </w:p>
    <w:p w14:paraId="55A5E553" w14:textId="77777777" w:rsidR="003B0150" w:rsidRDefault="003B0150" w:rsidP="00C84C6B">
      <w:pPr>
        <w:pStyle w:val="ListParagraph"/>
        <w:numPr>
          <w:ilvl w:val="0"/>
          <w:numId w:val="16"/>
        </w:numPr>
        <w:tabs>
          <w:tab w:val="clear" w:pos="284"/>
        </w:tabs>
        <w:spacing w:line="240" w:lineRule="auto"/>
        <w:ind w:left="1985" w:right="1699" w:hanging="425"/>
        <w:contextualSpacing w:val="0"/>
        <w:jc w:val="both"/>
        <w:rPr>
          <w:szCs w:val="24"/>
        </w:rPr>
      </w:pPr>
      <w:r>
        <w:rPr>
          <w:szCs w:val="24"/>
        </w:rPr>
        <w:t>Unscrew each bottle lid, but leave the lid on</w:t>
      </w:r>
    </w:p>
    <w:p w14:paraId="585B8508" w14:textId="77777777" w:rsidR="003B0150" w:rsidRDefault="003B0150" w:rsidP="00C84C6B">
      <w:pPr>
        <w:pStyle w:val="ListParagraph"/>
        <w:numPr>
          <w:ilvl w:val="0"/>
          <w:numId w:val="16"/>
        </w:numPr>
        <w:tabs>
          <w:tab w:val="clear" w:pos="284"/>
        </w:tabs>
        <w:spacing w:line="240" w:lineRule="auto"/>
        <w:ind w:left="1985" w:right="1699" w:hanging="425"/>
        <w:contextualSpacing w:val="0"/>
        <w:jc w:val="both"/>
        <w:rPr>
          <w:szCs w:val="24"/>
        </w:rPr>
      </w:pPr>
      <w:r>
        <w:rPr>
          <w:szCs w:val="24"/>
        </w:rPr>
        <w:t>Collect the water sample and invert the bottle a few times to gently homogenise</w:t>
      </w:r>
    </w:p>
    <w:p w14:paraId="4A0B629E" w14:textId="692BC5A7" w:rsidR="003B0150" w:rsidRDefault="003B0150" w:rsidP="00C84C6B">
      <w:pPr>
        <w:pStyle w:val="ListParagraph"/>
        <w:numPr>
          <w:ilvl w:val="0"/>
          <w:numId w:val="16"/>
        </w:numPr>
        <w:tabs>
          <w:tab w:val="clear" w:pos="284"/>
        </w:tabs>
        <w:spacing w:line="240" w:lineRule="auto"/>
        <w:ind w:left="1985" w:right="1699" w:hanging="425"/>
        <w:contextualSpacing w:val="0"/>
        <w:jc w:val="both"/>
        <w:rPr>
          <w:szCs w:val="24"/>
        </w:rPr>
      </w:pPr>
      <w:r>
        <w:rPr>
          <w:szCs w:val="24"/>
        </w:rPr>
        <w:t>Pour 100mL of the water sample into the measuring cylinder, close the sample and take the lid off the first sub-sample bottle. Place a small funnel into the neck of the bottle and pour the contents of the mea</w:t>
      </w:r>
      <w:r w:rsidR="00FF15A3">
        <w:rPr>
          <w:szCs w:val="24"/>
        </w:rPr>
        <w:t>suring cylinder into the bottle</w:t>
      </w:r>
    </w:p>
    <w:p w14:paraId="31D311A7" w14:textId="7B0C46B3" w:rsidR="003B0150" w:rsidRDefault="003B0150" w:rsidP="00C84C6B">
      <w:pPr>
        <w:pStyle w:val="ListParagraph"/>
        <w:numPr>
          <w:ilvl w:val="0"/>
          <w:numId w:val="16"/>
        </w:numPr>
        <w:tabs>
          <w:tab w:val="clear" w:pos="284"/>
        </w:tabs>
        <w:spacing w:line="240" w:lineRule="auto"/>
        <w:ind w:left="1985" w:right="1699" w:hanging="425"/>
        <w:contextualSpacing w:val="0"/>
        <w:jc w:val="both"/>
        <w:rPr>
          <w:szCs w:val="24"/>
        </w:rPr>
      </w:pPr>
      <w:r>
        <w:rPr>
          <w:szCs w:val="24"/>
        </w:rPr>
        <w:t>Repeat steps 5 and</w:t>
      </w:r>
      <w:r w:rsidR="00FF15A3">
        <w:rPr>
          <w:szCs w:val="24"/>
        </w:rPr>
        <w:t xml:space="preserve"> 6 for the next two sub-samples</w:t>
      </w:r>
    </w:p>
    <w:p w14:paraId="09590DBC" w14:textId="77777777" w:rsidR="003B0150" w:rsidRPr="00A661DF" w:rsidRDefault="003B0150" w:rsidP="003B0150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3870A583" w14:textId="77777777" w:rsidR="003B0150" w:rsidRPr="00442193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spacing w:line="240" w:lineRule="auto"/>
        <w:rPr>
          <w:b/>
          <w:color w:val="FFFFFF" w:themeColor="background1"/>
          <w:szCs w:val="24"/>
          <w:lang w:eastAsia="en-AU"/>
        </w:rPr>
      </w:pPr>
      <w:r w:rsidRPr="00442193">
        <w:rPr>
          <w:b/>
          <w:color w:val="FFFFFF" w:themeColor="background1"/>
          <w:szCs w:val="24"/>
          <w:lang w:eastAsia="en-AU"/>
        </w:rPr>
        <w:lastRenderedPageBreak/>
        <w:t>Physical evidence required:</w:t>
      </w:r>
    </w:p>
    <w:p w14:paraId="548A5F9D" w14:textId="77777777" w:rsidR="003B0150" w:rsidRDefault="003B0150" w:rsidP="00C84C6B">
      <w:pPr>
        <w:pStyle w:val="ListParagraph"/>
        <w:numPr>
          <w:ilvl w:val="0"/>
          <w:numId w:val="7"/>
        </w:numPr>
        <w:spacing w:line="240" w:lineRule="auto"/>
        <w:contextualSpacing w:val="0"/>
        <w:rPr>
          <w:b/>
          <w:bCs/>
          <w:szCs w:val="24"/>
        </w:rPr>
      </w:pPr>
      <w:r w:rsidRPr="00E7048D">
        <w:rPr>
          <w:b/>
          <w:bCs/>
          <w:szCs w:val="24"/>
        </w:rPr>
        <w:t>Chain of custody:</w:t>
      </w:r>
    </w:p>
    <w:p w14:paraId="5B82FFBF" w14:textId="77777777" w:rsidR="003B0150" w:rsidRDefault="003B0150" w:rsidP="00C84C6B">
      <w:pPr>
        <w:pStyle w:val="ListParagraph"/>
        <w:numPr>
          <w:ilvl w:val="1"/>
          <w:numId w:val="7"/>
        </w:numPr>
        <w:spacing w:line="240" w:lineRule="auto"/>
        <w:contextualSpacing w:val="0"/>
        <w:rPr>
          <w:b/>
          <w:bCs/>
          <w:szCs w:val="24"/>
        </w:rPr>
      </w:pPr>
      <w:r>
        <w:rPr>
          <w:szCs w:val="24"/>
        </w:rPr>
        <w:t>Correctly completed chain of custody for transport of pH and conductivity samples</w:t>
      </w:r>
    </w:p>
    <w:p w14:paraId="4B9A29F0" w14:textId="77777777" w:rsidR="003B0150" w:rsidRDefault="003B0150" w:rsidP="00C84C6B">
      <w:pPr>
        <w:pStyle w:val="ListParagraph"/>
        <w:numPr>
          <w:ilvl w:val="0"/>
          <w:numId w:val="7"/>
        </w:numPr>
        <w:spacing w:line="240" w:lineRule="auto"/>
        <w:contextualSpacing w:val="0"/>
        <w:rPr>
          <w:b/>
          <w:bCs/>
          <w:szCs w:val="24"/>
        </w:rPr>
      </w:pPr>
      <w:r>
        <w:rPr>
          <w:b/>
          <w:bCs/>
          <w:szCs w:val="24"/>
        </w:rPr>
        <w:t>Labels:</w:t>
      </w:r>
    </w:p>
    <w:p w14:paraId="7447B713" w14:textId="77777777" w:rsidR="003B0150" w:rsidRDefault="003B0150" w:rsidP="00C84C6B">
      <w:pPr>
        <w:pStyle w:val="ListParagraph"/>
        <w:numPr>
          <w:ilvl w:val="1"/>
          <w:numId w:val="7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A</w:t>
      </w:r>
      <w:r w:rsidRPr="00E7048D">
        <w:rPr>
          <w:szCs w:val="24"/>
        </w:rPr>
        <w:t xml:space="preserve"> correctly written label applied to each sub-sample</w:t>
      </w:r>
    </w:p>
    <w:p w14:paraId="7E473A67" w14:textId="77777777" w:rsidR="003B0150" w:rsidRPr="00651564" w:rsidRDefault="003B0150" w:rsidP="00C84C6B">
      <w:pPr>
        <w:pStyle w:val="ListParagraph"/>
        <w:numPr>
          <w:ilvl w:val="0"/>
          <w:numId w:val="7"/>
        </w:numPr>
        <w:spacing w:line="240" w:lineRule="auto"/>
        <w:contextualSpacing w:val="0"/>
        <w:rPr>
          <w:b/>
          <w:bCs/>
          <w:szCs w:val="24"/>
        </w:rPr>
      </w:pPr>
      <w:r w:rsidRPr="00651564">
        <w:rPr>
          <w:b/>
          <w:bCs/>
          <w:szCs w:val="24"/>
        </w:rPr>
        <w:t>Sub-samples:</w:t>
      </w:r>
    </w:p>
    <w:p w14:paraId="0D986DD8" w14:textId="77777777" w:rsidR="003B0150" w:rsidRDefault="003B0150" w:rsidP="00C84C6B">
      <w:pPr>
        <w:pStyle w:val="ListParagraph"/>
        <w:numPr>
          <w:ilvl w:val="1"/>
          <w:numId w:val="7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pH and conductivity sub-samples in esky with ice bricks</w:t>
      </w:r>
    </w:p>
    <w:p w14:paraId="2BBAA4A7" w14:textId="77777777" w:rsidR="003B0150" w:rsidRDefault="003B0150" w:rsidP="00C84C6B">
      <w:pPr>
        <w:pStyle w:val="ListParagraph"/>
        <w:numPr>
          <w:ilvl w:val="1"/>
          <w:numId w:val="7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Turbidity sub-sample in tray at turbidity workstation</w:t>
      </w:r>
    </w:p>
    <w:p w14:paraId="324B6273" w14:textId="77777777" w:rsidR="003B0150" w:rsidRPr="005E6C5F" w:rsidRDefault="003B0150" w:rsidP="00C84C6B">
      <w:pPr>
        <w:pStyle w:val="ListParagraph"/>
        <w:numPr>
          <w:ilvl w:val="0"/>
          <w:numId w:val="7"/>
        </w:numPr>
        <w:spacing w:line="240" w:lineRule="auto"/>
        <w:contextualSpacing w:val="0"/>
        <w:rPr>
          <w:szCs w:val="24"/>
        </w:rPr>
      </w:pPr>
      <w:r>
        <w:rPr>
          <w:b/>
          <w:bCs/>
          <w:szCs w:val="24"/>
        </w:rPr>
        <w:t>Housekeeping:</w:t>
      </w:r>
    </w:p>
    <w:p w14:paraId="110CB012" w14:textId="77777777" w:rsidR="003B0150" w:rsidRPr="005E6C5F" w:rsidRDefault="003B0150" w:rsidP="00C84C6B">
      <w:pPr>
        <w:pStyle w:val="ListParagraph"/>
        <w:numPr>
          <w:ilvl w:val="1"/>
          <w:numId w:val="7"/>
        </w:numPr>
        <w:spacing w:line="240" w:lineRule="auto"/>
        <w:contextualSpacing w:val="0"/>
        <w:rPr>
          <w:szCs w:val="24"/>
        </w:rPr>
      </w:pPr>
      <w:r w:rsidRPr="005E6C5F">
        <w:rPr>
          <w:szCs w:val="24"/>
        </w:rPr>
        <w:t>Bench has been wiped down and samples are neatly in order</w:t>
      </w:r>
    </w:p>
    <w:p w14:paraId="2ECB514C" w14:textId="77777777" w:rsidR="003B0150" w:rsidRPr="00A24628" w:rsidRDefault="003B0150" w:rsidP="003B0150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48FA9146" w14:textId="77777777" w:rsidR="003B0150" w:rsidRPr="008F6497" w:rsidRDefault="003B0150" w:rsidP="003B0150">
      <w:pPr>
        <w:pStyle w:val="Heading2"/>
        <w:spacing w:before="120"/>
        <w:contextualSpacing w:val="0"/>
      </w:pPr>
      <w:r>
        <w:lastRenderedPageBreak/>
        <w:t>Part 4: Pathology sample preparation</w:t>
      </w:r>
    </w:p>
    <w:p w14:paraId="1CCBAC4A" w14:textId="3559F298" w:rsidR="00A41985" w:rsidRPr="00442193" w:rsidRDefault="00A41985" w:rsidP="00A41985">
      <w:pPr>
        <w:spacing w:line="240" w:lineRule="auto"/>
        <w:rPr>
          <w:szCs w:val="24"/>
          <w:lang w:eastAsia="en-AU"/>
        </w:rPr>
      </w:pPr>
      <w:r w:rsidRPr="00442193">
        <w:rPr>
          <w:szCs w:val="24"/>
          <w:lang w:eastAsia="en-AU"/>
        </w:rPr>
        <w:t xml:space="preserve">To complete this part of the assessment, </w:t>
      </w:r>
      <w:r>
        <w:rPr>
          <w:szCs w:val="24"/>
          <w:lang w:eastAsia="en-AU"/>
        </w:rPr>
        <w:t>you</w:t>
      </w:r>
      <w:r w:rsidRPr="00442193">
        <w:rPr>
          <w:szCs w:val="24"/>
          <w:lang w:eastAsia="en-AU"/>
        </w:rPr>
        <w:t xml:space="preserve"> will be required to </w:t>
      </w:r>
      <w:r>
        <w:rPr>
          <w:szCs w:val="24"/>
          <w:lang w:eastAsia="en-AU"/>
        </w:rPr>
        <w:t>complete a sub-sampling and separation of the pathology sample from Part 1.</w:t>
      </w:r>
    </w:p>
    <w:p w14:paraId="60DD4CE7" w14:textId="77777777" w:rsidR="003B0150" w:rsidRPr="00442193" w:rsidRDefault="003B0150" w:rsidP="003B0150">
      <w:pPr>
        <w:spacing w:line="240" w:lineRule="auto"/>
        <w:rPr>
          <w:i/>
          <w:iCs/>
          <w:color w:val="808080"/>
          <w:szCs w:val="24"/>
          <w:lang w:eastAsia="en-AU"/>
        </w:rPr>
      </w:pPr>
      <w:r w:rsidRPr="00442193">
        <w:rPr>
          <w:szCs w:val="24"/>
          <w:lang w:eastAsia="en-AU"/>
        </w:rPr>
        <w:t>Using the information below and the criteria listed on the assessment checklist you are required to complete the task below.</w:t>
      </w:r>
    </w:p>
    <w:p w14:paraId="24DC23B8" w14:textId="77777777" w:rsidR="003B0150" w:rsidRPr="00442193" w:rsidRDefault="003B0150" w:rsidP="003B0150">
      <w:pPr>
        <w:spacing w:line="240" w:lineRule="auto"/>
        <w:rPr>
          <w:szCs w:val="24"/>
          <w:lang w:eastAsia="en-AU"/>
        </w:rPr>
      </w:pPr>
      <w:r w:rsidRPr="00442193">
        <w:rPr>
          <w:szCs w:val="24"/>
          <w:lang w:eastAsia="en-AU"/>
        </w:rPr>
        <w:t>Once completed you will need to submit this assessment to your assessor for marking.</w:t>
      </w:r>
    </w:p>
    <w:p w14:paraId="2C530F9B" w14:textId="77777777" w:rsidR="003B0150" w:rsidRPr="00442193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spacing w:line="240" w:lineRule="auto"/>
        <w:rPr>
          <w:b/>
          <w:color w:val="FFFFFF" w:themeColor="background1"/>
          <w:szCs w:val="24"/>
          <w:lang w:eastAsia="en-AU"/>
        </w:rPr>
      </w:pPr>
      <w:r w:rsidRPr="00442193">
        <w:rPr>
          <w:b/>
          <w:color w:val="FFFFFF" w:themeColor="background1"/>
          <w:szCs w:val="24"/>
          <w:lang w:eastAsia="en-AU"/>
        </w:rPr>
        <w:t>Your task:</w:t>
      </w:r>
    </w:p>
    <w:p w14:paraId="098A64E9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bookmarkStart w:id="7" w:name="_Hlk25302588"/>
      <w:r w:rsidRPr="00442193">
        <w:rPr>
          <w:szCs w:val="24"/>
        </w:rPr>
        <w:t>You will need to prepare the sample for</w:t>
      </w:r>
      <w:r>
        <w:rPr>
          <w:szCs w:val="24"/>
        </w:rPr>
        <w:t xml:space="preserve"> analysis by separating it in a centrifuge.</w:t>
      </w:r>
    </w:p>
    <w:p w14:paraId="1D4DE995" w14:textId="77777777" w:rsidR="003B0150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5106AFAD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 w:rsidRPr="00442193">
        <w:rPr>
          <w:b/>
          <w:i/>
          <w:szCs w:val="24"/>
        </w:rPr>
        <w:t>To complete this task, you will be provided:</w:t>
      </w:r>
    </w:p>
    <w:p w14:paraId="088E62AF" w14:textId="6FE2AEAA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 xml:space="preserve">The </w:t>
      </w:r>
      <w:r w:rsidR="004D576B">
        <w:rPr>
          <w:szCs w:val="24"/>
        </w:rPr>
        <w:t>pathology sample and pathology request form from Part 1</w:t>
      </w:r>
    </w:p>
    <w:p w14:paraId="596C7717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Blank labels</w:t>
      </w:r>
    </w:p>
    <w:p w14:paraId="31218AF1" w14:textId="77777777" w:rsidR="003B0150" w:rsidRPr="00442193" w:rsidRDefault="003B0150" w:rsidP="00C84C6B">
      <w:pPr>
        <w:pStyle w:val="ListParagraph"/>
        <w:numPr>
          <w:ilvl w:val="0"/>
          <w:numId w:val="9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Sterile sample vials</w:t>
      </w:r>
    </w:p>
    <w:p w14:paraId="6EDC145E" w14:textId="77777777" w:rsidR="003B0150" w:rsidRPr="0030603A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0C064BAB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b/>
          <w:i/>
          <w:szCs w:val="24"/>
        </w:rPr>
      </w:pPr>
      <w:r w:rsidRPr="00442193">
        <w:rPr>
          <w:b/>
          <w:i/>
          <w:szCs w:val="24"/>
        </w:rPr>
        <w:t>Step 1: WHS</w:t>
      </w:r>
    </w:p>
    <w:p w14:paraId="689199CA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szCs w:val="24"/>
        </w:rPr>
      </w:pPr>
      <w:r w:rsidRPr="00442193">
        <w:rPr>
          <w:szCs w:val="24"/>
        </w:rPr>
        <w:t xml:space="preserve">You will be working with biological samples for this assessment task. Consider what additional precautions you may need to take to ensure your and your workmates’ </w:t>
      </w:r>
      <w:r>
        <w:rPr>
          <w:szCs w:val="24"/>
        </w:rPr>
        <w:t>work health and safety requirements.</w:t>
      </w:r>
    </w:p>
    <w:p w14:paraId="34C5BCD7" w14:textId="77777777" w:rsidR="003B0150" w:rsidRPr="00442193" w:rsidRDefault="003B0150" w:rsidP="00C84C6B">
      <w:pPr>
        <w:pStyle w:val="ListParagraph"/>
        <w:numPr>
          <w:ilvl w:val="0"/>
          <w:numId w:val="14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Ensure you are wearing the correct PPE</w:t>
      </w:r>
    </w:p>
    <w:p w14:paraId="20EA5182" w14:textId="77777777" w:rsidR="003B0150" w:rsidRPr="00442193" w:rsidRDefault="003B0150" w:rsidP="00C84C6B">
      <w:pPr>
        <w:pStyle w:val="ListParagraph"/>
        <w:numPr>
          <w:ilvl w:val="0"/>
          <w:numId w:val="14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Keep your workstation clean at all times</w:t>
      </w:r>
    </w:p>
    <w:p w14:paraId="5845B40E" w14:textId="7BD6A5F3" w:rsidR="003B0150" w:rsidRDefault="003B0150" w:rsidP="00C84C6B">
      <w:pPr>
        <w:pStyle w:val="ListParagraph"/>
        <w:numPr>
          <w:ilvl w:val="0"/>
          <w:numId w:val="14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>Dispose of all biological samples in the</w:t>
      </w:r>
      <w:r w:rsidR="00720011">
        <w:rPr>
          <w:szCs w:val="24"/>
        </w:rPr>
        <w:t xml:space="preserve"> appropriate receptacle</w:t>
      </w:r>
    </w:p>
    <w:p w14:paraId="05195009" w14:textId="77777777" w:rsidR="003B0150" w:rsidRPr="0030603A" w:rsidRDefault="003B0150" w:rsidP="003B0150">
      <w:pPr>
        <w:tabs>
          <w:tab w:val="clear" w:pos="284"/>
        </w:tabs>
        <w:spacing w:line="240" w:lineRule="auto"/>
        <w:rPr>
          <w:szCs w:val="24"/>
        </w:rPr>
      </w:pPr>
    </w:p>
    <w:p w14:paraId="37201FAB" w14:textId="77777777" w:rsidR="003B0150" w:rsidRPr="00442193" w:rsidRDefault="003B0150" w:rsidP="003B0150">
      <w:pPr>
        <w:tabs>
          <w:tab w:val="clear" w:pos="284"/>
        </w:tabs>
        <w:spacing w:line="240" w:lineRule="auto"/>
        <w:rPr>
          <w:b/>
          <w:i/>
          <w:szCs w:val="24"/>
        </w:rPr>
      </w:pPr>
      <w:r w:rsidRPr="00442193">
        <w:rPr>
          <w:b/>
          <w:i/>
          <w:szCs w:val="24"/>
        </w:rPr>
        <w:t>Step 2: Sub-sampling and preservation</w:t>
      </w:r>
    </w:p>
    <w:p w14:paraId="666BB803" w14:textId="77777777" w:rsidR="003B0150" w:rsidRDefault="003B0150" w:rsidP="00C84C6B">
      <w:pPr>
        <w:pStyle w:val="ListParagraph"/>
        <w:numPr>
          <w:ilvl w:val="0"/>
          <w:numId w:val="15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 xml:space="preserve">Collect 2 sterile </w:t>
      </w:r>
      <w:r>
        <w:rPr>
          <w:szCs w:val="24"/>
        </w:rPr>
        <w:t>centrifuge tubes</w:t>
      </w:r>
      <w:r w:rsidRPr="00442193">
        <w:rPr>
          <w:szCs w:val="24"/>
        </w:rPr>
        <w:t xml:space="preserve"> and label them</w:t>
      </w:r>
    </w:p>
    <w:p w14:paraId="4D7F4393" w14:textId="77777777" w:rsidR="003B0150" w:rsidRDefault="003B0150" w:rsidP="00C84C6B">
      <w:pPr>
        <w:pStyle w:val="ListParagraph"/>
        <w:numPr>
          <w:ilvl w:val="0"/>
          <w:numId w:val="15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Collect a sterile 2mL pipette tip</w:t>
      </w:r>
    </w:p>
    <w:p w14:paraId="26503B3E" w14:textId="77777777" w:rsidR="003B0150" w:rsidRDefault="003B0150" w:rsidP="00C84C6B">
      <w:pPr>
        <w:pStyle w:val="ListParagraph"/>
        <w:numPr>
          <w:ilvl w:val="0"/>
          <w:numId w:val="15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Extract 2mL of sample using an automatic pipette and the sterile tip and place it into the first centrifuge tube</w:t>
      </w:r>
    </w:p>
    <w:p w14:paraId="6EFD6F05" w14:textId="77777777" w:rsidR="003B0150" w:rsidRDefault="003B0150" w:rsidP="00C84C6B">
      <w:pPr>
        <w:pStyle w:val="ListParagraph"/>
        <w:numPr>
          <w:ilvl w:val="0"/>
          <w:numId w:val="15"/>
        </w:numPr>
        <w:tabs>
          <w:tab w:val="clear" w:pos="284"/>
        </w:tabs>
        <w:spacing w:line="240" w:lineRule="auto"/>
        <w:contextualSpacing w:val="0"/>
        <w:rPr>
          <w:szCs w:val="24"/>
        </w:rPr>
      </w:pPr>
      <w:r>
        <w:rPr>
          <w:szCs w:val="24"/>
        </w:rPr>
        <w:t>Repeat this for the second tube</w:t>
      </w:r>
    </w:p>
    <w:p w14:paraId="0B99072F" w14:textId="77777777" w:rsidR="003B0150" w:rsidRDefault="003B0150" w:rsidP="00C84C6B">
      <w:pPr>
        <w:pStyle w:val="ListParagraph"/>
        <w:numPr>
          <w:ilvl w:val="0"/>
          <w:numId w:val="15"/>
        </w:numPr>
        <w:tabs>
          <w:tab w:val="clear" w:pos="284"/>
        </w:tabs>
        <w:spacing w:line="240" w:lineRule="auto"/>
        <w:ind w:left="714" w:hanging="357"/>
        <w:contextualSpacing w:val="0"/>
        <w:rPr>
          <w:szCs w:val="24"/>
        </w:rPr>
      </w:pPr>
      <w:r>
        <w:rPr>
          <w:szCs w:val="24"/>
        </w:rPr>
        <w:t>Ask your assessor to run the centrifuge</w:t>
      </w:r>
    </w:p>
    <w:p w14:paraId="08B54D00" w14:textId="5CBE38F8" w:rsidR="003B0150" w:rsidRDefault="003B0150" w:rsidP="00C84C6B">
      <w:pPr>
        <w:pStyle w:val="ListParagraph"/>
        <w:numPr>
          <w:ilvl w:val="0"/>
          <w:numId w:val="15"/>
        </w:numPr>
        <w:tabs>
          <w:tab w:val="clear" w:pos="284"/>
        </w:tabs>
        <w:spacing w:line="240" w:lineRule="auto"/>
        <w:ind w:left="714" w:hanging="357"/>
        <w:contextualSpacing w:val="0"/>
        <w:rPr>
          <w:szCs w:val="24"/>
        </w:rPr>
      </w:pPr>
      <w:r>
        <w:rPr>
          <w:szCs w:val="24"/>
        </w:rPr>
        <w:t>Remove your samples when the program has completed and draw a picture of the sample</w:t>
      </w:r>
      <w:r w:rsidR="00720011">
        <w:rPr>
          <w:szCs w:val="24"/>
        </w:rPr>
        <w:t xml:space="preserve"> showing the layers now present</w:t>
      </w:r>
    </w:p>
    <w:p w14:paraId="2E57B1F2" w14:textId="6EC7FC2B" w:rsidR="003B0150" w:rsidRPr="00281ACE" w:rsidRDefault="003B0150" w:rsidP="00C84C6B">
      <w:pPr>
        <w:pStyle w:val="ListParagraph"/>
        <w:numPr>
          <w:ilvl w:val="0"/>
          <w:numId w:val="15"/>
        </w:numPr>
        <w:tabs>
          <w:tab w:val="clear" w:pos="284"/>
        </w:tabs>
        <w:spacing w:before="0" w:after="200" w:line="276" w:lineRule="auto"/>
        <w:ind w:left="714" w:hanging="357"/>
        <w:contextualSpacing w:val="0"/>
        <w:rPr>
          <w:szCs w:val="24"/>
        </w:rPr>
      </w:pPr>
      <w:r w:rsidRPr="00281ACE">
        <w:rPr>
          <w:szCs w:val="24"/>
        </w:rPr>
        <w:t>If you know the names of the layers, write them in the correct location. If you do not, write the colour of</w:t>
      </w:r>
      <w:r w:rsidR="00720011">
        <w:rPr>
          <w:szCs w:val="24"/>
        </w:rPr>
        <w:t xml:space="preserve"> each layer next to the drawing</w:t>
      </w:r>
      <w:r w:rsidRPr="00281ACE">
        <w:rPr>
          <w:szCs w:val="24"/>
        </w:rPr>
        <w:br w:type="page"/>
      </w:r>
    </w:p>
    <w:p w14:paraId="75526C8C" w14:textId="77777777" w:rsidR="003B0150" w:rsidRPr="00281ACE" w:rsidRDefault="003B0150" w:rsidP="003B0150">
      <w:pPr>
        <w:tabs>
          <w:tab w:val="clear" w:pos="284"/>
        </w:tabs>
        <w:spacing w:before="0" w:after="200" w:line="276" w:lineRule="auto"/>
        <w:rPr>
          <w:b/>
          <w:bCs/>
          <w:szCs w:val="24"/>
        </w:rPr>
      </w:pPr>
      <w:r>
        <w:rPr>
          <w:b/>
          <w:bCs/>
          <w:szCs w:val="24"/>
        </w:rPr>
        <w:lastRenderedPageBreak/>
        <w:t>Separated sample:</w:t>
      </w:r>
    </w:p>
    <w:p w14:paraId="761B3CAE" w14:textId="77777777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0DF3C8F0" w14:textId="63A5645B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5C705E0D" w14:textId="77777777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5DD501C5" w14:textId="77777777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4FB1D5BB" w14:textId="77777777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746147BD" w14:textId="77777777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530A1193" w14:textId="77777777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6ADF4998" w14:textId="5B07D697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56C04F66" w14:textId="2AB2CF27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28C1CF81" w14:textId="2E425484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41B11ED3" w14:textId="42F85A72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4CB2A06E" w14:textId="7BC16DB4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469A991D" w14:textId="33F0B7CA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34C79A73" w14:textId="687CEDFD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1BC2F64D" w14:textId="216FB753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55D8AC57" w14:textId="7458607E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7D7AA846" w14:textId="659671D9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579A8BBD" w14:textId="5EEFBFCE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2E9E1C20" w14:textId="77777777" w:rsidR="003B0150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</w:tabs>
        <w:spacing w:before="0" w:after="200" w:line="276" w:lineRule="auto"/>
        <w:rPr>
          <w:szCs w:val="24"/>
        </w:rPr>
      </w:pPr>
    </w:p>
    <w:p w14:paraId="131730DA" w14:textId="77777777" w:rsidR="003B0150" w:rsidRDefault="003B0150" w:rsidP="003B0150">
      <w:pPr>
        <w:tabs>
          <w:tab w:val="clear" w:pos="284"/>
        </w:tabs>
        <w:spacing w:before="0" w:after="200" w:line="276" w:lineRule="auto"/>
        <w:rPr>
          <w:szCs w:val="24"/>
        </w:rPr>
      </w:pPr>
    </w:p>
    <w:p w14:paraId="7BB9CC92" w14:textId="77777777" w:rsidR="003B0150" w:rsidRPr="00442193" w:rsidRDefault="003B0150" w:rsidP="003B015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spacing w:line="240" w:lineRule="auto"/>
        <w:rPr>
          <w:b/>
          <w:color w:val="FFFFFF" w:themeColor="background1"/>
          <w:szCs w:val="24"/>
          <w:lang w:eastAsia="en-AU"/>
        </w:rPr>
      </w:pPr>
      <w:r w:rsidRPr="00442193">
        <w:rPr>
          <w:b/>
          <w:color w:val="FFFFFF" w:themeColor="background1"/>
          <w:szCs w:val="24"/>
          <w:lang w:eastAsia="en-AU"/>
        </w:rPr>
        <w:t>Physical evidence required:</w:t>
      </w:r>
    </w:p>
    <w:p w14:paraId="21E9F1C8" w14:textId="77777777" w:rsidR="003B0150" w:rsidRPr="00281ACE" w:rsidRDefault="003B0150" w:rsidP="00C84C6B">
      <w:pPr>
        <w:pStyle w:val="ListParagraph"/>
        <w:numPr>
          <w:ilvl w:val="0"/>
          <w:numId w:val="8"/>
        </w:numPr>
        <w:spacing w:line="240" w:lineRule="auto"/>
        <w:contextualSpacing w:val="0"/>
        <w:rPr>
          <w:b/>
          <w:bCs/>
          <w:szCs w:val="24"/>
        </w:rPr>
      </w:pPr>
      <w:r w:rsidRPr="00281ACE">
        <w:rPr>
          <w:b/>
          <w:bCs/>
          <w:szCs w:val="24"/>
        </w:rPr>
        <w:t>Sub-samples</w:t>
      </w:r>
    </w:p>
    <w:p w14:paraId="26ED3922" w14:textId="77777777" w:rsidR="003B0150" w:rsidRDefault="003B0150" w:rsidP="00C84C6B">
      <w:pPr>
        <w:pStyle w:val="ListParagraph"/>
        <w:numPr>
          <w:ilvl w:val="1"/>
          <w:numId w:val="8"/>
        </w:numPr>
        <w:spacing w:line="240" w:lineRule="auto"/>
        <w:contextualSpacing w:val="0"/>
        <w:rPr>
          <w:szCs w:val="24"/>
        </w:rPr>
      </w:pPr>
      <w:r w:rsidRPr="00442193">
        <w:rPr>
          <w:szCs w:val="24"/>
        </w:rPr>
        <w:t xml:space="preserve">Two correctly labelled </w:t>
      </w:r>
      <w:r>
        <w:rPr>
          <w:szCs w:val="24"/>
        </w:rPr>
        <w:t>sub-</w:t>
      </w:r>
      <w:r w:rsidRPr="00442193">
        <w:rPr>
          <w:szCs w:val="24"/>
        </w:rPr>
        <w:t>samples</w:t>
      </w:r>
      <w:r>
        <w:rPr>
          <w:szCs w:val="24"/>
        </w:rPr>
        <w:t xml:space="preserve"> separated by centrifuge</w:t>
      </w:r>
    </w:p>
    <w:p w14:paraId="75B59F05" w14:textId="77777777" w:rsidR="003B0150" w:rsidRPr="00442193" w:rsidRDefault="003B0150" w:rsidP="00C84C6B">
      <w:pPr>
        <w:pStyle w:val="ListParagraph"/>
        <w:numPr>
          <w:ilvl w:val="1"/>
          <w:numId w:val="8"/>
        </w:numPr>
        <w:spacing w:line="240" w:lineRule="auto"/>
        <w:contextualSpacing w:val="0"/>
        <w:rPr>
          <w:szCs w:val="24"/>
        </w:rPr>
      </w:pPr>
      <w:r>
        <w:rPr>
          <w:szCs w:val="24"/>
        </w:rPr>
        <w:t>Drawing of separated sample in space above</w:t>
      </w:r>
    </w:p>
    <w:p w14:paraId="53A28291" w14:textId="77777777" w:rsidR="003B0150" w:rsidRDefault="003B0150" w:rsidP="003B0150">
      <w:pPr>
        <w:tabs>
          <w:tab w:val="clear" w:pos="284"/>
        </w:tabs>
        <w:spacing w:before="0" w:after="200" w:line="276" w:lineRule="auto"/>
      </w:pPr>
      <w:r>
        <w:br w:type="page"/>
      </w:r>
    </w:p>
    <w:bookmarkEnd w:id="2"/>
    <w:bookmarkEnd w:id="7"/>
    <w:p w14:paraId="1C77E957" w14:textId="77777777" w:rsidR="003B0150" w:rsidRDefault="003B0150" w:rsidP="003B0150">
      <w:pPr>
        <w:pStyle w:val="Heading2"/>
        <w:contextualSpacing w:val="0"/>
      </w:pPr>
      <w:r w:rsidRPr="008F6497">
        <w:lastRenderedPageBreak/>
        <w:t xml:space="preserve">Part </w:t>
      </w:r>
      <w:r>
        <w:t>5: Assessment Checklist</w:t>
      </w:r>
    </w:p>
    <w:p w14:paraId="3F3F8154" w14:textId="77777777" w:rsidR="003B0150" w:rsidRDefault="003B0150" w:rsidP="003B0150">
      <w:pPr>
        <w:tabs>
          <w:tab w:val="clear" w:pos="284"/>
        </w:tabs>
        <w:spacing w:before="0" w:after="200" w:line="276" w:lineRule="auto"/>
      </w:pPr>
      <w:r>
        <w:t>The following checklist will be used by your assessor to mark your performance against the assessment criteria of your submitted/presented project. Use this checklist to understand what skills and/or knowledge you need to demonstrate in your submission/presentation. All the criteria described in the Assessment Checklist must be met. The assessor may ask questions while the submission/presentation is taking place or if appropriate directly after the task/activity has been submitted/completed.</w:t>
      </w:r>
    </w:p>
    <w:p w14:paraId="02513B60" w14:textId="77777777" w:rsidR="003B0150" w:rsidRDefault="003B0150" w:rsidP="003B0150">
      <w:pPr>
        <w:tabs>
          <w:tab w:val="clear" w:pos="284"/>
        </w:tabs>
        <w:spacing w:before="0" w:after="200" w:line="276" w:lineRule="auto"/>
        <w:sectPr w:rsidR="003B0150" w:rsidSect="003413D8">
          <w:headerReference w:type="even" r:id="rId22"/>
          <w:footerReference w:type="even" r:id="rId23"/>
          <w:headerReference w:type="first" r:id="rId24"/>
          <w:footerReference w:type="first" r:id="rId25"/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015F8CC6" w14:textId="77777777" w:rsidR="003B0150" w:rsidRDefault="003B0150" w:rsidP="003B0150">
      <w:pPr>
        <w:pStyle w:val="Caption"/>
        <w:keepNext/>
        <w:spacing w:before="120" w:after="120" w:line="240" w:lineRule="auto"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marking guide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1128"/>
        <w:gridCol w:w="3688"/>
        <w:gridCol w:w="848"/>
        <w:gridCol w:w="851"/>
        <w:gridCol w:w="7477"/>
      </w:tblGrid>
      <w:tr w:rsidR="003B0150" w14:paraId="14867817" w14:textId="77777777" w:rsidTr="00341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4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49A83291" w14:textId="77777777" w:rsidR="003B0150" w:rsidRPr="00A24628" w:rsidRDefault="003B0150" w:rsidP="003413D8">
            <w:pPr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Task</w:t>
            </w:r>
            <w:r w:rsidRPr="00A24628">
              <w:rPr>
                <w:szCs w:val="24"/>
                <w:lang w:eastAsia="en-AU"/>
              </w:rPr>
              <w:t xml:space="preserve"> #</w:t>
            </w:r>
          </w:p>
        </w:tc>
        <w:tc>
          <w:tcPr>
            <w:tcW w:w="1318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54A8BCB6" w14:textId="77777777" w:rsidR="003B0150" w:rsidRPr="00A24628" w:rsidRDefault="003B0150" w:rsidP="003413D8">
            <w:pPr>
              <w:rPr>
                <w:szCs w:val="24"/>
                <w:lang w:eastAsia="en-AU"/>
              </w:rPr>
            </w:pPr>
            <w:r w:rsidRPr="00A24628">
              <w:rPr>
                <w:szCs w:val="24"/>
                <w:lang w:eastAsia="en-AU"/>
              </w:rPr>
              <w:t>Marking Criteria</w:t>
            </w:r>
          </w:p>
        </w:tc>
        <w:tc>
          <w:tcPr>
            <w:tcW w:w="3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85C6942" w14:textId="77777777" w:rsidR="003B0150" w:rsidRPr="00A24628" w:rsidRDefault="003B0150" w:rsidP="003413D8">
            <w:pPr>
              <w:jc w:val="center"/>
              <w:rPr>
                <w:szCs w:val="24"/>
                <w:lang w:eastAsia="en-AU"/>
              </w:rPr>
            </w:pPr>
            <w:r w:rsidRPr="00A24628">
              <w:rPr>
                <w:szCs w:val="24"/>
                <w:lang w:eastAsia="en-AU"/>
              </w:rPr>
              <w:t>S</w:t>
            </w:r>
          </w:p>
        </w:tc>
        <w:tc>
          <w:tcPr>
            <w:tcW w:w="304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C3EEC55" w14:textId="77777777" w:rsidR="003B0150" w:rsidRPr="00A24628" w:rsidRDefault="003B0150" w:rsidP="003413D8">
            <w:pPr>
              <w:jc w:val="center"/>
              <w:rPr>
                <w:szCs w:val="24"/>
                <w:lang w:eastAsia="en-AU"/>
              </w:rPr>
            </w:pPr>
            <w:r w:rsidRPr="00A24628">
              <w:rPr>
                <w:szCs w:val="24"/>
                <w:lang w:eastAsia="en-AU"/>
              </w:rPr>
              <w:t>U/S</w:t>
            </w:r>
          </w:p>
        </w:tc>
        <w:tc>
          <w:tcPr>
            <w:tcW w:w="2672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4FD4D2C" w14:textId="77777777" w:rsidR="003B0150" w:rsidRPr="00A24628" w:rsidRDefault="003B0150" w:rsidP="003413D8">
            <w:pPr>
              <w:rPr>
                <w:szCs w:val="24"/>
                <w:lang w:eastAsia="en-AU"/>
              </w:rPr>
            </w:pPr>
            <w:r w:rsidRPr="00A24628">
              <w:rPr>
                <w:szCs w:val="24"/>
                <w:lang w:eastAsia="en-AU"/>
              </w:rPr>
              <w:t>Assessor Comments</w:t>
            </w:r>
          </w:p>
        </w:tc>
      </w:tr>
      <w:tr w:rsidR="003B0150" w14:paraId="6B085B5D" w14:textId="77777777" w:rsidTr="003413D8">
        <w:trPr>
          <w:cantSplit w:val="0"/>
        </w:trPr>
        <w:tc>
          <w:tcPr>
            <w:tcW w:w="4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05B9BB70" w14:textId="77777777" w:rsidR="003B0150" w:rsidRPr="00A24628" w:rsidRDefault="003B0150" w:rsidP="003413D8">
            <w:pPr>
              <w:pStyle w:val="Body"/>
              <w:rPr>
                <w:b/>
                <w:szCs w:val="24"/>
                <w:lang w:eastAsia="en-AU"/>
              </w:rPr>
            </w:pPr>
            <w:r>
              <w:rPr>
                <w:b/>
                <w:szCs w:val="24"/>
                <w:lang w:eastAsia="en-AU"/>
              </w:rPr>
              <w:t>1</w:t>
            </w:r>
          </w:p>
        </w:tc>
        <w:tc>
          <w:tcPr>
            <w:tcW w:w="1318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41586A30" w14:textId="77777777" w:rsidR="003B0150" w:rsidRPr="00E5232A" w:rsidRDefault="003B0150" w:rsidP="003413D8">
            <w:pPr>
              <w:pStyle w:val="Body"/>
              <w:tabs>
                <w:tab w:val="clear" w:pos="284"/>
                <w:tab w:val="left" w:pos="720"/>
              </w:tabs>
              <w:spacing w:line="240" w:lineRule="auto"/>
              <w:rPr>
                <w:b/>
                <w:bCs/>
                <w:szCs w:val="24"/>
                <w:lang w:eastAsia="en-AU"/>
              </w:rPr>
            </w:pPr>
            <w:r w:rsidRPr="00E5232A">
              <w:rPr>
                <w:b/>
                <w:bCs/>
                <w:szCs w:val="24"/>
                <w:lang w:eastAsia="en-AU"/>
              </w:rPr>
              <w:t>Receive samples for testing:</w:t>
            </w:r>
          </w:p>
          <w:p w14:paraId="77EE9D9C" w14:textId="77777777" w:rsidR="003B0150" w:rsidRDefault="003B0150" w:rsidP="00C84C6B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Appropriate PPE for laboratory has been chosen</w:t>
            </w:r>
          </w:p>
          <w:p w14:paraId="18215246" w14:textId="77777777" w:rsidR="003B0150" w:rsidRDefault="003B0150" w:rsidP="00C84C6B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Samples have been checked and matched with request forms and two chain of custody and one pathology form signed off</w:t>
            </w:r>
          </w:p>
          <w:p w14:paraId="515E10C9" w14:textId="77777777" w:rsidR="003B0150" w:rsidRDefault="003B0150" w:rsidP="00C84C6B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Traceability requirements have been met</w:t>
            </w:r>
          </w:p>
          <w:p w14:paraId="20B6C231" w14:textId="77777777" w:rsidR="003B0150" w:rsidRDefault="003B0150" w:rsidP="00C84C6B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Urgent tests have been processed</w:t>
            </w:r>
          </w:p>
          <w:p w14:paraId="1E449D1B" w14:textId="77777777" w:rsidR="003B0150" w:rsidRDefault="003B0150" w:rsidP="00C84C6B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  <w:lang w:eastAsia="en-AU"/>
              </w:rPr>
            </w:pPr>
            <w:r>
              <w:rPr>
                <w:szCs w:val="24"/>
                <w:lang w:eastAsia="en-AU"/>
              </w:rPr>
              <w:t>Request forms have been distributed for entry of sample details into LIMS</w:t>
            </w:r>
          </w:p>
          <w:p w14:paraId="494BDD57" w14:textId="77777777" w:rsidR="003B0150" w:rsidRPr="00E5232A" w:rsidRDefault="003B0150" w:rsidP="00C84C6B">
            <w:pPr>
              <w:pStyle w:val="Body"/>
              <w:numPr>
                <w:ilvl w:val="0"/>
                <w:numId w:val="17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  <w:lang w:eastAsia="en-AU"/>
              </w:rPr>
            </w:pPr>
            <w:r w:rsidRPr="00E5232A">
              <w:rPr>
                <w:szCs w:val="24"/>
                <w:lang w:eastAsia="en-AU"/>
              </w:rPr>
              <w:t xml:space="preserve">LIMS sheet </w:t>
            </w:r>
            <w:r w:rsidRPr="00E5232A">
              <w:rPr>
                <w:i/>
                <w:iCs/>
                <w:szCs w:val="24"/>
                <w:lang w:eastAsia="en-AU"/>
              </w:rPr>
              <w:t>1. Log samples</w:t>
            </w:r>
            <w:r w:rsidRPr="00E5232A">
              <w:rPr>
                <w:szCs w:val="24"/>
                <w:lang w:eastAsia="en-AU"/>
              </w:rPr>
              <w:t xml:space="preserve"> has been </w:t>
            </w:r>
            <w:r>
              <w:rPr>
                <w:szCs w:val="24"/>
                <w:lang w:eastAsia="en-AU"/>
              </w:rPr>
              <w:t xml:space="preserve">completed correctly and </w:t>
            </w:r>
            <w:r w:rsidRPr="00E5232A">
              <w:rPr>
                <w:szCs w:val="24"/>
                <w:lang w:eastAsia="en-AU"/>
              </w:rPr>
              <w:t>printed, named, signed and dated</w:t>
            </w:r>
          </w:p>
        </w:tc>
        <w:tc>
          <w:tcPr>
            <w:tcW w:w="3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7E7725D9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784773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F3EE78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18103628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859856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FA57BA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5F044114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557121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41732F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06ECA087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622652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D71556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5C5A6A38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2004613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A9C85A" w14:textId="77777777" w:rsidR="003B0150" w:rsidRPr="00A24628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304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7377EEA6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1013297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0B3ADB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58DDDAC5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2083135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1E9108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79AEB519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1111591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666E14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7A99C19D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2029676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A5A7C2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2921A3E8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535881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99BA73" w14:textId="77777777" w:rsidR="003B0150" w:rsidRPr="00A24628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2672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7A8E4D0E" w14:textId="77777777" w:rsidR="003B0150" w:rsidRDefault="003B0150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6F5BDCE8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259020C4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11113ABF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4E836906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18D43063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6D47111B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45A64F10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7EE4BA49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0BF7FC9D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39DE8F78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28EEC546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761CADC1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4228B419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668AEA45" w14:textId="77777777" w:rsidR="00E24568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  <w:p w14:paraId="3AB27391" w14:textId="419404DA" w:rsidR="00E24568" w:rsidRPr="00E5232A" w:rsidRDefault="00E24568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</w:tc>
      </w:tr>
      <w:tr w:rsidR="003B0150" w14:paraId="207861C4" w14:textId="77777777" w:rsidTr="003413D8">
        <w:trPr>
          <w:cantSplit w:val="0"/>
        </w:trPr>
        <w:tc>
          <w:tcPr>
            <w:tcW w:w="4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3AA5E8E2" w14:textId="77777777" w:rsidR="003B0150" w:rsidRPr="00A24628" w:rsidRDefault="003B0150" w:rsidP="003413D8">
            <w:pPr>
              <w:pStyle w:val="Body"/>
              <w:rPr>
                <w:b/>
                <w:szCs w:val="24"/>
                <w:lang w:eastAsia="en-AU"/>
              </w:rPr>
            </w:pPr>
            <w:r>
              <w:rPr>
                <w:b/>
                <w:szCs w:val="24"/>
                <w:lang w:eastAsia="en-AU"/>
              </w:rPr>
              <w:lastRenderedPageBreak/>
              <w:t>2</w:t>
            </w:r>
          </w:p>
        </w:tc>
        <w:tc>
          <w:tcPr>
            <w:tcW w:w="1318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09E407BD" w14:textId="77777777" w:rsidR="003B0150" w:rsidRDefault="003B0150" w:rsidP="003413D8">
            <w:pPr>
              <w:pStyle w:val="Body"/>
              <w:tabs>
                <w:tab w:val="clear" w:pos="284"/>
                <w:tab w:val="left" w:pos="720"/>
              </w:tabs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Food sample:</w:t>
            </w:r>
          </w:p>
          <w:p w14:paraId="0C0984C7" w14:textId="77777777" w:rsidR="003B0150" w:rsidRDefault="003B0150" w:rsidP="00C84C6B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</w:rPr>
            </w:pPr>
            <w:r>
              <w:rPr>
                <w:szCs w:val="24"/>
              </w:rPr>
              <w:t>Original sample has been sub-sampled as per testing requirements</w:t>
            </w:r>
          </w:p>
          <w:p w14:paraId="643772B9" w14:textId="77777777" w:rsidR="003B0150" w:rsidRDefault="003B0150" w:rsidP="00C84C6B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</w:rPr>
            </w:pPr>
            <w:r>
              <w:rPr>
                <w:szCs w:val="24"/>
              </w:rPr>
              <w:t>Samples have been preserved to maintain sample integrity</w:t>
            </w:r>
          </w:p>
          <w:p w14:paraId="3E391865" w14:textId="77777777" w:rsidR="003B0150" w:rsidRDefault="003B0150" w:rsidP="00C84C6B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</w:rPr>
            </w:pPr>
            <w:r>
              <w:rPr>
                <w:szCs w:val="24"/>
              </w:rPr>
              <w:t>Samples have been placed at workstations to maintain sample integrity</w:t>
            </w:r>
          </w:p>
          <w:p w14:paraId="2F69B7D4" w14:textId="77777777" w:rsidR="003B0150" w:rsidRPr="00651564" w:rsidRDefault="003B0150" w:rsidP="00C84C6B">
            <w:pPr>
              <w:pStyle w:val="Body"/>
              <w:numPr>
                <w:ilvl w:val="0"/>
                <w:numId w:val="19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</w:rPr>
            </w:pPr>
            <w:r>
              <w:rPr>
                <w:szCs w:val="24"/>
              </w:rPr>
              <w:t>Sub-sample has been chemically separated</w:t>
            </w:r>
          </w:p>
        </w:tc>
        <w:tc>
          <w:tcPr>
            <w:tcW w:w="3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05BE1164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528836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ADE6D8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157DCB2E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693177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86DF8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10CF76CC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636792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0D3054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4F03AD2E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4290935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178D10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304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318B7701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7710450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61332F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01F57968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570770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F2A67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2F4A7DEC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2112735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CDA2AC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06E67575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273713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34BC3B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2672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701CEB36" w14:textId="1C179157" w:rsidR="003B0150" w:rsidRPr="00C331BF" w:rsidRDefault="003B0150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</w:tc>
      </w:tr>
      <w:tr w:rsidR="003B0150" w14:paraId="22FC71E8" w14:textId="77777777" w:rsidTr="003413D8">
        <w:trPr>
          <w:cantSplit w:val="0"/>
        </w:trPr>
        <w:tc>
          <w:tcPr>
            <w:tcW w:w="4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454B6C74" w14:textId="77777777" w:rsidR="003B0150" w:rsidRPr="00A24628" w:rsidRDefault="003B0150" w:rsidP="003413D8">
            <w:pPr>
              <w:pStyle w:val="Body"/>
              <w:rPr>
                <w:b/>
                <w:szCs w:val="24"/>
                <w:lang w:eastAsia="en-AU"/>
              </w:rPr>
            </w:pPr>
            <w:r>
              <w:rPr>
                <w:b/>
                <w:szCs w:val="24"/>
                <w:lang w:eastAsia="en-AU"/>
              </w:rPr>
              <w:t>3</w:t>
            </w:r>
          </w:p>
        </w:tc>
        <w:tc>
          <w:tcPr>
            <w:tcW w:w="1318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798C6638" w14:textId="77777777" w:rsidR="003B0150" w:rsidRDefault="003B0150" w:rsidP="003413D8">
            <w:pPr>
              <w:pStyle w:val="Body"/>
              <w:tabs>
                <w:tab w:val="clear" w:pos="284"/>
                <w:tab w:val="left" w:pos="720"/>
              </w:tabs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Water sample:</w:t>
            </w:r>
          </w:p>
          <w:p w14:paraId="1A3A6882" w14:textId="77777777" w:rsidR="003B0150" w:rsidRDefault="003B0150" w:rsidP="00C84C6B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</w:rPr>
            </w:pPr>
            <w:r>
              <w:rPr>
                <w:szCs w:val="24"/>
              </w:rPr>
              <w:t>Original sample has been sub-sampled as per testing requirements</w:t>
            </w:r>
          </w:p>
          <w:p w14:paraId="4DC807EF" w14:textId="77777777" w:rsidR="003B0150" w:rsidRDefault="003B0150" w:rsidP="00C84C6B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</w:rPr>
            </w:pPr>
            <w:r>
              <w:rPr>
                <w:szCs w:val="24"/>
              </w:rPr>
              <w:t>Chain of custody has been completed</w:t>
            </w:r>
          </w:p>
          <w:p w14:paraId="0DE54B52" w14:textId="77777777" w:rsidR="003B0150" w:rsidRDefault="003B0150" w:rsidP="00C84C6B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</w:rPr>
            </w:pPr>
            <w:r>
              <w:rPr>
                <w:szCs w:val="24"/>
              </w:rPr>
              <w:t>Samples have been placed in transport media</w:t>
            </w:r>
          </w:p>
          <w:p w14:paraId="3087470E" w14:textId="77777777" w:rsidR="003B0150" w:rsidRPr="00E5232A" w:rsidRDefault="003B0150" w:rsidP="00C84C6B">
            <w:pPr>
              <w:pStyle w:val="Body"/>
              <w:numPr>
                <w:ilvl w:val="0"/>
                <w:numId w:val="18"/>
              </w:numPr>
              <w:tabs>
                <w:tab w:val="clear" w:pos="284"/>
              </w:tabs>
              <w:spacing w:line="240" w:lineRule="auto"/>
              <w:ind w:left="463" w:hanging="463"/>
              <w:rPr>
                <w:szCs w:val="24"/>
              </w:rPr>
            </w:pPr>
            <w:r>
              <w:rPr>
                <w:szCs w:val="24"/>
              </w:rPr>
              <w:t xml:space="preserve">Samples have been physically separated, according to testing requirements; and </w:t>
            </w:r>
            <w:r>
              <w:rPr>
                <w:szCs w:val="24"/>
              </w:rPr>
              <w:lastRenderedPageBreak/>
              <w:t>placed at workstations to maintain sample integrity</w:t>
            </w:r>
          </w:p>
        </w:tc>
        <w:tc>
          <w:tcPr>
            <w:tcW w:w="3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50BDBBC0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4094992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D8A286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26DFA621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92406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F50359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0E8E527D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1165703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FF4148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4F781FA7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2062542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6321DC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304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4C16C6BE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986818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D34E5A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657198AD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600294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FB17B6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28C98C6B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5602086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1C9C8B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p w14:paraId="7FAE58C2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736707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9009A1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2672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00D5BE91" w14:textId="1BE3F6F0" w:rsidR="003B0150" w:rsidRPr="00E5232A" w:rsidRDefault="003B0150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</w:tc>
      </w:tr>
      <w:tr w:rsidR="003B0150" w14:paraId="64A6C2AE" w14:textId="77777777" w:rsidTr="003413D8">
        <w:trPr>
          <w:cantSplit w:val="0"/>
        </w:trPr>
        <w:tc>
          <w:tcPr>
            <w:tcW w:w="4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49AA91B8" w14:textId="77777777" w:rsidR="003B0150" w:rsidRPr="00A24628" w:rsidRDefault="003B0150" w:rsidP="003413D8">
            <w:pPr>
              <w:pStyle w:val="Body"/>
              <w:rPr>
                <w:b/>
                <w:szCs w:val="24"/>
                <w:lang w:eastAsia="en-AU"/>
              </w:rPr>
            </w:pPr>
            <w:r>
              <w:rPr>
                <w:b/>
                <w:szCs w:val="24"/>
                <w:lang w:eastAsia="en-AU"/>
              </w:rPr>
              <w:t>4</w:t>
            </w:r>
          </w:p>
        </w:tc>
        <w:tc>
          <w:tcPr>
            <w:tcW w:w="1318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2FA52D47" w14:textId="77777777" w:rsidR="003B0150" w:rsidRDefault="003B0150" w:rsidP="003413D8">
            <w:pPr>
              <w:pStyle w:val="Body"/>
              <w:tabs>
                <w:tab w:val="clear" w:pos="284"/>
                <w:tab w:val="left" w:pos="720"/>
              </w:tabs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Pathology sample:</w:t>
            </w:r>
          </w:p>
          <w:p w14:paraId="6EC6CE76" w14:textId="77777777" w:rsidR="003B0150" w:rsidRDefault="003B0150" w:rsidP="00C84C6B">
            <w:pPr>
              <w:pStyle w:val="Body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ind w:left="457" w:hanging="425"/>
              <w:rPr>
                <w:szCs w:val="24"/>
              </w:rPr>
            </w:pPr>
            <w:r>
              <w:rPr>
                <w:szCs w:val="24"/>
              </w:rPr>
              <w:t>2 sub-samples have been centrifuged</w:t>
            </w:r>
          </w:p>
          <w:p w14:paraId="5BEB849E" w14:textId="77777777" w:rsidR="003B0150" w:rsidRPr="00281ACE" w:rsidRDefault="003B0150" w:rsidP="00C84C6B">
            <w:pPr>
              <w:pStyle w:val="Body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ind w:left="457" w:hanging="425"/>
              <w:rPr>
                <w:szCs w:val="24"/>
              </w:rPr>
            </w:pPr>
            <w:r>
              <w:rPr>
                <w:szCs w:val="24"/>
              </w:rPr>
              <w:t>A drawing of the separated sample has been completed in the space above</w:t>
            </w:r>
          </w:p>
        </w:tc>
        <w:tc>
          <w:tcPr>
            <w:tcW w:w="3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754B960F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8670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C8B688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szCs w:val="24"/>
                <w:lang w:eastAsia="en-AU"/>
              </w:rPr>
              <w:id w:val="568845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0F6DA1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304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24ED7475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766693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998479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szCs w:val="24"/>
                <w:lang w:eastAsia="en-AU"/>
              </w:rPr>
              <w:id w:val="13863725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7BE9E0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2672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3CC82100" w14:textId="16E64CA8" w:rsidR="003B0150" w:rsidRPr="00E5232A" w:rsidRDefault="003B0150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</w:tc>
      </w:tr>
      <w:tr w:rsidR="003B0150" w14:paraId="76301FF3" w14:textId="77777777" w:rsidTr="003413D8">
        <w:trPr>
          <w:cantSplit w:val="0"/>
        </w:trPr>
        <w:tc>
          <w:tcPr>
            <w:tcW w:w="4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6C878A90" w14:textId="77777777" w:rsidR="003B0150" w:rsidRDefault="003B0150" w:rsidP="003413D8">
            <w:pPr>
              <w:pStyle w:val="Body"/>
              <w:rPr>
                <w:b/>
                <w:szCs w:val="24"/>
                <w:lang w:eastAsia="en-AU"/>
              </w:rPr>
            </w:pPr>
            <w:r>
              <w:rPr>
                <w:b/>
                <w:szCs w:val="24"/>
                <w:lang w:eastAsia="en-AU"/>
              </w:rPr>
              <w:t>5</w:t>
            </w:r>
          </w:p>
        </w:tc>
        <w:tc>
          <w:tcPr>
            <w:tcW w:w="1318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26DBB219" w14:textId="77777777" w:rsidR="003B0150" w:rsidRDefault="003B0150" w:rsidP="003413D8">
            <w:pPr>
              <w:pStyle w:val="Body"/>
              <w:tabs>
                <w:tab w:val="clear" w:pos="284"/>
                <w:tab w:val="left" w:pos="720"/>
              </w:tabs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Labelling:</w:t>
            </w:r>
          </w:p>
          <w:p w14:paraId="554C1F41" w14:textId="77777777" w:rsidR="003B0150" w:rsidRDefault="003B0150" w:rsidP="00C84C6B">
            <w:pPr>
              <w:pStyle w:val="Body"/>
              <w:numPr>
                <w:ilvl w:val="0"/>
                <w:numId w:val="26"/>
              </w:numPr>
              <w:tabs>
                <w:tab w:val="clear" w:pos="284"/>
              </w:tabs>
              <w:spacing w:line="240" w:lineRule="auto"/>
              <w:ind w:left="457" w:hanging="457"/>
              <w:rPr>
                <w:szCs w:val="24"/>
              </w:rPr>
            </w:pPr>
            <w:r>
              <w:rPr>
                <w:szCs w:val="24"/>
              </w:rPr>
              <w:t>All sub-samples have labels handwritten by student and containing sample details for traceability</w:t>
            </w:r>
          </w:p>
          <w:p w14:paraId="6457E6F7" w14:textId="77777777" w:rsidR="003B0150" w:rsidRDefault="003B0150" w:rsidP="003413D8">
            <w:pPr>
              <w:pStyle w:val="Body"/>
              <w:tabs>
                <w:tab w:val="clear" w:pos="284"/>
              </w:tabs>
              <w:spacing w:line="240" w:lineRule="auto"/>
              <w:ind w:left="457"/>
              <w:rPr>
                <w:szCs w:val="24"/>
              </w:rPr>
            </w:pPr>
            <w:r>
              <w:rPr>
                <w:szCs w:val="24"/>
              </w:rPr>
              <w:t>Food sub-samples</w:t>
            </w:r>
          </w:p>
          <w:p w14:paraId="1B447038" w14:textId="77777777" w:rsidR="003B0150" w:rsidRDefault="003B0150" w:rsidP="003413D8">
            <w:pPr>
              <w:pStyle w:val="Body"/>
              <w:tabs>
                <w:tab w:val="clear" w:pos="284"/>
              </w:tabs>
              <w:spacing w:line="240" w:lineRule="auto"/>
              <w:ind w:left="457"/>
              <w:rPr>
                <w:szCs w:val="24"/>
              </w:rPr>
            </w:pPr>
            <w:r>
              <w:rPr>
                <w:szCs w:val="24"/>
              </w:rPr>
              <w:t>Water sub-samples</w:t>
            </w:r>
          </w:p>
          <w:p w14:paraId="2B91C9B2" w14:textId="77777777" w:rsidR="003B0150" w:rsidRPr="00651564" w:rsidRDefault="003B0150" w:rsidP="003413D8">
            <w:pPr>
              <w:pStyle w:val="Body"/>
              <w:tabs>
                <w:tab w:val="clear" w:pos="284"/>
              </w:tabs>
              <w:spacing w:line="240" w:lineRule="auto"/>
              <w:ind w:left="457"/>
              <w:rPr>
                <w:szCs w:val="24"/>
              </w:rPr>
            </w:pPr>
            <w:r>
              <w:rPr>
                <w:szCs w:val="24"/>
              </w:rPr>
              <w:t>Pathology sub-samples</w:t>
            </w:r>
          </w:p>
        </w:tc>
        <w:tc>
          <w:tcPr>
            <w:tcW w:w="3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12F371BB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p w14:paraId="205ED207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p w14:paraId="70AC07C5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16445394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B2F75F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szCs w:val="24"/>
                <w:lang w:eastAsia="en-AU"/>
              </w:rPr>
              <w:id w:val="-1677256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C8B314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szCs w:val="24"/>
                <w:lang w:eastAsia="en-AU"/>
              </w:rPr>
              <w:id w:val="1322547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8AEF9E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304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491742DC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p w14:paraId="1C6CD02F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p w14:paraId="157B61E2" w14:textId="77777777" w:rsidR="003B0150" w:rsidRDefault="003B0150" w:rsidP="003413D8">
            <w:pPr>
              <w:pStyle w:val="Body"/>
              <w:jc w:val="center"/>
              <w:rPr>
                <w:szCs w:val="24"/>
                <w:lang w:eastAsia="en-AU"/>
              </w:rPr>
            </w:pPr>
          </w:p>
          <w:sdt>
            <w:sdtPr>
              <w:rPr>
                <w:szCs w:val="24"/>
                <w:lang w:eastAsia="en-AU"/>
              </w:rPr>
              <w:id w:val="-748267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66E787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szCs w:val="24"/>
                <w:lang w:eastAsia="en-AU"/>
              </w:rPr>
              <w:id w:val="1906871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CD0A5F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  <w:sdt>
            <w:sdtPr>
              <w:rPr>
                <w:szCs w:val="24"/>
                <w:lang w:eastAsia="en-AU"/>
              </w:rPr>
              <w:id w:val="1915351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13C0AB" w14:textId="77777777" w:rsidR="003B0150" w:rsidRDefault="003B0150" w:rsidP="003413D8">
                <w:pPr>
                  <w:pStyle w:val="Body"/>
                  <w:jc w:val="center"/>
                  <w:rPr>
                    <w:szCs w:val="24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Cs w:val="24"/>
                    <w:lang w:eastAsia="en-AU"/>
                  </w:rPr>
                  <w:t>☐</w:t>
                </w:r>
              </w:p>
            </w:sdtContent>
          </w:sdt>
        </w:tc>
        <w:tc>
          <w:tcPr>
            <w:tcW w:w="2672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2B8A5D75" w14:textId="3019F226" w:rsidR="003B0150" w:rsidRPr="00E5232A" w:rsidRDefault="003B0150" w:rsidP="003413D8">
            <w:pPr>
              <w:pStyle w:val="Body"/>
              <w:rPr>
                <w:color w:val="FF0000"/>
                <w:szCs w:val="24"/>
                <w:lang w:eastAsia="en-AU"/>
              </w:rPr>
            </w:pPr>
          </w:p>
        </w:tc>
      </w:tr>
      <w:tr w:rsidR="001C0F83" w14:paraId="7AC5DC1C" w14:textId="77777777" w:rsidTr="003413D8">
        <w:trPr>
          <w:cantSplit w:val="0"/>
        </w:trPr>
        <w:tc>
          <w:tcPr>
            <w:tcW w:w="4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2F46B44D" w14:textId="77777777" w:rsidR="001C0F83" w:rsidRDefault="001C0F83" w:rsidP="001C0F83">
            <w:pPr>
              <w:pStyle w:val="Body"/>
              <w:rPr>
                <w:b/>
                <w:szCs w:val="24"/>
                <w:lang w:eastAsia="en-AU"/>
              </w:rPr>
            </w:pPr>
            <w:r>
              <w:rPr>
                <w:b/>
                <w:szCs w:val="24"/>
                <w:lang w:eastAsia="en-AU"/>
              </w:rPr>
              <w:t>6</w:t>
            </w:r>
          </w:p>
        </w:tc>
        <w:tc>
          <w:tcPr>
            <w:tcW w:w="1318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652B72C5" w14:textId="77777777" w:rsidR="001C0F83" w:rsidRDefault="001C0F83" w:rsidP="001C0F83">
            <w:pPr>
              <w:pStyle w:val="Body"/>
              <w:tabs>
                <w:tab w:val="clear" w:pos="284"/>
                <w:tab w:val="left" w:pos="720"/>
              </w:tabs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Housekeeping:</w:t>
            </w:r>
          </w:p>
          <w:p w14:paraId="4EDEECC5" w14:textId="77777777" w:rsidR="001C0F83" w:rsidRPr="001C0F83" w:rsidRDefault="001C0F83" w:rsidP="001C0F83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ind w:left="457" w:hanging="457"/>
              <w:rPr>
                <w:b/>
              </w:rPr>
            </w:pPr>
            <w:r w:rsidRPr="001C0F83">
              <w:t>Workstation has been cleaned between each part of the assessment event to ensure work health and safety of self and others</w:t>
            </w:r>
          </w:p>
          <w:p w14:paraId="592E2F69" w14:textId="77777777" w:rsidR="001C0F83" w:rsidRPr="001C0F83" w:rsidRDefault="001C0F83" w:rsidP="001C0F83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ind w:left="457" w:hanging="457"/>
            </w:pPr>
            <w:r w:rsidRPr="001C0F83">
              <w:lastRenderedPageBreak/>
              <w:t>All wastes, including any hazardous materials have been safely disposed as per workplace requirements</w:t>
            </w:r>
          </w:p>
          <w:p w14:paraId="5BDDB3EC" w14:textId="77777777" w:rsidR="001C0F83" w:rsidRPr="001C0F83" w:rsidRDefault="001C0F83" w:rsidP="001C0F83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ind w:left="457" w:hanging="457"/>
            </w:pPr>
            <w:r w:rsidRPr="001C0F83">
              <w:t>All splashes and spills have been promptly cleaned up with appropriate  materials, while wearing PPE</w:t>
            </w:r>
          </w:p>
          <w:p w14:paraId="7F799C19" w14:textId="2AFECC97" w:rsidR="001C0F83" w:rsidRPr="001C0F83" w:rsidRDefault="001C0F83" w:rsidP="001C0F83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spacing w:beforeAutospacing="1" w:afterAutospacing="1" w:line="240" w:lineRule="auto"/>
              <w:ind w:left="457" w:hanging="457"/>
            </w:pPr>
            <w:r w:rsidRPr="001C0F83">
              <w:t>All documentation and samples have been provided to assessor, and student confirmed everything was complete</w:t>
            </w:r>
          </w:p>
        </w:tc>
        <w:tc>
          <w:tcPr>
            <w:tcW w:w="303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4721AE37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p w14:paraId="72254D38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sdt>
            <w:sdtPr>
              <w:rPr>
                <w:b/>
                <w:color w:val="FFFFFF" w:themeColor="background1"/>
                <w:szCs w:val="24"/>
                <w:lang w:eastAsia="en-AU"/>
              </w:rPr>
              <w:id w:val="884762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1043FF" w14:textId="77777777" w:rsidR="001C0F83" w:rsidRDefault="001C0F83" w:rsidP="001C0F83">
                <w:pPr>
                  <w:pStyle w:val="Body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lang w:eastAsia="en-AU"/>
                  </w:rPr>
                  <w:t>☐</w:t>
                </w:r>
              </w:p>
            </w:sdtContent>
          </w:sdt>
          <w:p w14:paraId="370D61C8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p w14:paraId="176D0ED3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sdt>
            <w:sdtPr>
              <w:rPr>
                <w:b/>
                <w:color w:val="FFFFFF" w:themeColor="background1"/>
                <w:szCs w:val="24"/>
                <w:lang w:eastAsia="en-AU"/>
              </w:rPr>
              <w:id w:val="769205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DE6DF9" w14:textId="77777777" w:rsidR="001C0F83" w:rsidRDefault="001C0F83" w:rsidP="001C0F83">
                <w:pPr>
                  <w:pStyle w:val="Body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lang w:eastAsia="en-AU"/>
                  </w:rPr>
                  <w:t>☐</w:t>
                </w:r>
              </w:p>
            </w:sdtContent>
          </w:sdt>
          <w:p w14:paraId="692DC192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sdt>
            <w:sdtPr>
              <w:rPr>
                <w:b/>
                <w:color w:val="FFFFFF" w:themeColor="background1"/>
                <w:szCs w:val="24"/>
                <w:lang w:eastAsia="en-AU"/>
              </w:rPr>
              <w:id w:val="1076934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67EF42" w14:textId="77777777" w:rsidR="001C0F83" w:rsidRDefault="001C0F83" w:rsidP="001C0F83">
                <w:pPr>
                  <w:pStyle w:val="Body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lang w:eastAsia="en-AU"/>
                  </w:rPr>
                  <w:t>☐</w:t>
                </w:r>
              </w:p>
            </w:sdtContent>
          </w:sdt>
          <w:p w14:paraId="7D527C0F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p w14:paraId="606E376B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sdt>
            <w:sdtPr>
              <w:rPr>
                <w:b/>
                <w:color w:val="FFFFFF" w:themeColor="background1"/>
                <w:szCs w:val="24"/>
                <w:lang w:eastAsia="en-AU"/>
              </w:rPr>
              <w:id w:val="964243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50FA54" w14:textId="77777777" w:rsidR="001C0F83" w:rsidRDefault="001C0F83" w:rsidP="001C0F83">
                <w:pPr>
                  <w:pStyle w:val="Body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lang w:eastAsia="en-AU"/>
                  </w:rPr>
                  <w:t>☐</w:t>
                </w:r>
              </w:p>
            </w:sdtContent>
          </w:sdt>
          <w:p w14:paraId="0F9946B0" w14:textId="2F4826F7" w:rsidR="001C0F83" w:rsidRDefault="001C0F83" w:rsidP="001C0F83">
            <w:pPr>
              <w:pStyle w:val="Body"/>
              <w:jc w:val="center"/>
              <w:rPr>
                <w:szCs w:val="24"/>
                <w:lang w:eastAsia="en-AU"/>
              </w:rPr>
            </w:pPr>
          </w:p>
        </w:tc>
        <w:tc>
          <w:tcPr>
            <w:tcW w:w="304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60A06F63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p w14:paraId="05DE0102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sdt>
            <w:sdtPr>
              <w:rPr>
                <w:b/>
                <w:color w:val="FFFFFF" w:themeColor="background1"/>
                <w:szCs w:val="24"/>
                <w:lang w:eastAsia="en-AU"/>
              </w:rPr>
              <w:id w:val="1271596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D96D9D" w14:textId="77777777" w:rsidR="001C0F83" w:rsidRDefault="001C0F83" w:rsidP="001C0F83">
                <w:pPr>
                  <w:pStyle w:val="Body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lang w:eastAsia="en-AU"/>
                  </w:rPr>
                  <w:t>☐</w:t>
                </w:r>
              </w:p>
            </w:sdtContent>
          </w:sdt>
          <w:p w14:paraId="204EE93E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p w14:paraId="0E56B4C3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sdt>
            <w:sdtPr>
              <w:rPr>
                <w:b/>
                <w:color w:val="FFFFFF" w:themeColor="background1"/>
                <w:szCs w:val="24"/>
                <w:lang w:eastAsia="en-AU"/>
              </w:rPr>
              <w:id w:val="723412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614A06" w14:textId="77777777" w:rsidR="001C0F83" w:rsidRDefault="001C0F83" w:rsidP="001C0F83">
                <w:pPr>
                  <w:pStyle w:val="Body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lang w:eastAsia="en-AU"/>
                  </w:rPr>
                  <w:t>☐</w:t>
                </w:r>
              </w:p>
            </w:sdtContent>
          </w:sdt>
          <w:p w14:paraId="42618FF6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sdt>
            <w:sdtPr>
              <w:rPr>
                <w:b/>
                <w:color w:val="FFFFFF" w:themeColor="background1"/>
                <w:szCs w:val="24"/>
                <w:lang w:eastAsia="en-AU"/>
              </w:rPr>
              <w:id w:val="10178909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DCAAA8" w14:textId="77777777" w:rsidR="001C0F83" w:rsidRDefault="001C0F83" w:rsidP="001C0F83">
                <w:pPr>
                  <w:pStyle w:val="Body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lang w:eastAsia="en-AU"/>
                  </w:rPr>
                  <w:t>☐</w:t>
                </w:r>
              </w:p>
            </w:sdtContent>
          </w:sdt>
          <w:p w14:paraId="338BC427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p w14:paraId="13F0CCD6" w14:textId="77777777" w:rsidR="001C0F83" w:rsidRDefault="001C0F83" w:rsidP="001C0F83">
            <w:pPr>
              <w:pStyle w:val="Body"/>
              <w:jc w:val="center"/>
              <w:rPr>
                <w:lang w:eastAsia="en-AU"/>
              </w:rPr>
            </w:pPr>
          </w:p>
          <w:sdt>
            <w:sdtPr>
              <w:rPr>
                <w:b/>
                <w:color w:val="FFFFFF" w:themeColor="background1"/>
                <w:szCs w:val="24"/>
                <w:lang w:eastAsia="en-AU"/>
              </w:rPr>
              <w:id w:val="1608781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EED7DB" w14:textId="77777777" w:rsidR="001C0F83" w:rsidRDefault="001C0F83" w:rsidP="001C0F83">
                <w:pPr>
                  <w:pStyle w:val="Body"/>
                  <w:jc w:val="center"/>
                  <w:rPr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lang w:eastAsia="en-AU"/>
                  </w:rPr>
                  <w:t>☐</w:t>
                </w:r>
              </w:p>
            </w:sdtContent>
          </w:sdt>
          <w:p w14:paraId="40AF1B5A" w14:textId="21AB2E35" w:rsidR="001C0F83" w:rsidRDefault="001C0F83" w:rsidP="001C0F83">
            <w:pPr>
              <w:pStyle w:val="Body"/>
              <w:jc w:val="center"/>
              <w:rPr>
                <w:szCs w:val="24"/>
                <w:lang w:eastAsia="en-AU"/>
              </w:rPr>
            </w:pPr>
          </w:p>
        </w:tc>
        <w:tc>
          <w:tcPr>
            <w:tcW w:w="2672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20A87CBB" w14:textId="2FACCF99" w:rsidR="001C0F83" w:rsidRPr="00E5232A" w:rsidRDefault="001C0F83" w:rsidP="001C0F83">
            <w:pPr>
              <w:pStyle w:val="Body"/>
              <w:rPr>
                <w:color w:val="FF0000"/>
                <w:szCs w:val="24"/>
                <w:lang w:eastAsia="en-AU"/>
              </w:rPr>
            </w:pPr>
          </w:p>
        </w:tc>
      </w:tr>
    </w:tbl>
    <w:p w14:paraId="139A17A2" w14:textId="77777777" w:rsidR="003B0150" w:rsidRPr="00D83795" w:rsidRDefault="003B0150" w:rsidP="003B0150">
      <w:pPr>
        <w:pStyle w:val="Heading2"/>
        <w:contextualSpacing w:val="0"/>
        <w:rPr>
          <w:sz w:val="22"/>
          <w:szCs w:val="22"/>
        </w:rPr>
      </w:pPr>
    </w:p>
    <w:p w14:paraId="6C466593" w14:textId="77777777" w:rsidR="00AC2B19" w:rsidRDefault="00AC2B19">
      <w:pPr>
        <w:tabs>
          <w:tab w:val="clear" w:pos="284"/>
        </w:tabs>
        <w:spacing w:before="0" w:after="200" w:line="276" w:lineRule="auto"/>
      </w:pPr>
    </w:p>
    <w:p w14:paraId="21088E55" w14:textId="604904B4" w:rsidR="00AC2B19" w:rsidRDefault="00AC2B19">
      <w:pPr>
        <w:tabs>
          <w:tab w:val="clear" w:pos="284"/>
        </w:tabs>
        <w:spacing w:before="0" w:after="200" w:line="276" w:lineRule="auto"/>
        <w:sectPr w:rsidR="00AC2B19" w:rsidSect="00AC2B19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p w14:paraId="614BF1CC" w14:textId="628E970D" w:rsidR="00D3488D" w:rsidRDefault="00420E84" w:rsidP="00D3488D">
      <w:pPr>
        <w:pStyle w:val="Heading2"/>
      </w:pPr>
      <w:r>
        <w:lastRenderedPageBreak/>
        <w:t xml:space="preserve">Part 6: </w:t>
      </w:r>
      <w:r w:rsidR="00D3488D" w:rsidRPr="008F6497">
        <w:t>Assessment Feedback</w:t>
      </w:r>
    </w:p>
    <w:p w14:paraId="3987F85A" w14:textId="77777777" w:rsidR="00D3488D" w:rsidRDefault="00D3488D" w:rsidP="00D3488D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304F54FC" w14:textId="77777777" w:rsidR="00D3488D" w:rsidRDefault="00D3488D" w:rsidP="00D3488D">
      <w:pPr>
        <w:pStyle w:val="Heading3"/>
      </w:pPr>
      <w:r>
        <w:t>Assessment outcome</w:t>
      </w:r>
    </w:p>
    <w:p w14:paraId="6E7C1B8A" w14:textId="77777777" w:rsidR="00D3488D" w:rsidRDefault="004E0D0E" w:rsidP="00D3488D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88D">
            <w:rPr>
              <w:rFonts w:ascii="MS Gothic" w:eastAsia="MS Gothic" w:hAnsi="MS Gothic" w:hint="eastAsia"/>
            </w:rPr>
            <w:t>☐</w:t>
          </w:r>
        </w:sdtContent>
      </w:sdt>
      <w:r w:rsidR="00D3488D">
        <w:t xml:space="preserve"> Satisfactory</w:t>
      </w:r>
    </w:p>
    <w:p w14:paraId="2A396EBA" w14:textId="77777777" w:rsidR="00D3488D" w:rsidRPr="00A7239E" w:rsidRDefault="004E0D0E" w:rsidP="00D3488D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88D">
            <w:rPr>
              <w:rFonts w:ascii="MS Gothic" w:eastAsia="MS Gothic" w:hAnsi="MS Gothic" w:hint="eastAsia"/>
            </w:rPr>
            <w:t>☐</w:t>
          </w:r>
        </w:sdtContent>
      </w:sdt>
      <w:r w:rsidR="00D3488D">
        <w:t xml:space="preserve"> Unsatisfactory</w:t>
      </w:r>
    </w:p>
    <w:p w14:paraId="78599721" w14:textId="77777777" w:rsidR="00D3488D" w:rsidRDefault="00D3488D" w:rsidP="00D3488D">
      <w:pPr>
        <w:pStyle w:val="Heading3"/>
      </w:pPr>
      <w:r>
        <w:t>Assessor Feedback</w:t>
      </w:r>
    </w:p>
    <w:p w14:paraId="2007CAB8" w14:textId="77777777" w:rsidR="00D3488D" w:rsidRDefault="004E0D0E" w:rsidP="00D3488D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88D">
            <w:rPr>
              <w:rFonts w:ascii="MS Gothic" w:eastAsia="MS Gothic" w:hAnsi="MS Gothic" w:hint="eastAsia"/>
            </w:rPr>
            <w:t>☐</w:t>
          </w:r>
        </w:sdtContent>
      </w:sdt>
      <w:r w:rsidR="00D3488D">
        <w:t xml:space="preserve"> Was the assessment event successfully completed?</w:t>
      </w:r>
    </w:p>
    <w:p w14:paraId="65F8C6E3" w14:textId="77777777" w:rsidR="00D3488D" w:rsidRDefault="004E0D0E" w:rsidP="00D3488D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88D">
            <w:rPr>
              <w:rFonts w:ascii="MS Gothic" w:eastAsia="MS Gothic" w:hAnsi="MS Gothic" w:hint="eastAsia"/>
            </w:rPr>
            <w:t>☐</w:t>
          </w:r>
        </w:sdtContent>
      </w:sdt>
      <w:r w:rsidR="00D3488D">
        <w:t xml:space="preserve"> If no, was the resubmission/re-assessment successfully completed?</w:t>
      </w:r>
    </w:p>
    <w:p w14:paraId="13F2EEB3" w14:textId="77777777" w:rsidR="00D3488D" w:rsidRPr="00A7239E" w:rsidRDefault="004E0D0E" w:rsidP="00D3488D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88D">
            <w:rPr>
              <w:rFonts w:ascii="MS Gothic" w:eastAsia="MS Gothic" w:hAnsi="MS Gothic" w:hint="eastAsia"/>
            </w:rPr>
            <w:t>☐</w:t>
          </w:r>
        </w:sdtContent>
      </w:sdt>
      <w:r w:rsidR="00D3488D">
        <w:t xml:space="preserve"> Was reasonable adjustment in place for this assessment event?</w:t>
      </w:r>
      <w:r w:rsidR="00D3488D">
        <w:br/>
      </w:r>
      <w:r w:rsidR="00D3488D">
        <w:rPr>
          <w:i/>
          <w:color w:val="A6A6A6" w:themeColor="background1" w:themeShade="A6"/>
        </w:rPr>
        <w:t>If yes, ensure it is detailed on the assessment document.</w:t>
      </w:r>
    </w:p>
    <w:p w14:paraId="69BC02A5" w14:textId="77777777" w:rsidR="00D3488D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6CBE67EE" w14:textId="77777777" w:rsidR="00D3488D" w:rsidRPr="00A7239E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FA5F631" w14:textId="77777777" w:rsidR="00D3488D" w:rsidRDefault="00D3488D" w:rsidP="00D3488D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CE2A2D1" w14:textId="77777777" w:rsidR="00D3488D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D8D3725" w14:textId="77777777" w:rsidR="00D3488D" w:rsidRPr="00A7239E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D894CCC" w14:textId="77777777" w:rsidR="00D3488D" w:rsidRDefault="00D3488D" w:rsidP="00D3488D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27541D74" w14:textId="77777777" w:rsidR="00D3488D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60FAC1D5" w14:textId="77777777" w:rsidR="00D3488D" w:rsidRPr="00A7239E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EEAE84A" w14:textId="77777777" w:rsidR="00D3488D" w:rsidRDefault="00D3488D" w:rsidP="00D3488D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4DE258A" w14:textId="77777777" w:rsidR="00D3488D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95303FD" w14:textId="77777777" w:rsidR="00D3488D" w:rsidRPr="00A7239E" w:rsidRDefault="00D3488D" w:rsidP="00D3488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CCC71E" w14:textId="77777777" w:rsidR="00D3488D" w:rsidRPr="000D179A" w:rsidRDefault="00D3488D" w:rsidP="00D3488D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0AFFAB4F" w14:textId="77777777" w:rsidR="00D3488D" w:rsidRPr="000D179A" w:rsidRDefault="00D3488D" w:rsidP="00D3488D">
      <w:pPr>
        <w:rPr>
          <w:b/>
          <w:i/>
          <w:lang w:eastAsia="en-AU"/>
        </w:rPr>
      </w:pPr>
    </w:p>
    <w:sectPr w:rsidR="00D3488D" w:rsidRPr="000D179A" w:rsidSect="00D3488D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FDB35" w14:textId="77777777" w:rsidR="00E24568" w:rsidRDefault="00E24568">
      <w:pPr>
        <w:spacing w:before="0" w:after="0" w:line="240" w:lineRule="auto"/>
      </w:pPr>
      <w:r>
        <w:separator/>
      </w:r>
    </w:p>
  </w:endnote>
  <w:endnote w:type="continuationSeparator" w:id="0">
    <w:p w14:paraId="3F168C5B" w14:textId="77777777" w:rsidR="00E24568" w:rsidRDefault="00E2456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D49A7" w14:textId="77777777" w:rsidR="00E24568" w:rsidRPr="004820C4" w:rsidRDefault="00E24568" w:rsidP="00D3488D">
    <w:pPr>
      <w:pStyle w:val="Footer-DocumentTitleLeft"/>
    </w:pPr>
  </w:p>
  <w:p w14:paraId="5D4F425D" w14:textId="77777777" w:rsidR="00E24568" w:rsidRDefault="00E24568" w:rsidP="00D3488D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4B1DA8D" w14:textId="77777777" w:rsidR="00E24568" w:rsidRPr="0006452B" w:rsidRDefault="00E24568" w:rsidP="00D3488D"/>
  <w:p w14:paraId="761A3B38" w14:textId="77777777" w:rsidR="00E24568" w:rsidRDefault="00E24568" w:rsidP="00D3488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2EBD9" w14:textId="006BED85" w:rsidR="00E24568" w:rsidRDefault="00E24568" w:rsidP="00D3488D">
    <w:pPr>
      <w:pStyle w:val="Bodyfooter"/>
      <w:tabs>
        <w:tab w:val="clear" w:pos="4536"/>
        <w:tab w:val="clear" w:pos="9554"/>
        <w:tab w:val="right" w:pos="9781"/>
      </w:tabs>
      <w:rPr>
        <w:noProof/>
      </w:rPr>
    </w:pPr>
    <w:r w:rsidRPr="008D467A">
      <w:t>Document title</w:t>
    </w:r>
    <w:r>
      <w:t xml:space="preserve">: </w:t>
    </w:r>
    <w:r w:rsidR="004E0D0E">
      <w:fldChar w:fldCharType="begin"/>
    </w:r>
    <w:r w:rsidR="004E0D0E">
      <w:instrText xml:space="preserve"> FILENAME   \* MERGEFORMAT </w:instrText>
    </w:r>
    <w:r w:rsidR="004E0D0E">
      <w:fldChar w:fldCharType="separate"/>
    </w:r>
    <w:r w:rsidR="002B1B67">
      <w:rPr>
        <w:noProof/>
      </w:rPr>
      <w:t>MSL953003_AE_Pro_3of3</w:t>
    </w:r>
    <w:r w:rsidR="004E0D0E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4E0D0E">
      <w:rPr>
        <w:noProof/>
      </w:rPr>
      <w:t>20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4E0D0E">
      <w:rPr>
        <w:noProof/>
      </w:rPr>
      <w:t>20</w:t>
    </w:r>
    <w:r>
      <w:rPr>
        <w:noProof/>
      </w:rPr>
      <w:fldChar w:fldCharType="end"/>
    </w:r>
  </w:p>
  <w:p w14:paraId="6B6EB31B" w14:textId="7A3AF6EE" w:rsidR="00E24568" w:rsidRDefault="00E24568" w:rsidP="00D3488D">
    <w:pPr>
      <w:pStyle w:val="Bodyfooter"/>
      <w:tabs>
        <w:tab w:val="clear" w:pos="4536"/>
        <w:tab w:val="clear" w:pos="9554"/>
        <w:tab w:val="right" w:pos="9781"/>
      </w:tabs>
    </w:pPr>
    <w:r>
      <w:rPr>
        <w:noProof/>
      </w:rPr>
      <w:t xml:space="preserve">Resource ID: </w:t>
    </w:r>
    <w:r w:rsidRPr="00163F45">
      <w:rPr>
        <w:noProof/>
      </w:rPr>
      <w:t>MRS_18_07_</w:t>
    </w:r>
    <w:r>
      <w:rPr>
        <w:noProof/>
      </w:rPr>
      <w:t xml:space="preserve">MSL953003_AE_Pro_3of3                                                                                </w:t>
    </w:r>
    <w:r w:rsidRPr="00192323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1D544" w14:textId="77777777" w:rsidR="00E24568" w:rsidRPr="008D467A" w:rsidRDefault="00E24568" w:rsidP="00D3488D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36F5C42" w14:textId="77777777" w:rsidR="00E24568" w:rsidRPr="008948B1" w:rsidRDefault="00E24568" w:rsidP="00D3488D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2331F8D" w14:textId="77777777" w:rsidR="00E24568" w:rsidRPr="00AA3155" w:rsidRDefault="00E24568" w:rsidP="00D3488D">
    <w:pPr>
      <w:pStyle w:val="Footer"/>
    </w:pPr>
  </w:p>
  <w:p w14:paraId="1E4E3A51" w14:textId="77777777" w:rsidR="00E24568" w:rsidRDefault="00E24568" w:rsidP="00D3488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259D3" w14:textId="77777777" w:rsidR="00E24568" w:rsidRPr="004820C4" w:rsidRDefault="00E24568" w:rsidP="00D3488D">
    <w:pPr>
      <w:pStyle w:val="Footer-DocumentTitleLeft"/>
    </w:pPr>
  </w:p>
  <w:p w14:paraId="318CDB94" w14:textId="77777777" w:rsidR="00E24568" w:rsidRDefault="00E24568" w:rsidP="00D3488D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3D09423" w14:textId="77777777" w:rsidR="00E24568" w:rsidRPr="0006452B" w:rsidRDefault="00E24568" w:rsidP="00D3488D"/>
  <w:p w14:paraId="73CFAE3F" w14:textId="77777777" w:rsidR="00E24568" w:rsidRDefault="00E24568" w:rsidP="00D3488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1B4A5" w14:textId="77777777" w:rsidR="00E24568" w:rsidRPr="008D467A" w:rsidRDefault="00E24568" w:rsidP="00D3488D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41C1BBE" w14:textId="77777777" w:rsidR="00E24568" w:rsidRPr="008948B1" w:rsidRDefault="00E24568" w:rsidP="00D3488D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5614754" w14:textId="77777777" w:rsidR="00E24568" w:rsidRPr="00AA3155" w:rsidRDefault="00E24568" w:rsidP="00D3488D">
    <w:pPr>
      <w:pStyle w:val="Footer"/>
    </w:pPr>
  </w:p>
  <w:p w14:paraId="1FFA2C4C" w14:textId="77777777" w:rsidR="00E24568" w:rsidRDefault="00E24568" w:rsidP="00D3488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E745F" w14:textId="77777777" w:rsidR="00E24568" w:rsidRPr="004820C4" w:rsidRDefault="00E24568" w:rsidP="003413D8">
    <w:pPr>
      <w:pStyle w:val="Footer-DocumentTitleLeft"/>
    </w:pPr>
  </w:p>
  <w:p w14:paraId="09131424" w14:textId="77777777" w:rsidR="00E24568" w:rsidRDefault="00E24568" w:rsidP="003413D8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BF86253" w14:textId="77777777" w:rsidR="00E24568" w:rsidRPr="0006452B" w:rsidRDefault="00E24568" w:rsidP="003413D8"/>
  <w:p w14:paraId="42E0DB4D" w14:textId="77777777" w:rsidR="00E24568" w:rsidRDefault="00E24568" w:rsidP="003413D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B3E02" w14:textId="77777777" w:rsidR="00E24568" w:rsidRPr="008D467A" w:rsidRDefault="00E24568" w:rsidP="003413D8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2969A23" w14:textId="77777777" w:rsidR="00E24568" w:rsidRPr="008948B1" w:rsidRDefault="00E24568" w:rsidP="003413D8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6A3E829" w14:textId="77777777" w:rsidR="00E24568" w:rsidRPr="00AA3155" w:rsidRDefault="00E24568" w:rsidP="003413D8">
    <w:pPr>
      <w:pStyle w:val="Footer"/>
    </w:pPr>
  </w:p>
  <w:p w14:paraId="390E569F" w14:textId="77777777" w:rsidR="00E24568" w:rsidRDefault="00E24568" w:rsidP="003413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D8763" w14:textId="77777777" w:rsidR="00E24568" w:rsidRDefault="00E24568">
      <w:pPr>
        <w:spacing w:before="0" w:after="0" w:line="240" w:lineRule="auto"/>
      </w:pPr>
      <w:r>
        <w:separator/>
      </w:r>
    </w:p>
  </w:footnote>
  <w:footnote w:type="continuationSeparator" w:id="0">
    <w:p w14:paraId="152F8E09" w14:textId="77777777" w:rsidR="00E24568" w:rsidRDefault="00E2456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963A8" w14:textId="77777777" w:rsidR="00E24568" w:rsidRDefault="004E0D0E" w:rsidP="00D3488D">
    <w:r>
      <w:rPr>
        <w:noProof/>
      </w:rPr>
      <w:pict w14:anchorId="199110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3" type="#_x0000_t136" style="position:absolute;margin-left:0;margin-top:0;width:449.55pt;height:26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6D1FC662" w14:textId="77777777" w:rsidR="00E24568" w:rsidRDefault="00E24568" w:rsidP="00D3488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93A19" w14:textId="77777777" w:rsidR="00E24568" w:rsidRDefault="00E24568" w:rsidP="00D3488D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4A95C9F" wp14:editId="7052E6F2">
          <wp:extent cx="1591359" cy="397840"/>
          <wp:effectExtent l="0" t="0" r="0" b="2540"/>
          <wp:docPr id="1" name="Picture 1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B226A" w14:textId="77777777" w:rsidR="00E24568" w:rsidRDefault="004E0D0E" w:rsidP="00D3488D">
    <w:pPr>
      <w:pStyle w:val="Header"/>
    </w:pPr>
    <w:r>
      <w:rPr>
        <w:noProof/>
      </w:rPr>
      <w:pict w14:anchorId="074403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4" type="#_x0000_t136" style="position:absolute;margin-left:0;margin-top:0;width:449.55pt;height:269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600D53A2" w14:textId="77777777" w:rsidR="00E24568" w:rsidRDefault="00E24568" w:rsidP="00D3488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6242C" w14:textId="77777777" w:rsidR="00E24568" w:rsidRDefault="00E24568" w:rsidP="00D3488D"/>
  <w:p w14:paraId="17B66C47" w14:textId="77777777" w:rsidR="00E24568" w:rsidRDefault="00E24568" w:rsidP="00D3488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3EDEF" w14:textId="77777777" w:rsidR="00E24568" w:rsidRDefault="00E24568" w:rsidP="00D3488D">
    <w:pPr>
      <w:pStyle w:val="Header"/>
    </w:pPr>
  </w:p>
  <w:p w14:paraId="785BDD10" w14:textId="77777777" w:rsidR="00E24568" w:rsidRDefault="00E24568" w:rsidP="00D3488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D0B1D" w14:textId="77777777" w:rsidR="00E24568" w:rsidRDefault="00E24568" w:rsidP="003413D8"/>
  <w:p w14:paraId="4E205411" w14:textId="77777777" w:rsidR="00E24568" w:rsidRDefault="00E24568" w:rsidP="003413D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419FC" w14:textId="77777777" w:rsidR="00E24568" w:rsidRDefault="00E24568" w:rsidP="003413D8">
    <w:pPr>
      <w:pStyle w:val="Header"/>
    </w:pPr>
  </w:p>
  <w:p w14:paraId="2A75C80B" w14:textId="77777777" w:rsidR="00E24568" w:rsidRDefault="00E24568" w:rsidP="003413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7513"/>
    <w:multiLevelType w:val="hybridMultilevel"/>
    <w:tmpl w:val="BA6A21BA"/>
    <w:lvl w:ilvl="0" w:tplc="5860E6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3DABC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DE3"/>
    <w:multiLevelType w:val="hybridMultilevel"/>
    <w:tmpl w:val="6B5882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52210"/>
    <w:multiLevelType w:val="hybridMultilevel"/>
    <w:tmpl w:val="5B6482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09D"/>
    <w:multiLevelType w:val="hybridMultilevel"/>
    <w:tmpl w:val="C7D6E560"/>
    <w:lvl w:ilvl="0" w:tplc="29BEE88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65D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E6E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04B0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9E71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2C8C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76E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9A7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6C3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F67D5"/>
    <w:multiLevelType w:val="hybridMultilevel"/>
    <w:tmpl w:val="6B5882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744BC"/>
    <w:multiLevelType w:val="hybridMultilevel"/>
    <w:tmpl w:val="57D03E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92975"/>
    <w:multiLevelType w:val="hybridMultilevel"/>
    <w:tmpl w:val="CC6030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5FA"/>
    <w:multiLevelType w:val="hybridMultilevel"/>
    <w:tmpl w:val="F2DA347E"/>
    <w:lvl w:ilvl="0" w:tplc="1618183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EFC87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7CA7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1029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28F6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008B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AD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29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F48B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C5150"/>
    <w:multiLevelType w:val="hybridMultilevel"/>
    <w:tmpl w:val="F1B0AC56"/>
    <w:lvl w:ilvl="0" w:tplc="FE24669A">
      <w:start w:val="1"/>
      <w:numFmt w:val="decimal"/>
      <w:lvlText w:val="%1."/>
      <w:lvlJc w:val="left"/>
      <w:pPr>
        <w:ind w:left="823" w:hanging="361"/>
      </w:pPr>
      <w:rPr>
        <w:rFonts w:ascii="Calibri" w:eastAsia="Calibri" w:hAnsi="Calibri" w:cs="Calibri" w:hint="default"/>
        <w:i w:val="0"/>
        <w:color w:val="000000" w:themeColor="text1"/>
        <w:w w:val="99"/>
        <w:sz w:val="22"/>
        <w:szCs w:val="22"/>
      </w:rPr>
    </w:lvl>
    <w:lvl w:ilvl="1" w:tplc="4BD48146">
      <w:start w:val="1"/>
      <w:numFmt w:val="bullet"/>
      <w:lvlText w:val="•"/>
      <w:lvlJc w:val="left"/>
      <w:pPr>
        <w:ind w:left="1444" w:hanging="361"/>
      </w:pPr>
      <w:rPr>
        <w:rFonts w:hint="default"/>
      </w:rPr>
    </w:lvl>
    <w:lvl w:ilvl="2" w:tplc="C9B6F14E">
      <w:start w:val="1"/>
      <w:numFmt w:val="bullet"/>
      <w:lvlText w:val="•"/>
      <w:lvlJc w:val="left"/>
      <w:pPr>
        <w:ind w:left="2069" w:hanging="361"/>
      </w:pPr>
      <w:rPr>
        <w:rFonts w:hint="default"/>
      </w:rPr>
    </w:lvl>
    <w:lvl w:ilvl="3" w:tplc="F2868CF0">
      <w:start w:val="1"/>
      <w:numFmt w:val="bullet"/>
      <w:lvlText w:val="•"/>
      <w:lvlJc w:val="left"/>
      <w:pPr>
        <w:ind w:left="2694" w:hanging="361"/>
      </w:pPr>
      <w:rPr>
        <w:rFonts w:hint="default"/>
      </w:rPr>
    </w:lvl>
    <w:lvl w:ilvl="4" w:tplc="41F859C8">
      <w:start w:val="1"/>
      <w:numFmt w:val="bullet"/>
      <w:lvlText w:val="•"/>
      <w:lvlJc w:val="left"/>
      <w:pPr>
        <w:ind w:left="3319" w:hanging="361"/>
      </w:pPr>
      <w:rPr>
        <w:rFonts w:hint="default"/>
      </w:rPr>
    </w:lvl>
    <w:lvl w:ilvl="5" w:tplc="CB68F2DE">
      <w:start w:val="1"/>
      <w:numFmt w:val="bullet"/>
      <w:lvlText w:val="•"/>
      <w:lvlJc w:val="left"/>
      <w:pPr>
        <w:ind w:left="3944" w:hanging="361"/>
      </w:pPr>
      <w:rPr>
        <w:rFonts w:hint="default"/>
      </w:rPr>
    </w:lvl>
    <w:lvl w:ilvl="6" w:tplc="D1BA525A">
      <w:start w:val="1"/>
      <w:numFmt w:val="bullet"/>
      <w:lvlText w:val="•"/>
      <w:lvlJc w:val="left"/>
      <w:pPr>
        <w:ind w:left="4569" w:hanging="361"/>
      </w:pPr>
      <w:rPr>
        <w:rFonts w:hint="default"/>
      </w:rPr>
    </w:lvl>
    <w:lvl w:ilvl="7" w:tplc="C2C217F2">
      <w:start w:val="1"/>
      <w:numFmt w:val="bullet"/>
      <w:lvlText w:val="•"/>
      <w:lvlJc w:val="left"/>
      <w:pPr>
        <w:ind w:left="5194" w:hanging="361"/>
      </w:pPr>
      <w:rPr>
        <w:rFonts w:hint="default"/>
      </w:rPr>
    </w:lvl>
    <w:lvl w:ilvl="8" w:tplc="FDA065D2">
      <w:start w:val="1"/>
      <w:numFmt w:val="bullet"/>
      <w:lvlText w:val="•"/>
      <w:lvlJc w:val="left"/>
      <w:pPr>
        <w:ind w:left="5819" w:hanging="361"/>
      </w:pPr>
      <w:rPr>
        <w:rFonts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A5846BA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D320E8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A6D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660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C0A7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8C7B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14E6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4FD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96F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A3DC6"/>
    <w:multiLevelType w:val="hybridMultilevel"/>
    <w:tmpl w:val="9C6EA1A4"/>
    <w:lvl w:ilvl="0" w:tplc="A2B2F1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07D32"/>
    <w:multiLevelType w:val="hybridMultilevel"/>
    <w:tmpl w:val="D87CB08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81A6B"/>
    <w:multiLevelType w:val="hybridMultilevel"/>
    <w:tmpl w:val="44D4E2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814FD"/>
    <w:multiLevelType w:val="hybridMultilevel"/>
    <w:tmpl w:val="6B5882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C0A4C"/>
    <w:multiLevelType w:val="hybridMultilevel"/>
    <w:tmpl w:val="C4ACAE1A"/>
    <w:lvl w:ilvl="0" w:tplc="01545C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E8856E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140EC"/>
    <w:multiLevelType w:val="hybridMultilevel"/>
    <w:tmpl w:val="D9AC5EC6"/>
    <w:lvl w:ilvl="0" w:tplc="5B52DF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8537A"/>
    <w:multiLevelType w:val="hybridMultilevel"/>
    <w:tmpl w:val="71227F88"/>
    <w:lvl w:ilvl="0" w:tplc="0C09000F">
      <w:start w:val="1"/>
      <w:numFmt w:val="decimal"/>
      <w:lvlText w:val="%1."/>
      <w:lvlJc w:val="left"/>
      <w:pPr>
        <w:ind w:left="288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C57CC"/>
    <w:multiLevelType w:val="hybridMultilevel"/>
    <w:tmpl w:val="CC6030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D2F1B"/>
    <w:multiLevelType w:val="hybridMultilevel"/>
    <w:tmpl w:val="B5AE4DF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421CF1"/>
    <w:multiLevelType w:val="hybridMultilevel"/>
    <w:tmpl w:val="5B6482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672747"/>
    <w:multiLevelType w:val="hybridMultilevel"/>
    <w:tmpl w:val="1ED8CF3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F0391"/>
    <w:multiLevelType w:val="hybridMultilevel"/>
    <w:tmpl w:val="6B5882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30A27"/>
    <w:multiLevelType w:val="hybridMultilevel"/>
    <w:tmpl w:val="E87EC0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C45AD"/>
    <w:multiLevelType w:val="hybridMultilevel"/>
    <w:tmpl w:val="D87CB08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A7D94"/>
    <w:multiLevelType w:val="hybridMultilevel"/>
    <w:tmpl w:val="D87CB08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23AA4"/>
    <w:multiLevelType w:val="hybridMultilevel"/>
    <w:tmpl w:val="6B5882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47617"/>
    <w:multiLevelType w:val="hybridMultilevel"/>
    <w:tmpl w:val="6FF43E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22"/>
  </w:num>
  <w:num w:numId="7">
    <w:abstractNumId w:val="15"/>
  </w:num>
  <w:num w:numId="8">
    <w:abstractNumId w:val="27"/>
  </w:num>
  <w:num w:numId="9">
    <w:abstractNumId w:val="5"/>
  </w:num>
  <w:num w:numId="10">
    <w:abstractNumId w:val="14"/>
  </w:num>
  <w:num w:numId="11">
    <w:abstractNumId w:val="26"/>
  </w:num>
  <w:num w:numId="12">
    <w:abstractNumId w:val="11"/>
  </w:num>
  <w:num w:numId="13">
    <w:abstractNumId w:val="2"/>
  </w:num>
  <w:num w:numId="14">
    <w:abstractNumId w:val="23"/>
  </w:num>
  <w:num w:numId="15">
    <w:abstractNumId w:val="13"/>
  </w:num>
  <w:num w:numId="16">
    <w:abstractNumId w:val="18"/>
  </w:num>
  <w:num w:numId="17">
    <w:abstractNumId w:val="21"/>
  </w:num>
  <w:num w:numId="18">
    <w:abstractNumId w:val="25"/>
  </w:num>
  <w:num w:numId="19">
    <w:abstractNumId w:val="12"/>
  </w:num>
  <w:num w:numId="20">
    <w:abstractNumId w:val="6"/>
  </w:num>
  <w:num w:numId="21">
    <w:abstractNumId w:val="20"/>
  </w:num>
  <w:num w:numId="22">
    <w:abstractNumId w:val="0"/>
  </w:num>
  <w:num w:numId="23">
    <w:abstractNumId w:val="17"/>
  </w:num>
  <w:num w:numId="24">
    <w:abstractNumId w:val="1"/>
  </w:num>
  <w:num w:numId="25">
    <w:abstractNumId w:val="4"/>
  </w:num>
  <w:num w:numId="26">
    <w:abstractNumId w:val="19"/>
  </w:num>
  <w:num w:numId="27">
    <w:abstractNumId w:val="16"/>
  </w:num>
  <w:num w:numId="28">
    <w:abstractNumId w:val="2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QwtjQ2tTA2NzW3NDZU0lEKTi0uzszPAykwqQUA+YcMOCwAAAA="/>
  </w:docVars>
  <w:rsids>
    <w:rsidRoot w:val="000843D7"/>
    <w:rsid w:val="000356B4"/>
    <w:rsid w:val="000843D7"/>
    <w:rsid w:val="000B29FC"/>
    <w:rsid w:val="000E6E25"/>
    <w:rsid w:val="00102503"/>
    <w:rsid w:val="00110D99"/>
    <w:rsid w:val="00133034"/>
    <w:rsid w:val="00151B4C"/>
    <w:rsid w:val="00163F45"/>
    <w:rsid w:val="0017538D"/>
    <w:rsid w:val="001912C1"/>
    <w:rsid w:val="001C0F83"/>
    <w:rsid w:val="001D5631"/>
    <w:rsid w:val="001E4FD9"/>
    <w:rsid w:val="0022037B"/>
    <w:rsid w:val="002301F5"/>
    <w:rsid w:val="00231999"/>
    <w:rsid w:val="002336B3"/>
    <w:rsid w:val="00246893"/>
    <w:rsid w:val="00297017"/>
    <w:rsid w:val="002A652E"/>
    <w:rsid w:val="002B1B67"/>
    <w:rsid w:val="002C5683"/>
    <w:rsid w:val="00313A86"/>
    <w:rsid w:val="003166D8"/>
    <w:rsid w:val="003404F1"/>
    <w:rsid w:val="003413D8"/>
    <w:rsid w:val="003540CA"/>
    <w:rsid w:val="00376D73"/>
    <w:rsid w:val="00383248"/>
    <w:rsid w:val="003900A8"/>
    <w:rsid w:val="003B0150"/>
    <w:rsid w:val="003E5125"/>
    <w:rsid w:val="003F6709"/>
    <w:rsid w:val="00420E84"/>
    <w:rsid w:val="00427854"/>
    <w:rsid w:val="00434D23"/>
    <w:rsid w:val="00442193"/>
    <w:rsid w:val="0044439F"/>
    <w:rsid w:val="004562E0"/>
    <w:rsid w:val="00467F20"/>
    <w:rsid w:val="0047798A"/>
    <w:rsid w:val="00486CF6"/>
    <w:rsid w:val="004A1D86"/>
    <w:rsid w:val="004A67B9"/>
    <w:rsid w:val="004B76CB"/>
    <w:rsid w:val="004C4414"/>
    <w:rsid w:val="004D576B"/>
    <w:rsid w:val="004D6961"/>
    <w:rsid w:val="004E0D0E"/>
    <w:rsid w:val="0051199D"/>
    <w:rsid w:val="00512D58"/>
    <w:rsid w:val="00554888"/>
    <w:rsid w:val="00570D62"/>
    <w:rsid w:val="00582E3F"/>
    <w:rsid w:val="005E68E6"/>
    <w:rsid w:val="0066791F"/>
    <w:rsid w:val="006C0570"/>
    <w:rsid w:val="006D7528"/>
    <w:rsid w:val="00720011"/>
    <w:rsid w:val="00730226"/>
    <w:rsid w:val="007B0035"/>
    <w:rsid w:val="007B2298"/>
    <w:rsid w:val="00814A5B"/>
    <w:rsid w:val="00850CA9"/>
    <w:rsid w:val="008D0143"/>
    <w:rsid w:val="008D07A4"/>
    <w:rsid w:val="008E6E0A"/>
    <w:rsid w:val="00934740"/>
    <w:rsid w:val="00956016"/>
    <w:rsid w:val="009623D9"/>
    <w:rsid w:val="00975AE6"/>
    <w:rsid w:val="00992EF1"/>
    <w:rsid w:val="009979C1"/>
    <w:rsid w:val="009D3D21"/>
    <w:rsid w:val="009F198B"/>
    <w:rsid w:val="009F43D2"/>
    <w:rsid w:val="009F79FE"/>
    <w:rsid w:val="00A07BDE"/>
    <w:rsid w:val="00A2443B"/>
    <w:rsid w:val="00A379B4"/>
    <w:rsid w:val="00A41985"/>
    <w:rsid w:val="00A74831"/>
    <w:rsid w:val="00A81C3E"/>
    <w:rsid w:val="00A97A9D"/>
    <w:rsid w:val="00AC2B19"/>
    <w:rsid w:val="00B318E3"/>
    <w:rsid w:val="00B32533"/>
    <w:rsid w:val="00B54593"/>
    <w:rsid w:val="00B5747B"/>
    <w:rsid w:val="00B73F22"/>
    <w:rsid w:val="00B766A4"/>
    <w:rsid w:val="00B80298"/>
    <w:rsid w:val="00BA1602"/>
    <w:rsid w:val="00BD195B"/>
    <w:rsid w:val="00BE5E8C"/>
    <w:rsid w:val="00C02E3B"/>
    <w:rsid w:val="00C02EA2"/>
    <w:rsid w:val="00C73CC6"/>
    <w:rsid w:val="00C84C6B"/>
    <w:rsid w:val="00C9323B"/>
    <w:rsid w:val="00CB51A6"/>
    <w:rsid w:val="00CD0D18"/>
    <w:rsid w:val="00D06F8D"/>
    <w:rsid w:val="00D3488D"/>
    <w:rsid w:val="00D34A4A"/>
    <w:rsid w:val="00D42CB9"/>
    <w:rsid w:val="00D740DB"/>
    <w:rsid w:val="00D9232A"/>
    <w:rsid w:val="00D94BD8"/>
    <w:rsid w:val="00DD6564"/>
    <w:rsid w:val="00E12C0B"/>
    <w:rsid w:val="00E14F07"/>
    <w:rsid w:val="00E24568"/>
    <w:rsid w:val="00E35051"/>
    <w:rsid w:val="00E36B13"/>
    <w:rsid w:val="00E52745"/>
    <w:rsid w:val="00E97642"/>
    <w:rsid w:val="00EA3196"/>
    <w:rsid w:val="00EA4744"/>
    <w:rsid w:val="00EB4FD2"/>
    <w:rsid w:val="00EC1651"/>
    <w:rsid w:val="00ED5C19"/>
    <w:rsid w:val="00EE11C7"/>
    <w:rsid w:val="00F10797"/>
    <w:rsid w:val="00F1647C"/>
    <w:rsid w:val="00F352F3"/>
    <w:rsid w:val="00F6067B"/>
    <w:rsid w:val="00F6614A"/>
    <w:rsid w:val="00F753EF"/>
    <w:rsid w:val="00F80CD4"/>
    <w:rsid w:val="00F81124"/>
    <w:rsid w:val="00F96028"/>
    <w:rsid w:val="00FB3A5F"/>
    <w:rsid w:val="00FC508C"/>
    <w:rsid w:val="00FF1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."/>
  <w:listSeparator w:val=","/>
  <w14:docId w14:val="15A62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9A0ED8"/>
    <w:pPr>
      <w:tabs>
        <w:tab w:val="center" w:pos="4536"/>
        <w:tab w:val="right" w:pos="9554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19232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19232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83335B"/>
    <w:pPr>
      <w:widowControl w:val="0"/>
      <w:tabs>
        <w:tab w:val="clear" w:pos="284"/>
      </w:tabs>
      <w:spacing w:after="0" w:line="240" w:lineRule="auto"/>
      <w:ind w:left="103"/>
    </w:pPr>
    <w:rPr>
      <w:rFonts w:ascii="Calibri" w:eastAsia="Calibr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687C7-99F5-457C-8FA6-FA24311A0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574958-8CF2-48AB-8C94-B0B2A578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20</Pages>
  <Words>2579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MSL953003_AE_Pro_2of3_20181015</vt:lpstr>
    </vt:vector>
  </TitlesOfParts>
  <Company/>
  <LinksUpToDate>false</LinksUpToDate>
  <CharactersWithSpaces>17249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MSL953003_AE_Pro_2of3_20181015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2019-06-23T22:42:00Z</dcterms:created>
  <dcterms:modified xsi:type="dcterms:W3CDTF">2020-02-12T00:39:00Z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